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675332" w:rsidRPr="009B635D" w14:paraId="1E3FBC86" w14:textId="77777777" w:rsidTr="005764A1">
        <w:trPr>
          <w:trHeight w:val="302"/>
          <w:jc w:val="center"/>
        </w:trPr>
        <w:tc>
          <w:tcPr>
            <w:tcW w:w="9463" w:type="dxa"/>
            <w:gridSpan w:val="2"/>
            <w:shd w:val="clear" w:color="auto" w:fill="B42025"/>
          </w:tcPr>
          <w:p w14:paraId="2A5BC921" w14:textId="77777777" w:rsidR="00675332" w:rsidRPr="009B635D" w:rsidRDefault="00675332" w:rsidP="005764A1">
            <w:pPr>
              <w:pStyle w:val="oneM2M-CoverTableTitle"/>
            </w:pPr>
            <w:r w:rsidRPr="009B635D">
              <w:t>CHANGE REQUEST</w:t>
            </w:r>
          </w:p>
        </w:tc>
      </w:tr>
      <w:tr w:rsidR="00675332" w:rsidRPr="009B635D" w14:paraId="598508CA" w14:textId="77777777" w:rsidTr="005764A1">
        <w:trPr>
          <w:trHeight w:val="124"/>
          <w:jc w:val="center"/>
        </w:trPr>
        <w:tc>
          <w:tcPr>
            <w:tcW w:w="2464" w:type="dxa"/>
            <w:shd w:val="clear" w:color="auto" w:fill="A0A0A3"/>
          </w:tcPr>
          <w:p w14:paraId="0E3029BD" w14:textId="77777777" w:rsidR="00675332" w:rsidRPr="00EF5EFD" w:rsidRDefault="00675332" w:rsidP="005764A1">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68BDEEF5" w14:textId="77777777" w:rsidR="00675332" w:rsidRPr="00EF5EFD" w:rsidRDefault="00675332" w:rsidP="005764A1">
            <w:pPr>
              <w:pStyle w:val="oneM2M-CoverTableText"/>
            </w:pPr>
            <w:fldSimple w:instr=" DOCPROPERTY  CrTitle  \* MERGEFORMAT ">
              <w:r>
                <w:t>#MEETING_ID#</w:t>
              </w:r>
            </w:fldSimple>
          </w:p>
        </w:tc>
      </w:tr>
      <w:tr w:rsidR="00675332" w:rsidRPr="001D28C9" w14:paraId="1CE74318" w14:textId="77777777" w:rsidTr="005764A1">
        <w:trPr>
          <w:trHeight w:val="124"/>
          <w:jc w:val="center"/>
        </w:trPr>
        <w:tc>
          <w:tcPr>
            <w:tcW w:w="2464" w:type="dxa"/>
            <w:shd w:val="clear" w:color="auto" w:fill="A0A0A3"/>
          </w:tcPr>
          <w:p w14:paraId="5FAF1AC7" w14:textId="77777777" w:rsidR="00675332" w:rsidRPr="00EF5EFD" w:rsidRDefault="00675332" w:rsidP="005764A1">
            <w:pPr>
              <w:pStyle w:val="oneM2M-CoverTableLeft"/>
            </w:pPr>
            <w:proofErr w:type="gramStart"/>
            <w:r w:rsidRPr="00EF5EFD">
              <w:t>Source:*</w:t>
            </w:r>
            <w:proofErr w:type="gramEnd"/>
          </w:p>
        </w:tc>
        <w:tc>
          <w:tcPr>
            <w:tcW w:w="6999" w:type="dxa"/>
            <w:shd w:val="clear" w:color="auto" w:fill="FFFFFF"/>
          </w:tcPr>
          <w:p w14:paraId="5BA325A0" w14:textId="77777777" w:rsidR="00675332" w:rsidRPr="004A4DEE" w:rsidRDefault="00675332" w:rsidP="005764A1">
            <w:pPr>
              <w:pStyle w:val="oneM2M-CoverTableText"/>
              <w:rPr>
                <w:lang w:val="es-ES"/>
              </w:rPr>
            </w:pPr>
            <w:fldSimple w:instr=" DOCPROPERTY  CrTitle  \* MERGEFORMAT ">
              <w:r>
                <w:t>#SOURCE#</w:t>
              </w:r>
            </w:fldSimple>
          </w:p>
        </w:tc>
      </w:tr>
      <w:tr w:rsidR="00675332" w:rsidRPr="009B635D" w14:paraId="2DB3B75B" w14:textId="77777777" w:rsidTr="005764A1">
        <w:trPr>
          <w:trHeight w:val="124"/>
          <w:jc w:val="center"/>
        </w:trPr>
        <w:tc>
          <w:tcPr>
            <w:tcW w:w="2464" w:type="dxa"/>
            <w:shd w:val="clear" w:color="auto" w:fill="A0A0A3"/>
          </w:tcPr>
          <w:p w14:paraId="6F05ACA2" w14:textId="77777777" w:rsidR="00675332" w:rsidRPr="00EF5EFD" w:rsidRDefault="00675332" w:rsidP="005764A1">
            <w:pPr>
              <w:pStyle w:val="oneM2M-CoverTableLeft"/>
            </w:pPr>
            <w:proofErr w:type="gramStart"/>
            <w:r w:rsidRPr="00EF5EFD">
              <w:t>Date:*</w:t>
            </w:r>
            <w:proofErr w:type="gramEnd"/>
          </w:p>
        </w:tc>
        <w:tc>
          <w:tcPr>
            <w:tcW w:w="6999" w:type="dxa"/>
            <w:shd w:val="clear" w:color="auto" w:fill="FFFFFF"/>
          </w:tcPr>
          <w:p w14:paraId="47BCB68A" w14:textId="77777777" w:rsidR="00675332" w:rsidRPr="00EF5EFD" w:rsidRDefault="00675332" w:rsidP="005764A1">
            <w:pPr>
              <w:pStyle w:val="oneM2M-CoverTableText"/>
            </w:pPr>
            <w:fldSimple w:instr=" DOCPROPERTY  CrTitle  \* MERGEFORMAT ">
              <w:r>
                <w:t>#DATE#</w:t>
              </w:r>
            </w:fldSimple>
          </w:p>
        </w:tc>
      </w:tr>
      <w:tr w:rsidR="00675332" w:rsidRPr="009B635D" w14:paraId="09BDB082" w14:textId="77777777" w:rsidTr="005764A1">
        <w:trPr>
          <w:trHeight w:val="371"/>
          <w:jc w:val="center"/>
        </w:trPr>
        <w:tc>
          <w:tcPr>
            <w:tcW w:w="2464" w:type="dxa"/>
            <w:shd w:val="clear" w:color="auto" w:fill="A0A0A3"/>
          </w:tcPr>
          <w:p w14:paraId="628DF520" w14:textId="77777777" w:rsidR="00675332" w:rsidRPr="00EF5EFD" w:rsidRDefault="00675332" w:rsidP="005764A1">
            <w:pPr>
              <w:pStyle w:val="oneM2M-CoverTableLeft"/>
            </w:pPr>
            <w:r w:rsidRPr="00EF5EFD">
              <w:t>Reason for Change/</w:t>
            </w:r>
            <w:proofErr w:type="gramStart"/>
            <w:r w:rsidRPr="00EF5EFD">
              <w:t>s:*</w:t>
            </w:r>
            <w:proofErr w:type="gramEnd"/>
          </w:p>
        </w:tc>
        <w:tc>
          <w:tcPr>
            <w:tcW w:w="6999" w:type="dxa"/>
            <w:shd w:val="clear" w:color="auto" w:fill="FFFFFF"/>
          </w:tcPr>
          <w:p w14:paraId="7B01A902" w14:textId="77777777" w:rsidR="00675332" w:rsidRPr="00EF5EFD" w:rsidRDefault="00675332" w:rsidP="005764A1">
            <w:pPr>
              <w:pStyle w:val="oneM2M-CoverTableText"/>
            </w:pPr>
            <w:fldSimple w:instr=" DOCPROPERTY  CrTitle  \* MERGEFORMAT ">
              <w:r>
                <w:t>#CR_TITLE#</w:t>
              </w:r>
            </w:fldSimple>
          </w:p>
        </w:tc>
      </w:tr>
      <w:tr w:rsidR="00675332" w:rsidRPr="009B635D" w14:paraId="4A63B165" w14:textId="77777777" w:rsidTr="005764A1">
        <w:trPr>
          <w:trHeight w:val="371"/>
          <w:jc w:val="center"/>
        </w:trPr>
        <w:tc>
          <w:tcPr>
            <w:tcW w:w="2464" w:type="dxa"/>
            <w:shd w:val="clear" w:color="auto" w:fill="A0A0A3"/>
          </w:tcPr>
          <w:p w14:paraId="4D292B97" w14:textId="77777777" w:rsidR="00675332" w:rsidRPr="00EF5EFD" w:rsidRDefault="00675332" w:rsidP="005764A1">
            <w:pPr>
              <w:pStyle w:val="oneM2M-CoverTableLeft"/>
            </w:pPr>
            <w:proofErr w:type="gramStart"/>
            <w:r w:rsidRPr="00EF5EFD">
              <w:t>CR  against</w:t>
            </w:r>
            <w:proofErr w:type="gramEnd"/>
            <w:r w:rsidRPr="00EF5EFD">
              <w:t>:  Release*</w:t>
            </w:r>
          </w:p>
        </w:tc>
        <w:tc>
          <w:tcPr>
            <w:tcW w:w="6999" w:type="dxa"/>
            <w:shd w:val="clear" w:color="auto" w:fill="FFFFFF"/>
          </w:tcPr>
          <w:p w14:paraId="3F7A1AD2" w14:textId="77777777" w:rsidR="00675332" w:rsidRPr="00883855" w:rsidRDefault="00675332" w:rsidP="005764A1">
            <w:pPr>
              <w:pStyle w:val="1tableentryleft"/>
              <w:rPr>
                <w:rFonts w:ascii="Times New Roman" w:hAnsi="Times New Roman"/>
                <w:sz w:val="24"/>
              </w:rPr>
            </w:pPr>
            <w:fldSimple w:instr=" DOCPROPERTY  CrTitle  \* MERGEFORMAT ">
              <w:r>
                <w:t>#RELEASE#</w:t>
              </w:r>
            </w:fldSimple>
          </w:p>
        </w:tc>
      </w:tr>
      <w:tr w:rsidR="00675332" w:rsidRPr="009B635D" w14:paraId="106BCEA2" w14:textId="77777777" w:rsidTr="005764A1">
        <w:trPr>
          <w:trHeight w:val="371"/>
          <w:jc w:val="center"/>
        </w:trPr>
        <w:tc>
          <w:tcPr>
            <w:tcW w:w="2464" w:type="dxa"/>
            <w:shd w:val="clear" w:color="auto" w:fill="A0A0A3"/>
          </w:tcPr>
          <w:p w14:paraId="6D9957FD" w14:textId="77777777" w:rsidR="00675332" w:rsidRPr="00EF5EFD" w:rsidRDefault="00675332" w:rsidP="005764A1">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2ED17F1F"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t>#WORK-ITEM#</w:t>
            </w:r>
            <w:r w:rsidRPr="00A70A34">
              <w:rPr>
                <w:szCs w:val="22"/>
              </w:rPr>
              <w:t xml:space="preserve">&gt; </w:t>
            </w:r>
            <w:r w:rsidRPr="0039551C">
              <w:rPr>
                <w:rFonts w:ascii="Times New Roman" w:hAnsi="Times New Roman"/>
                <w:szCs w:val="22"/>
              </w:rPr>
              <w:t xml:space="preserve"> </w:t>
            </w:r>
          </w:p>
          <w:p w14:paraId="360685A1" w14:textId="77777777" w:rsidR="00675332" w:rsidRDefault="00675332" w:rsidP="005764A1">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33414243" w14:textId="77777777" w:rsidR="00675332" w:rsidRDefault="00675332" w:rsidP="005764A1">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p>
          <w:p w14:paraId="6997D6D5" w14:textId="77777777" w:rsidR="00675332" w:rsidRPr="00864E1F" w:rsidRDefault="00675332" w:rsidP="005764A1">
            <w:pPr>
              <w:pStyle w:val="1tableentryleft"/>
              <w:ind w:left="568"/>
              <w:rPr>
                <w:szCs w:val="22"/>
              </w:rPr>
            </w:pPr>
            <w:r>
              <w:rPr>
                <w:szCs w:val="22"/>
              </w:rPr>
              <w:t xml:space="preserve">mirror CR number: </w:t>
            </w:r>
          </w:p>
          <w:p w14:paraId="0119A910" w14:textId="77777777" w:rsidR="00675332" w:rsidRDefault="00675332" w:rsidP="005764A1">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50776BB5" w14:textId="77777777" w:rsidR="00675332" w:rsidRPr="00EF5EFD" w:rsidRDefault="00675332" w:rsidP="005764A1">
            <w:pPr>
              <w:pStyle w:val="1tableentryleft"/>
            </w:pPr>
            <w:r w:rsidRPr="00883855">
              <w:rPr>
                <w:sz w:val="18"/>
              </w:rPr>
              <w:t>Only ONE of the above shall be tick</w:t>
            </w:r>
            <w:r>
              <w:rPr>
                <w:sz w:val="18"/>
              </w:rPr>
              <w:t>ed</w:t>
            </w:r>
          </w:p>
        </w:tc>
      </w:tr>
      <w:tr w:rsidR="00675332" w:rsidRPr="009B635D" w14:paraId="4036D4DF" w14:textId="77777777" w:rsidTr="005764A1">
        <w:trPr>
          <w:trHeight w:val="371"/>
          <w:jc w:val="center"/>
        </w:trPr>
        <w:tc>
          <w:tcPr>
            <w:tcW w:w="2464" w:type="dxa"/>
            <w:shd w:val="clear" w:color="auto" w:fill="A0A0A3"/>
          </w:tcPr>
          <w:p w14:paraId="12E2CD8F" w14:textId="77777777" w:rsidR="00675332" w:rsidRPr="00EF5EFD" w:rsidRDefault="00675332" w:rsidP="005764A1">
            <w:pPr>
              <w:pStyle w:val="oneM2M-CoverTableLeft"/>
            </w:pPr>
            <w:proofErr w:type="gramStart"/>
            <w:r w:rsidRPr="00EF5EFD">
              <w:t>CR  against</w:t>
            </w:r>
            <w:proofErr w:type="gramEnd"/>
            <w:r w:rsidRPr="00EF5EFD">
              <w:t>:  TS/TR*</w:t>
            </w:r>
          </w:p>
        </w:tc>
        <w:tc>
          <w:tcPr>
            <w:tcW w:w="6999" w:type="dxa"/>
            <w:shd w:val="clear" w:color="auto" w:fill="FFFFFF"/>
          </w:tcPr>
          <w:p w14:paraId="21F49CFA" w14:textId="77777777" w:rsidR="00675332" w:rsidRPr="00EF5EFD" w:rsidRDefault="00675332" w:rsidP="005764A1">
            <w:pPr>
              <w:pStyle w:val="oneM2M-CoverTableText"/>
            </w:pPr>
            <w:fldSimple w:instr=" DOCPROPERTY  CrTitle  \* MERGEFORMAT ">
              <w:r>
                <w:t>#TS_AGAINST#</w:t>
              </w:r>
            </w:fldSimple>
          </w:p>
        </w:tc>
      </w:tr>
      <w:tr w:rsidR="00675332" w:rsidRPr="009B635D" w14:paraId="60A4D73B" w14:textId="77777777" w:rsidTr="005764A1">
        <w:trPr>
          <w:trHeight w:val="371"/>
          <w:jc w:val="center"/>
        </w:trPr>
        <w:tc>
          <w:tcPr>
            <w:tcW w:w="2464" w:type="dxa"/>
            <w:shd w:val="clear" w:color="auto" w:fill="A0A0A3"/>
          </w:tcPr>
          <w:p w14:paraId="129155BE" w14:textId="77777777" w:rsidR="00675332" w:rsidRPr="00EF5EFD" w:rsidRDefault="00675332" w:rsidP="005764A1">
            <w:pPr>
              <w:pStyle w:val="oneM2M-CoverTableLeft"/>
            </w:pPr>
            <w:r w:rsidRPr="00EF5EFD">
              <w:t>Clauses</w:t>
            </w:r>
            <w:r w:rsidRPr="00EF5EFD" w:rsidDel="00F66BC9">
              <w:t xml:space="preserve"> </w:t>
            </w:r>
            <w:r w:rsidRPr="00EF5EFD">
              <w:t>*</w:t>
            </w:r>
          </w:p>
        </w:tc>
        <w:tc>
          <w:tcPr>
            <w:tcW w:w="6999" w:type="dxa"/>
            <w:shd w:val="clear" w:color="auto" w:fill="FFFFFF"/>
          </w:tcPr>
          <w:p w14:paraId="6C930E9F" w14:textId="77777777" w:rsidR="00675332" w:rsidRPr="009B635D" w:rsidRDefault="00675332" w:rsidP="005764A1">
            <w:pPr>
              <w:rPr>
                <w:lang w:eastAsia="ko-KR"/>
              </w:rPr>
            </w:pPr>
            <w:fldSimple w:instr=" DOCPROPERTY  CrTitle  \* MERGEFORMAT ">
              <w:r>
                <w:t>#CLAUSES#</w:t>
              </w:r>
            </w:fldSimple>
          </w:p>
        </w:tc>
      </w:tr>
      <w:tr w:rsidR="00675332" w:rsidRPr="009B635D" w14:paraId="63F0790C"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2EE1DACF" w14:textId="77777777" w:rsidR="00675332" w:rsidRPr="00EF5EFD" w:rsidRDefault="00675332" w:rsidP="005764A1">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29941204" w14:textId="77777777" w:rsidR="00675332" w:rsidRPr="0039551C" w:rsidRDefault="00675332" w:rsidP="005764A1">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3083DCA0"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4DB3B04E"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functionality</w:t>
            </w:r>
          </w:p>
          <w:p w14:paraId="017F7370" w14:textId="77777777" w:rsidR="00675332" w:rsidRDefault="00675332" w:rsidP="005764A1">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Pr="0039551C">
              <w:rPr>
                <w:rFonts w:ascii="Times New Roman" w:hAnsi="Times New Roman"/>
                <w:szCs w:val="22"/>
              </w:rPr>
            </w:r>
            <w:r w:rsidRPr="0039551C">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117C2DA9" w14:textId="77777777" w:rsidR="00675332" w:rsidRPr="00883855" w:rsidRDefault="00675332" w:rsidP="005764A1">
            <w:pPr>
              <w:pStyle w:val="1tableentryleft"/>
              <w:rPr>
                <w:rFonts w:ascii="Times New Roman" w:hAnsi="Times New Roman"/>
                <w:sz w:val="20"/>
              </w:rPr>
            </w:pPr>
            <w:r w:rsidRPr="00786C01">
              <w:rPr>
                <w:sz w:val="18"/>
              </w:rPr>
              <w:t>Only ONE of the above shall be t</w:t>
            </w:r>
            <w:r>
              <w:rPr>
                <w:sz w:val="18"/>
              </w:rPr>
              <w:t>icked</w:t>
            </w:r>
          </w:p>
        </w:tc>
      </w:tr>
      <w:tr w:rsidR="00675332" w:rsidRPr="009B635D" w14:paraId="00F2A55F"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1B609FBC" w14:textId="77777777" w:rsidR="00675332" w:rsidRPr="00EF5EFD" w:rsidRDefault="00675332" w:rsidP="005764A1">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4DCAD56" w14:textId="77777777" w:rsidR="00675332" w:rsidRPr="00EF5EFD" w:rsidRDefault="00675332" w:rsidP="005764A1">
            <w:pPr>
              <w:pStyle w:val="1tableentryleft"/>
              <w:rPr>
                <w:rFonts w:ascii="Times New Roman" w:hAnsi="Times New Roman"/>
                <w:sz w:val="24"/>
              </w:rPr>
            </w:pPr>
            <w:r>
              <w:t>None</w:t>
            </w:r>
          </w:p>
        </w:tc>
      </w:tr>
      <w:tr w:rsidR="00675332" w:rsidRPr="009B635D" w14:paraId="3190A049"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77BEDAEA" w14:textId="77777777" w:rsidR="00675332" w:rsidRPr="008850DB" w:rsidRDefault="00675332" w:rsidP="005764A1">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FE1460E" w14:textId="77777777" w:rsidR="00675332" w:rsidRPr="0039551C" w:rsidRDefault="00675332" w:rsidP="005764A1">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Pr="0039551C">
              <w:rPr>
                <w:rFonts w:ascii="Times New Roman" w:hAnsi="Times New Roman"/>
                <w:szCs w:val="22"/>
              </w:rPr>
            </w:r>
            <w:r w:rsidRPr="0039551C">
              <w:rPr>
                <w:rFonts w:ascii="Times New Roman" w:hAnsi="Times New Roman"/>
                <w:szCs w:val="22"/>
              </w:rPr>
              <w:fldChar w:fldCharType="separate"/>
            </w:r>
            <w:r w:rsidRPr="0039551C">
              <w:rPr>
                <w:rFonts w:ascii="Times New Roman" w:hAnsi="Times New Roman"/>
                <w:szCs w:val="22"/>
              </w:rPr>
              <w:fldChar w:fldCharType="end"/>
            </w:r>
          </w:p>
          <w:p w14:paraId="304986FD" w14:textId="77777777" w:rsidR="00675332" w:rsidRDefault="00675332" w:rsidP="005764A1">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Pr="00A24F44">
              <w:rPr>
                <w:rFonts w:ascii="Times New Roman" w:hAnsi="Times New Roman"/>
                <w:sz w:val="24"/>
              </w:rPr>
            </w:r>
            <w:r w:rsidRPr="00A24F44">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Pr="00EF5EFD">
              <w:rPr>
                <w:rFonts w:ascii="Times New Roman" w:hAnsi="Times New Roman"/>
                <w:sz w:val="24"/>
              </w:rPr>
            </w:r>
            <w:r w:rsidRPr="00EF5EFD">
              <w:rPr>
                <w:rFonts w:ascii="Times New Roman" w:hAnsi="Times New Roman"/>
                <w:sz w:val="24"/>
              </w:rPr>
              <w:fldChar w:fldCharType="separate"/>
            </w:r>
            <w:r w:rsidRPr="00EF5EFD">
              <w:rPr>
                <w:rFonts w:ascii="Times New Roman" w:hAnsi="Times New Roman"/>
                <w:sz w:val="24"/>
              </w:rPr>
              <w:fldChar w:fldCharType="end"/>
            </w:r>
          </w:p>
          <w:p w14:paraId="0FCC7426" w14:textId="77777777" w:rsidR="00675332" w:rsidRPr="0039551C" w:rsidRDefault="00675332" w:rsidP="005764A1">
            <w:pPr>
              <w:pStyle w:val="1tableentryleft"/>
              <w:rPr>
                <w:rFonts w:ascii="Times New Roman" w:hAnsi="Times New Roman"/>
                <w:szCs w:val="22"/>
              </w:rPr>
            </w:pPr>
          </w:p>
        </w:tc>
      </w:tr>
      <w:tr w:rsidR="00675332" w:rsidRPr="009B635D" w14:paraId="08D37AD8" w14:textId="77777777" w:rsidTr="005764A1">
        <w:trPr>
          <w:trHeight w:val="373"/>
          <w:jc w:val="center"/>
        </w:trPr>
        <w:tc>
          <w:tcPr>
            <w:tcW w:w="9463" w:type="dxa"/>
            <w:gridSpan w:val="2"/>
            <w:shd w:val="clear" w:color="auto" w:fill="A0A0A3"/>
          </w:tcPr>
          <w:p w14:paraId="1461D921" w14:textId="77777777" w:rsidR="00675332" w:rsidRPr="008850DB" w:rsidRDefault="00675332" w:rsidP="005764A1">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229879BA" w14:textId="77777777" w:rsidR="001F1CB6" w:rsidRPr="00EF5EFD" w:rsidRDefault="001F1CB6" w:rsidP="001F1CB6">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4E829A41" w14:textId="77777777" w:rsidR="001F1CB6" w:rsidRPr="00AC7F93" w:rsidRDefault="001F1CB6" w:rsidP="001F1CB6">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0364869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428CBDBA" w14:textId="77777777" w:rsidR="001F1CB6" w:rsidRPr="00882215"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2C57651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2FCEA329"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In case of a correction, and the change apply to previous releases, a separate “mirror CR” should be posted at the same time of this CR</w:t>
      </w:r>
    </w:p>
    <w:p w14:paraId="25563A62"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780A76F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44822EB4"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14694EB"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1BCBD9EF"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7674622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69E5E162"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3304526E"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47DB1A08"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B82771A"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6D7ACA59" w14:textId="77777777" w:rsidR="00BD5BBA" w:rsidRDefault="00BD5BBA" w:rsidP="00675332"/>
    <w:p w14:paraId="1BD14AD6" w14:textId="77777777" w:rsidR="001F1CB6" w:rsidRDefault="001F1CB6" w:rsidP="001F1CB6">
      <w:pPr>
        <w:pStyle w:val="Heading2"/>
      </w:pPr>
      <w:r>
        <w:t>Introduction</w:t>
      </w:r>
    </w:p>
    <w:p w14:paraId="4730C3B1" w14:textId="77777777" w:rsidR="001F1CB6" w:rsidRDefault="001F1CB6" w:rsidP="001F1CB6">
      <w:pPr>
        <w:rPr>
          <w:lang w:val="en-US"/>
        </w:rPr>
      </w:pPr>
      <w:r>
        <w:rPr>
          <w:lang w:val="en-US"/>
        </w:rPr>
        <w:t xml:space="preserve">#REASON# </w:t>
      </w:r>
    </w:p>
    <w:p w14:paraId="25E6A193" w14:textId="36971A44" w:rsidR="001F1CB6" w:rsidRDefault="001F1CB6" w:rsidP="001F1CB6">
      <w:pPr>
        <w:rPr>
          <w:rStyle w:val="Hyperlink"/>
          <w:lang w:val="en-US"/>
        </w:rPr>
      </w:pPr>
      <w:hyperlink r:id="rId11" w:history="1">
        <w:r>
          <w:rPr>
            <w:rStyle w:val="Hyperlink"/>
            <w:lang w:val="en-US"/>
          </w:rPr>
          <w:t>#URL_MERGE_REQUEST#</w:t>
        </w:r>
      </w:hyperlink>
    </w:p>
    <w:p w14:paraId="2A08A54C" w14:textId="351E9612" w:rsidR="00EE0A28" w:rsidRPr="005B2CBF" w:rsidRDefault="005B2CBF" w:rsidP="00297116">
      <w:pPr>
        <w:rPr>
          <w:color w:val="0000FF"/>
          <w:u w:val="single"/>
          <w:lang w:val="en-US"/>
        </w:rPr>
      </w:pPr>
      <w:hyperlink r:id="rId12" w:history="1">
        <w:r>
          <w:rPr>
            <w:rStyle w:val="Hyperlink"/>
            <w:lang w:val="en-US"/>
          </w:rPr>
          <w:t>#COMMIT_URL#</w:t>
        </w:r>
      </w:hyperlink>
    </w:p>
    <w:sectPr w:rsidR="00EE0A28" w:rsidRPr="005B2CBF" w:rsidSect="001F4D0C">
      <w:headerReference w:type="default" r:id="rId13"/>
      <w:footerReference w:type="default" r:id="rId14"/>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862C9" w14:textId="77777777" w:rsidR="006317FA" w:rsidRDefault="006317FA">
      <w:r>
        <w:separator/>
      </w:r>
    </w:p>
  </w:endnote>
  <w:endnote w:type="continuationSeparator" w:id="0">
    <w:p w14:paraId="6E987411" w14:textId="77777777" w:rsidR="006317FA" w:rsidRDefault="0063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5E951" w14:textId="0FFA0530" w:rsidR="00D050B3" w:rsidRPr="008212CA" w:rsidRDefault="008212CA" w:rsidP="001F1CB6">
    <w:pPr>
      <w:pStyle w:val="Footer"/>
      <w:tabs>
        <w:tab w:val="center" w:pos="4678"/>
        <w:tab w:val="right" w:pos="9214"/>
      </w:tabs>
      <w:jc w:val="both"/>
      <w:rPr>
        <w:rFonts w:ascii="Times New Roman" w:hAnsi="Times New Roman"/>
        <w:i w:val="0"/>
        <w:iCs/>
        <w:sz w:val="20"/>
      </w:rPr>
    </w:pPr>
    <w:r w:rsidRPr="008212CA">
      <w:rPr>
        <w:rFonts w:ascii="Times New Roman" w:eastAsia="Calibri" w:hAnsi="Times New Roman"/>
        <w:bCs/>
        <w:i w:val="0"/>
        <w:sz w:val="20"/>
        <w:lang w:val="en-US"/>
      </w:rPr>
      <w:t>© 202</w:t>
    </w:r>
    <w:r w:rsidR="00F361C0">
      <w:rPr>
        <w:rFonts w:ascii="Times New Roman" w:eastAsia="Calibri" w:hAnsi="Times New Roman"/>
        <w:bCs/>
        <w:i w:val="0"/>
        <w:sz w:val="20"/>
        <w:lang w:val="en-US"/>
      </w:rPr>
      <w:t>5</w:t>
    </w:r>
    <w:r w:rsidRPr="008212CA">
      <w:rPr>
        <w:rFonts w:ascii="Times New Roman" w:eastAsia="Calibri" w:hAnsi="Times New Roman"/>
        <w:bCs/>
        <w:i w:val="0"/>
        <w:sz w:val="20"/>
        <w:lang w:val="en-US"/>
      </w:rPr>
      <w:t xml:space="preserve"> oneM2M Partners </w:t>
    </w:r>
    <w:r w:rsidR="00F361C0">
      <w:rPr>
        <w:rFonts w:ascii="Times New Roman" w:eastAsia="Calibri" w:hAnsi="Times New Roman"/>
        <w:bCs/>
        <w:i w:val="0"/>
        <w:sz w:val="20"/>
        <w:lang w:val="en-US"/>
      </w:rPr>
      <w:t>Type 1</w:t>
    </w:r>
    <w:r w:rsidRPr="008212CA">
      <w:rPr>
        <w:rFonts w:ascii="Times New Roman" w:hAnsi="Times New Roman"/>
        <w:i w:val="0"/>
        <w:iCs/>
        <w:sz w:val="20"/>
      </w:rPr>
      <w:ptab w:relativeTo="margin" w:alignment="center" w:leader="none"/>
    </w:r>
    <w:r w:rsidRPr="008212CA">
      <w:rPr>
        <w:rFonts w:ascii="Times New Roman" w:hAnsi="Times New Roman"/>
        <w:i w:val="0"/>
        <w:iCs/>
        <w:sz w:val="20"/>
      </w:rPr>
      <w:ptab w:relativeTo="margin" w:alignment="right" w:leader="none"/>
    </w:r>
    <w:r w:rsidRPr="008212CA">
      <w:rPr>
        <w:rFonts w:ascii="Times New Roman" w:hAnsi="Times New Roman"/>
        <w:i w:val="0"/>
        <w:iCs/>
        <w:sz w:val="20"/>
      </w:rPr>
      <w:t xml:space="preserve">Page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PAGE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1</w:t>
    </w:r>
    <w:r w:rsidRPr="008212CA">
      <w:rPr>
        <w:rFonts w:ascii="Times New Roman" w:hAnsi="Times New Roman"/>
        <w:b w:val="0"/>
        <w:bCs/>
        <w:i w:val="0"/>
        <w:iCs/>
        <w:sz w:val="20"/>
      </w:rPr>
      <w:fldChar w:fldCharType="end"/>
    </w:r>
    <w:r w:rsidRPr="008212CA">
      <w:rPr>
        <w:rFonts w:ascii="Times New Roman" w:hAnsi="Times New Roman"/>
        <w:i w:val="0"/>
        <w:iCs/>
        <w:sz w:val="20"/>
      </w:rPr>
      <w:t xml:space="preserve"> (of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NUMPAGES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2</w:t>
    </w:r>
    <w:r w:rsidRPr="008212CA">
      <w:rPr>
        <w:rFonts w:ascii="Times New Roman" w:hAnsi="Times New Roman"/>
        <w:b w:val="0"/>
        <w:bCs/>
        <w:i w:val="0"/>
        <w:iCs/>
        <w:sz w:val="20"/>
      </w:rPr>
      <w:fldChar w:fldCharType="end"/>
    </w:r>
    <w:r w:rsidRPr="008212CA">
      <w:rPr>
        <w:rFonts w:ascii="Times New Roman" w:hAnsi="Times New Roman"/>
        <w:b w:val="0"/>
        <w:bCs/>
        <w:i w:val="0"/>
        <w:iCs/>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8ABC1" w14:textId="77777777" w:rsidR="006317FA" w:rsidRDefault="006317FA">
      <w:r>
        <w:separator/>
      </w:r>
    </w:p>
  </w:footnote>
  <w:footnote w:type="continuationSeparator" w:id="0">
    <w:p w14:paraId="62F9532B" w14:textId="77777777" w:rsidR="006317FA" w:rsidRDefault="00631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FA38" w14:textId="2A7449EF" w:rsidR="001F1CB6" w:rsidRPr="00310BFE" w:rsidRDefault="001F1CB6" w:rsidP="001F1CB6">
    <w:pPr>
      <w:pStyle w:val="Header"/>
    </w:pPr>
    <w:r>
      <w:t>#CR_</w:t>
    </w:r>
    <w:r w:rsidR="00831A78">
      <w:t>NAME#</w:t>
    </w:r>
  </w:p>
  <w:p w14:paraId="74EFDA2C" w14:textId="77777777" w:rsidR="001F1CB6" w:rsidRDefault="001F1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4"/>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3"/>
  </w:num>
  <w:num w:numId="12" w16cid:durableId="1671981979">
    <w:abstractNumId w:val="15"/>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 w:numId="18" w16cid:durableId="11078795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60F0"/>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1CB6"/>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AA"/>
    <w:rsid w:val="002664E6"/>
    <w:rsid w:val="002669AD"/>
    <w:rsid w:val="00267470"/>
    <w:rsid w:val="00270454"/>
    <w:rsid w:val="00274CC9"/>
    <w:rsid w:val="002802B9"/>
    <w:rsid w:val="002904EF"/>
    <w:rsid w:val="0029123E"/>
    <w:rsid w:val="002935BE"/>
    <w:rsid w:val="00295E3C"/>
    <w:rsid w:val="00296E38"/>
    <w:rsid w:val="00297116"/>
    <w:rsid w:val="002A4709"/>
    <w:rsid w:val="002A59FE"/>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005"/>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43A2A"/>
    <w:rsid w:val="0044613A"/>
    <w:rsid w:val="004601F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C687A"/>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2CBF"/>
    <w:rsid w:val="005B368E"/>
    <w:rsid w:val="005B6001"/>
    <w:rsid w:val="005C1401"/>
    <w:rsid w:val="005C23E3"/>
    <w:rsid w:val="005C2C58"/>
    <w:rsid w:val="005C49E5"/>
    <w:rsid w:val="005C4FCF"/>
    <w:rsid w:val="005C7C32"/>
    <w:rsid w:val="005D044B"/>
    <w:rsid w:val="005D0A60"/>
    <w:rsid w:val="005D0A6A"/>
    <w:rsid w:val="005D230E"/>
    <w:rsid w:val="005E0EAE"/>
    <w:rsid w:val="005E1047"/>
    <w:rsid w:val="005E2BAC"/>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317FA"/>
    <w:rsid w:val="00640591"/>
    <w:rsid w:val="00652974"/>
    <w:rsid w:val="00653A3B"/>
    <w:rsid w:val="00655A98"/>
    <w:rsid w:val="00656804"/>
    <w:rsid w:val="006569D6"/>
    <w:rsid w:val="00656AE6"/>
    <w:rsid w:val="00665747"/>
    <w:rsid w:val="00665A79"/>
    <w:rsid w:val="00667EEB"/>
    <w:rsid w:val="006713D9"/>
    <w:rsid w:val="00672201"/>
    <w:rsid w:val="00675332"/>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4917"/>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77399"/>
    <w:rsid w:val="00780A13"/>
    <w:rsid w:val="00787554"/>
    <w:rsid w:val="007921DF"/>
    <w:rsid w:val="00795B37"/>
    <w:rsid w:val="0079733E"/>
    <w:rsid w:val="007A4BD5"/>
    <w:rsid w:val="007A7826"/>
    <w:rsid w:val="007B0409"/>
    <w:rsid w:val="007B55FC"/>
    <w:rsid w:val="007B6800"/>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178CB"/>
    <w:rsid w:val="008212CA"/>
    <w:rsid w:val="00827216"/>
    <w:rsid w:val="00831A78"/>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8F538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A36"/>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0AE9"/>
    <w:rsid w:val="00C03C0C"/>
    <w:rsid w:val="00C05E06"/>
    <w:rsid w:val="00C24038"/>
    <w:rsid w:val="00C24F36"/>
    <w:rsid w:val="00C25BC9"/>
    <w:rsid w:val="00C31CB4"/>
    <w:rsid w:val="00C32ABA"/>
    <w:rsid w:val="00C32CBB"/>
    <w:rsid w:val="00C34A4D"/>
    <w:rsid w:val="00C37CC4"/>
    <w:rsid w:val="00C40550"/>
    <w:rsid w:val="00C41017"/>
    <w:rsid w:val="00C438F1"/>
    <w:rsid w:val="00C44B7E"/>
    <w:rsid w:val="00C46331"/>
    <w:rsid w:val="00C463F1"/>
    <w:rsid w:val="00C52119"/>
    <w:rsid w:val="00C564C2"/>
    <w:rsid w:val="00C62AE6"/>
    <w:rsid w:val="00C64373"/>
    <w:rsid w:val="00C666E2"/>
    <w:rsid w:val="00C675BF"/>
    <w:rsid w:val="00C73B08"/>
    <w:rsid w:val="00C74DAA"/>
    <w:rsid w:val="00C7510B"/>
    <w:rsid w:val="00C82813"/>
    <w:rsid w:val="00C82DE6"/>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238F"/>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5310"/>
    <w:rsid w:val="00E6604D"/>
    <w:rsid w:val="00E71852"/>
    <w:rsid w:val="00E73096"/>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0A28"/>
    <w:rsid w:val="00EE7945"/>
    <w:rsid w:val="00EF27CF"/>
    <w:rsid w:val="00EF5694"/>
    <w:rsid w:val="00F0063F"/>
    <w:rsid w:val="00F025C8"/>
    <w:rsid w:val="00F1040A"/>
    <w:rsid w:val="00F12DD3"/>
    <w:rsid w:val="00F17D96"/>
    <w:rsid w:val="00F2304C"/>
    <w:rsid w:val="00F2529C"/>
    <w:rsid w:val="00F359D2"/>
    <w:rsid w:val="00F361C0"/>
    <w:rsid w:val="00F4236C"/>
    <w:rsid w:val="00F46FF5"/>
    <w:rsid w:val="00F51CF0"/>
    <w:rsid w:val="00F54D73"/>
    <w:rsid w:val="00F57D30"/>
    <w:rsid w:val="00F6184E"/>
    <w:rsid w:val="00F66BC7"/>
    <w:rsid w:val="00F71FF5"/>
    <w:rsid w:val="00F73CF7"/>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16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9D27D6"/>
    <w:pPr>
      <w:keepNext/>
      <w:keepLines/>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link w:val="HeaderCha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uiPriority w:val="99"/>
    <w:rsid w:val="00802AA2"/>
    <w:pPr>
      <w:jc w:val="center"/>
    </w:pPr>
    <w:rPr>
      <w:i/>
    </w:rPr>
  </w:style>
  <w:style w:type="character" w:customStyle="1" w:styleId="FooterChar">
    <w:name w:val="Footer Char"/>
    <w:link w:val="Footer"/>
    <w:uiPriority w:val="99"/>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uiPriority w:val="99"/>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547161"/>
    <w:pPr>
      <w:jc w:val="center"/>
    </w:pPr>
    <w:rPr>
      <w: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oneM2M-CoverTableText">
    <w:name w:val="oneM2M-CoverTableText"/>
    <w:basedOn w:val="Normal"/>
    <w:uiPriority w:val="99"/>
    <w:qFormat/>
    <w:rsid w:val="00675332"/>
    <w:pPr>
      <w:keepNext/>
      <w:keepLines/>
      <w:overflowPunct/>
      <w:autoSpaceDE/>
      <w:autoSpaceDN/>
      <w:adjustRightInd/>
      <w:spacing w:before="60" w:after="60"/>
      <w:textAlignment w:val="auto"/>
    </w:pPr>
    <w:rPr>
      <w:rFonts w:eastAsia="BatangChe"/>
      <w:sz w:val="22"/>
      <w:szCs w:val="24"/>
      <w:lang w:val="en-US"/>
    </w:rPr>
  </w:style>
  <w:style w:type="paragraph" w:customStyle="1" w:styleId="1tableentryleft">
    <w:name w:val="1table entry left"/>
    <w:aliases w:val="1TEL"/>
    <w:uiPriority w:val="99"/>
    <w:rsid w:val="00675332"/>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675332"/>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 w:type="paragraph" w:customStyle="1" w:styleId="AltNormal">
    <w:name w:val="AltNormal"/>
    <w:basedOn w:val="Normal"/>
    <w:autoRedefine/>
    <w:uiPriority w:val="99"/>
    <w:rsid w:val="001F1CB6"/>
    <w:pPr>
      <w:tabs>
        <w:tab w:val="left" w:pos="284"/>
      </w:tabs>
      <w:overflowPunct/>
      <w:autoSpaceDE/>
      <w:autoSpaceDN/>
      <w:adjustRightInd/>
      <w:spacing w:before="120" w:after="0"/>
      <w:textAlignment w:val="auto"/>
    </w:pPr>
    <w:rPr>
      <w:szCs w:val="24"/>
    </w:rPr>
  </w:style>
  <w:style w:type="character" w:customStyle="1" w:styleId="HeaderChar">
    <w:name w:val="Header Char"/>
    <w:link w:val="Header"/>
    <w:rsid w:val="001F1CB6"/>
    <w:rPr>
      <w:rFonts w:ascii="Arial" w:hAnsi="Arial"/>
      <w:b/>
      <w:noProof/>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reinaortega\mro\oneM2M_workspace\Tools\scripts\COMMIT_UR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reinaortega\mro\oneM2M_workspace\Tools\scripts\URL_MERGE_REQUE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customXml/itemProps3.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2F135E-20BB-4F2A-836E-2C61F95915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ETSIW_2013.dotm</Template>
  <TotalTime>281</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3816</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cp:lastModifiedBy>
  <cp:revision>11</cp:revision>
  <cp:lastPrinted>2019-07-09T13:00:00Z</cp:lastPrinted>
  <dcterms:created xsi:type="dcterms:W3CDTF">2023-08-16T17:37:00Z</dcterms:created>
  <dcterms:modified xsi:type="dcterms:W3CDTF">2025-04-02T07:17:00Z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