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62619" w14:textId="5E98E310" w:rsidR="00BC33F7" w:rsidRPr="004F4407" w:rsidRDefault="00DB6073" w:rsidP="009A0EC9">
      <w:pPr>
        <w:jc w:val="center"/>
      </w:pPr>
      <w:r w:rsidRPr="004F4407">
        <w:rPr>
          <w:rFonts w:ascii="Calibri" w:eastAsia="Calibri" w:hAnsi="Calibri"/>
          <w:noProof/>
          <w:sz w:val="22"/>
          <w:szCs w:val="22"/>
          <w:lang w:eastAsia="en-GB"/>
        </w:rPr>
        <w:drawing>
          <wp:inline distT="0" distB="0" distL="0" distR="0" wp14:anchorId="687673FE" wp14:editId="24185493">
            <wp:extent cx="847725" cy="581025"/>
            <wp:effectExtent l="0" t="0" r="9525" b="0"/>
            <wp:docPr id="1" name="Picture 1" descr="C:\Users\grayv\Desktop\oneM2M-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yv\Desktop\oneM2M-Logo.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581025"/>
                    </a:xfrm>
                    <a:prstGeom prst="rect">
                      <a:avLst/>
                    </a:prstGeom>
                    <a:noFill/>
                    <a:ln>
                      <a:noFill/>
                    </a:ln>
                  </pic:spPr>
                </pic:pic>
              </a:graphicData>
            </a:graphic>
          </wp:inline>
        </w:drawing>
      </w:r>
    </w:p>
    <w:p w14:paraId="53A074A2" w14:textId="77777777" w:rsidR="00BC33F7" w:rsidRPr="004F4407" w:rsidRDefault="00BC33F7" w:rsidP="00BC33F7"/>
    <w:p w14:paraId="4DA745BD" w14:textId="77777777" w:rsidR="00BC33F7" w:rsidRPr="004F4407" w:rsidRDefault="00BC33F7" w:rsidP="00BC33F7"/>
    <w:p w14:paraId="252B4A2A" w14:textId="77777777" w:rsidR="00BC33F7" w:rsidRPr="004F4407" w:rsidRDefault="00BC33F7" w:rsidP="00BC33F7">
      <w:pPr>
        <w:pStyle w:val="FP"/>
        <w:framePr w:h="1625" w:hRule="exact" w:wrap="notBeside" w:vAnchor="page" w:hAnchor="page" w:x="871" w:y="11581"/>
        <w:spacing w:after="240"/>
        <w:jc w:val="center"/>
        <w:rPr>
          <w:rFonts w:ascii="Arial" w:hAnsi="Arial" w:cs="Arial"/>
          <w:sz w:val="18"/>
          <w:szCs w:val="18"/>
        </w:rPr>
      </w:pPr>
      <w:bookmarkStart w:id="0" w:name="GSBox"/>
    </w:p>
    <w:tbl>
      <w:tblPr>
        <w:tblW w:w="9466"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28" w:type="dxa"/>
          <w:bottom w:w="29" w:type="dxa"/>
          <w:right w:w="115" w:type="dxa"/>
        </w:tblCellMar>
        <w:tblLook w:val="0000" w:firstRow="0" w:lastRow="0" w:firstColumn="0" w:lastColumn="0" w:noHBand="0" w:noVBand="0"/>
      </w:tblPr>
      <w:tblGrid>
        <w:gridCol w:w="2513"/>
        <w:gridCol w:w="6953"/>
      </w:tblGrid>
      <w:tr w:rsidR="00424964" w:rsidRPr="004F4407" w14:paraId="35F2615E" w14:textId="77777777" w:rsidTr="002F28F5">
        <w:trPr>
          <w:jc w:val="center"/>
        </w:trPr>
        <w:tc>
          <w:tcPr>
            <w:tcW w:w="9466" w:type="dxa"/>
            <w:gridSpan w:val="2"/>
            <w:shd w:val="clear" w:color="auto" w:fill="B42025"/>
          </w:tcPr>
          <w:bookmarkEnd w:id="0"/>
          <w:p w14:paraId="08C8F352" w14:textId="77777777" w:rsidR="00CE407D" w:rsidRPr="004F4407" w:rsidRDefault="000565D9" w:rsidP="00CE407D">
            <w:pPr>
              <w:shd w:val="clear" w:color="auto" w:fill="B42025"/>
              <w:overflowPunct/>
              <w:autoSpaceDE/>
              <w:autoSpaceDN/>
              <w:adjustRightInd/>
              <w:spacing w:after="0"/>
              <w:ind w:right="10"/>
              <w:jc w:val="center"/>
              <w:textAlignment w:val="auto"/>
              <w:rPr>
                <w:rFonts w:ascii="Corbel" w:hAnsi="Corbel" w:cs="Tahoma"/>
                <w:b/>
                <w:smallCaps/>
                <w:color w:val="FFFFFF"/>
                <w:spacing w:val="30"/>
                <w:sz w:val="36"/>
                <w:szCs w:val="24"/>
              </w:rPr>
            </w:pPr>
            <w:r w:rsidRPr="004F4407">
              <w:rPr>
                <w:rFonts w:ascii="Corbel" w:hAnsi="Corbel" w:cs="Tahoma"/>
                <w:b/>
                <w:smallCaps/>
                <w:color w:val="FFFFFF"/>
                <w:spacing w:val="30"/>
                <w:sz w:val="36"/>
                <w:szCs w:val="24"/>
              </w:rPr>
              <w:t>oneM2M</w:t>
            </w:r>
          </w:p>
          <w:p w14:paraId="202B3DE6" w14:textId="77777777" w:rsidR="00424964" w:rsidRPr="004F4407" w:rsidRDefault="00424964" w:rsidP="00CE407D">
            <w:pPr>
              <w:shd w:val="clear" w:color="auto" w:fill="B42025"/>
              <w:overflowPunct/>
              <w:autoSpaceDE/>
              <w:autoSpaceDN/>
              <w:adjustRightInd/>
              <w:spacing w:after="0"/>
              <w:ind w:right="10"/>
              <w:jc w:val="center"/>
              <w:textAlignment w:val="auto"/>
              <w:rPr>
                <w:rFonts w:ascii="Corbel" w:hAnsi="Corbel" w:cs="Tahoma"/>
                <w:b/>
                <w:smallCaps/>
                <w:color w:val="FFFFFF"/>
                <w:spacing w:val="30"/>
                <w:sz w:val="36"/>
                <w:szCs w:val="24"/>
              </w:rPr>
            </w:pPr>
            <w:r w:rsidRPr="004F4407">
              <w:rPr>
                <w:rFonts w:ascii="Corbel" w:hAnsi="Corbel" w:cs="Tahoma"/>
                <w:b/>
                <w:smallCaps/>
                <w:color w:val="FFFFFF"/>
                <w:spacing w:val="30"/>
                <w:sz w:val="36"/>
                <w:szCs w:val="24"/>
              </w:rPr>
              <w:t>Technical</w:t>
            </w:r>
            <w:r w:rsidR="002F28F5" w:rsidRPr="004F4407">
              <w:rPr>
                <w:rFonts w:ascii="Corbel" w:hAnsi="Corbel" w:cs="Tahoma"/>
                <w:b/>
                <w:smallCaps/>
                <w:color w:val="FFFFFF"/>
                <w:spacing w:val="30"/>
                <w:sz w:val="36"/>
                <w:szCs w:val="24"/>
              </w:rPr>
              <w:t xml:space="preserve"> </w:t>
            </w:r>
            <w:r w:rsidR="00CE407D" w:rsidRPr="004F4407">
              <w:rPr>
                <w:rFonts w:ascii="Corbel" w:hAnsi="Corbel" w:cs="Tahoma"/>
                <w:b/>
                <w:smallCaps/>
                <w:color w:val="FFFFFF"/>
                <w:spacing w:val="30"/>
                <w:sz w:val="36"/>
                <w:szCs w:val="24"/>
              </w:rPr>
              <w:t>Specification</w:t>
            </w:r>
          </w:p>
        </w:tc>
      </w:tr>
      <w:tr w:rsidR="00424964" w:rsidRPr="004F4407" w14:paraId="2336E3DA" w14:textId="77777777" w:rsidTr="002F28F5">
        <w:trPr>
          <w:jc w:val="center"/>
        </w:trPr>
        <w:tc>
          <w:tcPr>
            <w:tcW w:w="2513" w:type="dxa"/>
            <w:shd w:val="clear" w:color="auto" w:fill="A0A0A3"/>
          </w:tcPr>
          <w:p w14:paraId="2E8E318F"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Document</w:t>
            </w:r>
            <w:r w:rsidR="002F28F5" w:rsidRPr="004F4407">
              <w:rPr>
                <w:rFonts w:ascii="Corbel" w:hAnsi="Corbel"/>
                <w:bCs/>
                <w:color w:val="FFFFFF"/>
                <w:sz w:val="24"/>
                <w:szCs w:val="24"/>
              </w:rPr>
              <w:t xml:space="preserve"> </w:t>
            </w:r>
            <w:r w:rsidRPr="004F4407">
              <w:rPr>
                <w:rFonts w:ascii="Corbel" w:hAnsi="Corbel"/>
                <w:bCs/>
                <w:color w:val="FFFFFF"/>
                <w:sz w:val="24"/>
                <w:szCs w:val="24"/>
              </w:rPr>
              <w:t>Number</w:t>
            </w:r>
          </w:p>
        </w:tc>
        <w:tc>
          <w:tcPr>
            <w:tcW w:w="6953" w:type="dxa"/>
            <w:shd w:val="clear" w:color="auto" w:fill="FFFFFF"/>
          </w:tcPr>
          <w:p w14:paraId="20100FB2" w14:textId="52852CAE" w:rsidR="00424964" w:rsidRPr="004F4407" w:rsidRDefault="005E77DD" w:rsidP="006B6334">
            <w:pPr>
              <w:keepNext/>
              <w:keepLines/>
              <w:overflowPunct/>
              <w:autoSpaceDE/>
              <w:autoSpaceDN/>
              <w:adjustRightInd/>
              <w:spacing w:before="60" w:after="60"/>
              <w:ind w:right="10"/>
              <w:textAlignment w:val="auto"/>
              <w:rPr>
                <w:rFonts w:ascii="Corbel" w:eastAsia="BatangChe" w:hAnsi="Corbel"/>
                <w:sz w:val="22"/>
                <w:szCs w:val="24"/>
              </w:rPr>
            </w:pPr>
            <w:r w:rsidRPr="004F4407">
              <w:rPr>
                <w:rFonts w:ascii="Corbel" w:eastAsia="BatangChe" w:hAnsi="Corbel"/>
                <w:sz w:val="22"/>
                <w:szCs w:val="24"/>
              </w:rPr>
              <w:t>oneM2M-</w:t>
            </w:r>
            <w:r w:rsidR="00CE407D" w:rsidRPr="0032615D">
              <w:rPr>
                <w:rFonts w:ascii="Corbel" w:eastAsia="BatangChe" w:hAnsi="Corbel"/>
                <w:sz w:val="22"/>
                <w:szCs w:val="24"/>
              </w:rPr>
              <w:t>TS</w:t>
            </w:r>
            <w:r w:rsidR="00ED34DE" w:rsidRPr="004F4407">
              <w:rPr>
                <w:rFonts w:ascii="Corbel" w:eastAsia="BatangChe" w:hAnsi="Corbel"/>
                <w:sz w:val="22"/>
                <w:szCs w:val="24"/>
              </w:rPr>
              <w:t>-0019</w:t>
            </w:r>
            <w:r w:rsidR="00E034D0" w:rsidRPr="004F4407">
              <w:rPr>
                <w:rFonts w:ascii="Corbel" w:eastAsia="BatangChe" w:hAnsi="Corbel"/>
                <w:sz w:val="22"/>
                <w:szCs w:val="24"/>
              </w:rPr>
              <w:t>-V-</w:t>
            </w:r>
            <w:r w:rsidR="00795B37" w:rsidRPr="004F4407">
              <w:rPr>
                <w:rFonts w:ascii="Corbel" w:eastAsia="BatangChe" w:hAnsi="Corbel"/>
                <w:sz w:val="22"/>
                <w:szCs w:val="24"/>
              </w:rPr>
              <w:t>2</w:t>
            </w:r>
            <w:r w:rsidR="00E12639" w:rsidRPr="004F4407">
              <w:rPr>
                <w:rFonts w:ascii="Corbel" w:eastAsia="BatangChe" w:hAnsi="Corbel"/>
                <w:sz w:val="22"/>
                <w:szCs w:val="24"/>
              </w:rPr>
              <w:t>.</w:t>
            </w:r>
            <w:r w:rsidR="000B299E">
              <w:rPr>
                <w:rFonts w:ascii="Corbel" w:eastAsia="BatangChe" w:hAnsi="Corbel"/>
                <w:sz w:val="22"/>
                <w:szCs w:val="24"/>
              </w:rPr>
              <w:t>7</w:t>
            </w:r>
            <w:r w:rsidR="00C52119" w:rsidRPr="004F4407">
              <w:rPr>
                <w:rFonts w:ascii="Corbel" w:eastAsia="BatangChe" w:hAnsi="Corbel"/>
                <w:sz w:val="22"/>
                <w:szCs w:val="24"/>
              </w:rPr>
              <w:t>.</w:t>
            </w:r>
            <w:r w:rsidR="00BC3808">
              <w:rPr>
                <w:rFonts w:ascii="Corbel" w:eastAsia="BatangChe" w:hAnsi="Corbel"/>
                <w:sz w:val="22"/>
                <w:szCs w:val="24"/>
              </w:rPr>
              <w:t>0</w:t>
            </w:r>
          </w:p>
        </w:tc>
      </w:tr>
      <w:tr w:rsidR="00424964" w:rsidRPr="004F4407" w14:paraId="71595884" w14:textId="77777777" w:rsidTr="00802AA2">
        <w:trPr>
          <w:trHeight w:val="753"/>
          <w:jc w:val="center"/>
        </w:trPr>
        <w:tc>
          <w:tcPr>
            <w:tcW w:w="2513" w:type="dxa"/>
            <w:shd w:val="clear" w:color="auto" w:fill="A0A0A3"/>
          </w:tcPr>
          <w:p w14:paraId="0BCFE0EA"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Document</w:t>
            </w:r>
            <w:r w:rsidR="002F28F5" w:rsidRPr="004F4407">
              <w:rPr>
                <w:rFonts w:ascii="Corbel" w:hAnsi="Corbel"/>
                <w:bCs/>
                <w:color w:val="FFFFFF"/>
                <w:sz w:val="24"/>
                <w:szCs w:val="24"/>
              </w:rPr>
              <w:t xml:space="preserve"> </w:t>
            </w:r>
            <w:r w:rsidRPr="009B1594">
              <w:rPr>
                <w:rFonts w:ascii="Corbel" w:hAnsi="Corbel"/>
                <w:bCs/>
                <w:color w:val="FFFFFF"/>
                <w:sz w:val="24"/>
                <w:szCs w:val="24"/>
              </w:rPr>
              <w:t>Name</w:t>
            </w:r>
            <w:r w:rsidRPr="004F4407">
              <w:rPr>
                <w:rFonts w:ascii="Corbel" w:hAnsi="Corbel"/>
                <w:bCs/>
                <w:color w:val="FFFFFF"/>
                <w:sz w:val="24"/>
                <w:szCs w:val="24"/>
              </w:rPr>
              <w:t>:</w:t>
            </w:r>
          </w:p>
        </w:tc>
        <w:tc>
          <w:tcPr>
            <w:tcW w:w="6953" w:type="dxa"/>
            <w:shd w:val="clear" w:color="auto" w:fill="FFFFFF"/>
          </w:tcPr>
          <w:p w14:paraId="40F425C2" w14:textId="77777777" w:rsidR="00424964" w:rsidRPr="004F4407" w:rsidRDefault="00515A34" w:rsidP="00424964">
            <w:pPr>
              <w:keepNext/>
              <w:keepLines/>
              <w:overflowPunct/>
              <w:autoSpaceDE/>
              <w:autoSpaceDN/>
              <w:adjustRightInd/>
              <w:spacing w:before="60" w:after="60"/>
              <w:ind w:right="10"/>
              <w:textAlignment w:val="auto"/>
              <w:rPr>
                <w:rFonts w:ascii="Corbel" w:eastAsia="BatangChe" w:hAnsi="Corbel"/>
                <w:sz w:val="22"/>
                <w:szCs w:val="24"/>
              </w:rPr>
            </w:pPr>
            <w:r w:rsidRPr="004F4407">
              <w:rPr>
                <w:rFonts w:ascii="Corbel" w:eastAsia="BatangChe" w:hAnsi="Corbel" w:hint="eastAsia"/>
                <w:sz w:val="22"/>
                <w:szCs w:val="24"/>
              </w:rPr>
              <w:t>Abstract</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Test</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Suite</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and</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Implementation</w:t>
            </w:r>
            <w:r w:rsidR="002F28F5" w:rsidRPr="004F4407">
              <w:rPr>
                <w:rFonts w:ascii="Corbel" w:eastAsia="BatangChe" w:hAnsi="Corbel" w:hint="eastAsia"/>
                <w:sz w:val="22"/>
                <w:szCs w:val="24"/>
              </w:rPr>
              <w:t xml:space="preserve"> </w:t>
            </w:r>
            <w:proofErr w:type="spellStart"/>
            <w:r w:rsidRPr="004F4407">
              <w:rPr>
                <w:rFonts w:ascii="Corbel" w:eastAsia="BatangChe" w:hAnsi="Corbel" w:hint="eastAsia"/>
                <w:sz w:val="22"/>
                <w:szCs w:val="24"/>
              </w:rPr>
              <w:t>eXtra</w:t>
            </w:r>
            <w:proofErr w:type="spellEnd"/>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Information</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for</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Test</w:t>
            </w:r>
            <w:r w:rsidR="002F28F5" w:rsidRPr="004F4407">
              <w:rPr>
                <w:rFonts w:ascii="Corbel" w:eastAsia="BatangChe" w:hAnsi="Corbel"/>
                <w:sz w:val="22"/>
                <w:szCs w:val="24"/>
              </w:rPr>
              <w:t xml:space="preserve"> </w:t>
            </w:r>
          </w:p>
        </w:tc>
      </w:tr>
      <w:tr w:rsidR="00424964" w:rsidRPr="004F4407" w14:paraId="408808F2" w14:textId="77777777" w:rsidTr="002F28F5">
        <w:trPr>
          <w:jc w:val="center"/>
        </w:trPr>
        <w:tc>
          <w:tcPr>
            <w:tcW w:w="2513" w:type="dxa"/>
            <w:shd w:val="clear" w:color="auto" w:fill="A0A0A3"/>
          </w:tcPr>
          <w:p w14:paraId="0BA5C661"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Date:</w:t>
            </w:r>
          </w:p>
        </w:tc>
        <w:tc>
          <w:tcPr>
            <w:tcW w:w="6953" w:type="dxa"/>
            <w:shd w:val="clear" w:color="auto" w:fill="FFFFFF"/>
          </w:tcPr>
          <w:p w14:paraId="71B8259E" w14:textId="32212A3A" w:rsidR="00424964" w:rsidRPr="004F4407" w:rsidRDefault="00DC0EE0" w:rsidP="00AA1793">
            <w:pPr>
              <w:keepNext/>
              <w:keepLines/>
              <w:overflowPunct/>
              <w:autoSpaceDE/>
              <w:autoSpaceDN/>
              <w:adjustRightInd/>
              <w:spacing w:before="60" w:after="60"/>
              <w:ind w:right="10"/>
              <w:textAlignment w:val="auto"/>
              <w:rPr>
                <w:rFonts w:ascii="Corbel" w:eastAsia="BatangChe" w:hAnsi="Corbel"/>
                <w:sz w:val="22"/>
                <w:szCs w:val="24"/>
              </w:rPr>
            </w:pPr>
            <w:r>
              <w:rPr>
                <w:rFonts w:ascii="Corbel" w:eastAsia="BatangChe" w:hAnsi="Corbel"/>
                <w:sz w:val="22"/>
                <w:szCs w:val="24"/>
              </w:rPr>
              <w:t>202</w:t>
            </w:r>
            <w:r w:rsidR="00DB081D">
              <w:rPr>
                <w:rFonts w:ascii="Corbel" w:eastAsia="BatangChe" w:hAnsi="Corbel"/>
                <w:sz w:val="22"/>
                <w:szCs w:val="24"/>
              </w:rPr>
              <w:t>2</w:t>
            </w:r>
            <w:r>
              <w:rPr>
                <w:rFonts w:ascii="Corbel" w:eastAsia="BatangChe" w:hAnsi="Corbel"/>
                <w:sz w:val="22"/>
                <w:szCs w:val="24"/>
              </w:rPr>
              <w:t xml:space="preserve"> </w:t>
            </w:r>
            <w:proofErr w:type="gramStart"/>
            <w:r w:rsidR="00700C47">
              <w:rPr>
                <w:rFonts w:ascii="Corbel" w:eastAsia="BatangChe" w:hAnsi="Corbel"/>
                <w:sz w:val="22"/>
                <w:szCs w:val="24"/>
              </w:rPr>
              <w:t xml:space="preserve">January </w:t>
            </w:r>
            <w:r w:rsidR="000B299E">
              <w:rPr>
                <w:rFonts w:ascii="Corbel" w:eastAsia="BatangChe" w:hAnsi="Corbel"/>
                <w:sz w:val="22"/>
                <w:szCs w:val="24"/>
              </w:rPr>
              <w:t xml:space="preserve"> 26</w:t>
            </w:r>
            <w:proofErr w:type="gramEnd"/>
          </w:p>
        </w:tc>
      </w:tr>
      <w:tr w:rsidR="00424964" w:rsidRPr="004F4407" w14:paraId="4676AC13" w14:textId="77777777" w:rsidTr="002F28F5">
        <w:trPr>
          <w:jc w:val="center"/>
        </w:trPr>
        <w:tc>
          <w:tcPr>
            <w:tcW w:w="2513" w:type="dxa"/>
            <w:shd w:val="clear" w:color="auto" w:fill="A0A0A3"/>
          </w:tcPr>
          <w:p w14:paraId="3DCC1125"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Abstract</w:t>
            </w:r>
            <w:r w:rsidR="00C40550" w:rsidRPr="004F4407">
              <w:rPr>
                <w:rFonts w:ascii="Corbel" w:hAnsi="Corbel"/>
                <w:bCs/>
                <w:color w:val="FFFFFF"/>
                <w:sz w:val="24"/>
                <w:szCs w:val="24"/>
              </w:rPr>
              <w:t>:</w:t>
            </w:r>
          </w:p>
        </w:tc>
        <w:tc>
          <w:tcPr>
            <w:tcW w:w="6953" w:type="dxa"/>
            <w:shd w:val="clear" w:color="auto" w:fill="FFFFFF"/>
          </w:tcPr>
          <w:p w14:paraId="58BA7B20" w14:textId="77777777" w:rsidR="00A6678C" w:rsidRPr="004F4407" w:rsidRDefault="00A6678C" w:rsidP="00A6678C">
            <w:pPr>
              <w:pStyle w:val="oneM2M-Normal"/>
            </w:pPr>
            <w:r w:rsidRPr="004F4407">
              <w:rPr>
                <w:rFonts w:hint="eastAsia"/>
              </w:rPr>
              <w:t>Abstract</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Suite</w:t>
            </w:r>
            <w:r w:rsidR="002F28F5" w:rsidRPr="004F4407">
              <w:rPr>
                <w:rFonts w:hint="eastAsia"/>
              </w:rPr>
              <w:t xml:space="preserve"> </w:t>
            </w:r>
            <w:r w:rsidRPr="004F4407">
              <w:rPr>
                <w:rFonts w:hint="eastAsia"/>
              </w:rPr>
              <w:t>and</w:t>
            </w:r>
            <w:r w:rsidR="002F28F5" w:rsidRPr="004F4407">
              <w:rPr>
                <w:rFonts w:hint="eastAsia"/>
              </w:rPr>
              <w:t xml:space="preserve"> </w:t>
            </w:r>
            <w:r w:rsidRPr="004F4407">
              <w:rPr>
                <w:rFonts w:hint="eastAsia"/>
              </w:rPr>
              <w:t>Implementation</w:t>
            </w:r>
            <w:r w:rsidR="002F28F5" w:rsidRPr="004F4407">
              <w:rPr>
                <w:rFonts w:hint="eastAsia"/>
              </w:rPr>
              <w:t xml:space="preserve"> </w:t>
            </w:r>
            <w:proofErr w:type="spellStart"/>
            <w:r w:rsidRPr="004F4407">
              <w:rPr>
                <w:rFonts w:hint="eastAsia"/>
              </w:rPr>
              <w:t>eXtra</w:t>
            </w:r>
            <w:proofErr w:type="spellEnd"/>
            <w:r w:rsidR="002F28F5" w:rsidRPr="004F4407">
              <w:rPr>
                <w:rFonts w:hint="eastAsia"/>
              </w:rPr>
              <w:t xml:space="preserve"> </w:t>
            </w:r>
            <w:r w:rsidRPr="004F4407">
              <w:rPr>
                <w:rFonts w:hint="eastAsia"/>
              </w:rPr>
              <w:t>Information</w:t>
            </w:r>
            <w:r w:rsidR="002F28F5" w:rsidRPr="004F4407">
              <w:rPr>
                <w:rFonts w:hint="eastAsia"/>
              </w:rPr>
              <w:t xml:space="preserve"> </w:t>
            </w:r>
            <w:r w:rsidRPr="004F4407">
              <w:rPr>
                <w:rFonts w:hint="eastAsia"/>
              </w:rPr>
              <w:t>for</w:t>
            </w:r>
            <w:r w:rsidR="002F28F5" w:rsidRPr="004F4407">
              <w:rPr>
                <w:rFonts w:hint="eastAsia"/>
              </w:rPr>
              <w:t xml:space="preserve"> </w:t>
            </w:r>
            <w:r w:rsidRPr="004F4407">
              <w:rPr>
                <w:rFonts w:hint="eastAsia"/>
              </w:rPr>
              <w:t>Test</w:t>
            </w:r>
            <w:r w:rsidR="002F28F5" w:rsidRPr="004F4407">
              <w:t xml:space="preserve"> </w:t>
            </w:r>
            <w:r w:rsidRPr="004F4407">
              <w:t>consists</w:t>
            </w:r>
            <w:r w:rsidR="002F28F5" w:rsidRPr="004F4407">
              <w:t xml:space="preserve"> </w:t>
            </w:r>
            <w:proofErr w:type="gramStart"/>
            <w:r w:rsidRPr="004F4407">
              <w:t>of</w:t>
            </w:r>
            <w:r w:rsidR="002F28F5" w:rsidRPr="004F4407">
              <w:t xml:space="preserve"> </w:t>
            </w:r>
            <w:r w:rsidRPr="004F4407">
              <w:t>:</w:t>
            </w:r>
            <w:proofErr w:type="gramEnd"/>
          </w:p>
          <w:p w14:paraId="05126DCB" w14:textId="77777777" w:rsidR="00A6678C" w:rsidRPr="004F4407" w:rsidRDefault="00A6678C" w:rsidP="00A6678C">
            <w:pPr>
              <w:pStyle w:val="oneM2M-Normal"/>
            </w:pPr>
            <w:r w:rsidRPr="004F4407">
              <w:rPr>
                <w:rFonts w:hint="eastAsia"/>
              </w:rPr>
              <w:t>-</w:t>
            </w:r>
            <w:r w:rsidRPr="004F4407">
              <w:rPr>
                <w:rFonts w:hint="eastAsia"/>
              </w:rPr>
              <w:tab/>
              <w:t>Definition</w:t>
            </w:r>
            <w:r w:rsidR="002F28F5" w:rsidRPr="004F4407">
              <w:rPr>
                <w:rFonts w:hint="eastAsia"/>
              </w:rPr>
              <w:t xml:space="preserve"> </w:t>
            </w:r>
            <w:r w:rsidRPr="004F4407">
              <w:rPr>
                <w:rFonts w:hint="eastAsia"/>
              </w:rPr>
              <w:t>of</w:t>
            </w:r>
            <w:r w:rsidR="002F28F5" w:rsidRPr="004F4407">
              <w:rPr>
                <w:rFonts w:hint="eastAsia"/>
              </w:rPr>
              <w:t xml:space="preserve"> </w:t>
            </w:r>
            <w:r w:rsidRPr="004F4407">
              <w:rPr>
                <w:rFonts w:hint="eastAsia"/>
              </w:rPr>
              <w:t>the</w:t>
            </w:r>
            <w:r w:rsidR="002F28F5" w:rsidRPr="004F4407">
              <w:rPr>
                <w:rFonts w:hint="eastAsia"/>
              </w:rPr>
              <w:t xml:space="preserve"> </w:t>
            </w:r>
            <w:r w:rsidRPr="004F4407">
              <w:rPr>
                <w:rFonts w:hint="eastAsia"/>
              </w:rPr>
              <w:t>Abstract</w:t>
            </w:r>
            <w:r w:rsidR="002F28F5" w:rsidRPr="004F4407">
              <w:rPr>
                <w:rFonts w:hint="eastAsia"/>
              </w:rPr>
              <w:t xml:space="preserve"> </w:t>
            </w:r>
            <w:r w:rsidRPr="004F4407">
              <w:rPr>
                <w:rFonts w:hint="eastAsia"/>
              </w:rPr>
              <w:t>Protocol</w:t>
            </w:r>
            <w:r w:rsidR="002F28F5" w:rsidRPr="004F4407">
              <w:rPr>
                <w:rFonts w:hint="eastAsia"/>
              </w:rPr>
              <w:t xml:space="preserve"> </w:t>
            </w:r>
            <w:r w:rsidRPr="004F4407">
              <w:rPr>
                <w:rFonts w:hint="eastAsia"/>
              </w:rPr>
              <w:t>Tester</w:t>
            </w:r>
            <w:r w:rsidR="002F28F5" w:rsidRPr="004F4407">
              <w:rPr>
                <w:rFonts w:hint="eastAsia"/>
              </w:rPr>
              <w:t xml:space="preserve"> </w:t>
            </w:r>
            <w:r w:rsidRPr="004F4407">
              <w:rPr>
                <w:rFonts w:hint="eastAsia"/>
              </w:rPr>
              <w:t>(</w:t>
            </w:r>
            <w:r w:rsidRPr="0032615D">
              <w:rPr>
                <w:rFonts w:hint="eastAsia"/>
              </w:rPr>
              <w:t>APT</w:t>
            </w:r>
            <w:r w:rsidRPr="004F4407">
              <w:rPr>
                <w:rFonts w:hint="eastAsia"/>
              </w:rPr>
              <w:t>)</w:t>
            </w:r>
          </w:p>
          <w:p w14:paraId="2F0ABF31" w14:textId="77777777" w:rsidR="00A6678C" w:rsidRPr="004F4407" w:rsidRDefault="00A6678C" w:rsidP="00A6678C">
            <w:pPr>
              <w:pStyle w:val="oneM2M-Normal"/>
            </w:pPr>
            <w:r w:rsidRPr="004F4407">
              <w:rPr>
                <w:rFonts w:hint="eastAsia"/>
              </w:rPr>
              <w:t>-</w:t>
            </w:r>
            <w:r w:rsidRPr="004F4407">
              <w:rPr>
                <w:rFonts w:hint="eastAsia"/>
              </w:rPr>
              <w:tab/>
              <w:t>Definition</w:t>
            </w:r>
            <w:r w:rsidR="002F28F5" w:rsidRPr="004F4407">
              <w:rPr>
                <w:rFonts w:hint="eastAsia"/>
              </w:rPr>
              <w:t xml:space="preserve"> </w:t>
            </w:r>
            <w:r w:rsidRPr="004F4407">
              <w:rPr>
                <w:rFonts w:hint="eastAsia"/>
              </w:rPr>
              <w:t>of</w:t>
            </w:r>
            <w:r w:rsidR="002F28F5" w:rsidRPr="004F4407">
              <w:rPr>
                <w:rFonts w:hint="eastAsia"/>
              </w:rPr>
              <w:t xml:space="preserve"> </w:t>
            </w:r>
            <w:r w:rsidRPr="0032615D">
              <w:rPr>
                <w:rFonts w:hint="eastAsia"/>
              </w:rPr>
              <w:t>TTCN</w:t>
            </w:r>
            <w:r w:rsidRPr="004F4407">
              <w:rPr>
                <w:rFonts w:hint="eastAsia"/>
              </w:rPr>
              <w:t>-3</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architecture</w:t>
            </w:r>
          </w:p>
          <w:p w14:paraId="4A55885A" w14:textId="77777777" w:rsidR="00A6678C" w:rsidRPr="004F4407" w:rsidRDefault="00A6678C" w:rsidP="00A6678C">
            <w:pPr>
              <w:pStyle w:val="oneM2M-Normal"/>
            </w:pPr>
            <w:r w:rsidRPr="004F4407">
              <w:rPr>
                <w:rFonts w:hint="eastAsia"/>
              </w:rPr>
              <w:t>-</w:t>
            </w:r>
            <w:r w:rsidRPr="004F4407">
              <w:rPr>
                <w:rFonts w:hint="eastAsia"/>
              </w:rPr>
              <w:tab/>
              <w:t>Development</w:t>
            </w:r>
            <w:r w:rsidR="002F28F5" w:rsidRPr="004F4407">
              <w:rPr>
                <w:rFonts w:hint="eastAsia"/>
              </w:rPr>
              <w:t xml:space="preserve"> </w:t>
            </w:r>
            <w:r w:rsidRPr="004F4407">
              <w:rPr>
                <w:rFonts w:hint="eastAsia"/>
              </w:rPr>
              <w:t>of</w:t>
            </w:r>
            <w:r w:rsidR="002F28F5" w:rsidRPr="004F4407">
              <w:rPr>
                <w:rFonts w:hint="eastAsia"/>
              </w:rPr>
              <w:t xml:space="preserve"> </w:t>
            </w:r>
            <w:r w:rsidRPr="0032615D">
              <w:rPr>
                <w:rFonts w:hint="eastAsia"/>
              </w:rPr>
              <w:t>TTCN</w:t>
            </w:r>
            <w:r w:rsidRPr="004F4407">
              <w:rPr>
                <w:rFonts w:hint="eastAsia"/>
              </w:rPr>
              <w:t>-3</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suite,</w:t>
            </w:r>
            <w:r w:rsidR="002F28F5" w:rsidRPr="004F4407">
              <w:rPr>
                <w:rFonts w:hint="eastAsia"/>
              </w:rPr>
              <w:t xml:space="preserve"> </w:t>
            </w:r>
            <w:r w:rsidRPr="004F4407">
              <w:rPr>
                <w:rFonts w:hint="eastAsia"/>
              </w:rPr>
              <w:t>e.g.</w:t>
            </w:r>
            <w:r w:rsidR="002F28F5" w:rsidRPr="004F4407">
              <w:rPr>
                <w:rFonts w:hint="eastAsia"/>
              </w:rPr>
              <w:t xml:space="preserve"> </w:t>
            </w:r>
            <w:r w:rsidRPr="004F4407">
              <w:rPr>
                <w:rFonts w:hint="eastAsia"/>
              </w:rPr>
              <w:t>naming</w:t>
            </w:r>
            <w:r w:rsidR="002F28F5" w:rsidRPr="004F4407">
              <w:rPr>
                <w:rFonts w:hint="eastAsia"/>
              </w:rPr>
              <w:t xml:space="preserve"> </w:t>
            </w:r>
            <w:r w:rsidRPr="004F4407">
              <w:rPr>
                <w:rFonts w:hint="eastAsia"/>
              </w:rPr>
              <w:t>conventions,</w:t>
            </w:r>
            <w:r w:rsidR="002F28F5" w:rsidRPr="004F4407">
              <w:rPr>
                <w:rFonts w:hint="eastAsia"/>
              </w:rPr>
              <w:t xml:space="preserve"> </w:t>
            </w:r>
            <w:r w:rsidRPr="004F4407">
              <w:rPr>
                <w:rFonts w:hint="eastAsia"/>
              </w:rPr>
              <w:t>code</w:t>
            </w:r>
            <w:r w:rsidR="002F28F5" w:rsidRPr="004F4407">
              <w:rPr>
                <w:rFonts w:hint="eastAsia"/>
              </w:rPr>
              <w:t xml:space="preserve"> </w:t>
            </w:r>
            <w:r w:rsidRPr="004F4407">
              <w:rPr>
                <w:rFonts w:hint="eastAsia"/>
              </w:rPr>
              <w:t>documentation,</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case</w:t>
            </w:r>
            <w:r w:rsidR="002F28F5" w:rsidRPr="004F4407">
              <w:rPr>
                <w:rFonts w:hint="eastAsia"/>
              </w:rPr>
              <w:t xml:space="preserve"> </w:t>
            </w:r>
            <w:r w:rsidRPr="004F4407">
              <w:rPr>
                <w:rFonts w:hint="eastAsia"/>
              </w:rPr>
              <w:t>structure.</w:t>
            </w:r>
          </w:p>
          <w:p w14:paraId="57037F92" w14:textId="7DE076F3" w:rsidR="00D37DA4" w:rsidRPr="004F4407" w:rsidRDefault="00A6678C" w:rsidP="00D37DA4">
            <w:pPr>
              <w:pStyle w:val="oneM2M-Normal"/>
            </w:pPr>
            <w:r w:rsidRPr="004F4407">
              <w:rPr>
                <w:rFonts w:hint="eastAsia"/>
              </w:rPr>
              <w:t>-</w:t>
            </w:r>
            <w:r w:rsidRPr="004F4407">
              <w:rPr>
                <w:rFonts w:hint="eastAsia"/>
              </w:rPr>
              <w:tab/>
            </w:r>
            <w:r w:rsidRPr="0032615D">
              <w:rPr>
                <w:rFonts w:hint="eastAsia"/>
              </w:rPr>
              <w:t>IXIT</w:t>
            </w:r>
            <w:r w:rsidR="002F28F5" w:rsidRPr="004F4407">
              <w:rPr>
                <w:rFonts w:hint="eastAsia"/>
              </w:rPr>
              <w:t xml:space="preserve"> </w:t>
            </w:r>
            <w:proofErr w:type="gramStart"/>
            <w:r w:rsidRPr="004F4407">
              <w:rPr>
                <w:rFonts w:hint="eastAsia"/>
              </w:rPr>
              <w:t>proforma</w:t>
            </w:r>
            <w:r w:rsidRPr="004F4407">
              <w:t>;</w:t>
            </w:r>
            <w:proofErr w:type="gramEnd"/>
            <w:r w:rsidR="002F28F5" w:rsidRPr="004F4407">
              <w:t xml:space="preserve"> </w:t>
            </w:r>
          </w:p>
          <w:p w14:paraId="3C41E18D" w14:textId="77777777" w:rsidR="00424964" w:rsidRPr="004F4407" w:rsidRDefault="00424964" w:rsidP="00D37DA4">
            <w:pPr>
              <w:pStyle w:val="oneM2M-Normal"/>
              <w:rPr>
                <w:rFonts w:ascii="Corbel" w:eastAsia="BatangChe" w:hAnsi="Corbel"/>
                <w:sz w:val="22"/>
              </w:rPr>
            </w:pPr>
          </w:p>
        </w:tc>
      </w:tr>
      <w:tr w:rsidR="00D7373D" w:rsidRPr="004F4407" w14:paraId="06DCB2EF" w14:textId="77777777" w:rsidTr="002F28F5">
        <w:tblPrEx>
          <w:tblLook w:val="04A0" w:firstRow="1" w:lastRow="0" w:firstColumn="1" w:lastColumn="0" w:noHBand="0" w:noVBand="1"/>
        </w:tblPrEx>
        <w:trPr>
          <w:jc w:val="center"/>
        </w:trPr>
        <w:tc>
          <w:tcPr>
            <w:tcW w:w="9466" w:type="dxa"/>
            <w:gridSpan w:val="2"/>
            <w:tcBorders>
              <w:top w:val="single" w:sz="4" w:space="0" w:color="A0A0A3"/>
              <w:left w:val="single" w:sz="4" w:space="0" w:color="A0A0A3"/>
              <w:bottom w:val="single" w:sz="4" w:space="0" w:color="A0A0A3"/>
              <w:right w:val="single" w:sz="4" w:space="0" w:color="A0A0A3"/>
            </w:tcBorders>
            <w:shd w:val="clear" w:color="auto" w:fill="A0A0A3"/>
            <w:hideMark/>
          </w:tcPr>
          <w:p w14:paraId="51B4242D" w14:textId="4C8CDB7C" w:rsidR="00D7373D" w:rsidRPr="004F4407" w:rsidRDefault="00D7373D" w:rsidP="00855B78">
            <w:pPr>
              <w:pStyle w:val="oneM2M-CoverTableLeft"/>
              <w:tabs>
                <w:tab w:val="left" w:pos="6248"/>
              </w:tabs>
              <w:rPr>
                <w:sz w:val="16"/>
                <w:szCs w:val="16"/>
                <w:lang w:val="en-GB" w:eastAsia="ja-JP"/>
              </w:rPr>
            </w:pPr>
            <w:r w:rsidRPr="004F4407">
              <w:rPr>
                <w:sz w:val="16"/>
                <w:szCs w:val="16"/>
                <w:lang w:val="en-GB"/>
              </w:rPr>
              <w:t>Template</w:t>
            </w:r>
            <w:r w:rsidR="002F28F5" w:rsidRPr="004F4407">
              <w:rPr>
                <w:sz w:val="16"/>
                <w:szCs w:val="16"/>
                <w:lang w:val="en-GB"/>
              </w:rPr>
              <w:t xml:space="preserve"> </w:t>
            </w:r>
            <w:r w:rsidRPr="004F4407">
              <w:rPr>
                <w:sz w:val="16"/>
                <w:szCs w:val="16"/>
                <w:lang w:val="en-GB"/>
              </w:rPr>
              <w:t>Version:23</w:t>
            </w:r>
            <w:r w:rsidR="002F28F5" w:rsidRPr="004F4407">
              <w:rPr>
                <w:sz w:val="16"/>
                <w:szCs w:val="16"/>
                <w:lang w:val="en-GB" w:eastAsia="ja-JP"/>
              </w:rPr>
              <w:t xml:space="preserve"> </w:t>
            </w:r>
            <w:r w:rsidRPr="004F4407">
              <w:rPr>
                <w:sz w:val="16"/>
                <w:szCs w:val="16"/>
                <w:lang w:val="en-GB" w:eastAsia="ja-JP"/>
              </w:rPr>
              <w:t>February</w:t>
            </w:r>
            <w:r w:rsidR="002F28F5" w:rsidRPr="004F4407">
              <w:rPr>
                <w:sz w:val="16"/>
                <w:szCs w:val="16"/>
                <w:lang w:val="en-GB" w:eastAsia="ja-JP"/>
              </w:rPr>
              <w:t xml:space="preserve"> </w:t>
            </w:r>
            <w:r w:rsidRPr="004F4407">
              <w:rPr>
                <w:sz w:val="16"/>
                <w:szCs w:val="16"/>
                <w:lang w:val="en-GB" w:eastAsia="ja-JP"/>
              </w:rPr>
              <w:t>2015</w:t>
            </w:r>
            <w:r w:rsidR="002F28F5" w:rsidRPr="004F4407">
              <w:rPr>
                <w:sz w:val="16"/>
                <w:szCs w:val="16"/>
                <w:lang w:val="en-GB" w:eastAsia="ja-JP"/>
              </w:rPr>
              <w:t xml:space="preserve"> </w:t>
            </w:r>
            <w:r w:rsidRPr="004F4407">
              <w:rPr>
                <w:sz w:val="16"/>
                <w:szCs w:val="16"/>
                <w:lang w:val="en-GB" w:eastAsia="ja-JP"/>
              </w:rPr>
              <w:t>(Do</w:t>
            </w:r>
            <w:r w:rsidR="002F28F5" w:rsidRPr="004F4407">
              <w:rPr>
                <w:sz w:val="16"/>
                <w:szCs w:val="16"/>
                <w:lang w:val="en-GB" w:eastAsia="ja-JP"/>
              </w:rPr>
              <w:t xml:space="preserve"> </w:t>
            </w:r>
            <w:r w:rsidRPr="004F4407">
              <w:rPr>
                <w:sz w:val="16"/>
                <w:szCs w:val="16"/>
                <w:lang w:val="en-GB" w:eastAsia="ja-JP"/>
              </w:rPr>
              <w:t>not</w:t>
            </w:r>
            <w:r w:rsidR="002F28F5" w:rsidRPr="004F4407">
              <w:rPr>
                <w:sz w:val="16"/>
                <w:szCs w:val="16"/>
                <w:lang w:val="en-GB" w:eastAsia="ja-JP"/>
              </w:rPr>
              <w:t xml:space="preserve"> </w:t>
            </w:r>
            <w:r w:rsidRPr="004F4407">
              <w:rPr>
                <w:sz w:val="16"/>
                <w:szCs w:val="16"/>
                <w:lang w:val="en-GB" w:eastAsia="ja-JP"/>
              </w:rPr>
              <w:t>modify)</w:t>
            </w:r>
          </w:p>
        </w:tc>
      </w:tr>
    </w:tbl>
    <w:p w14:paraId="5BC93378"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50C868B8"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33664ACA"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764FE918"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72AE2305"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1D8266D6"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2EAFE880" w14:textId="77777777" w:rsidR="00E278AD" w:rsidRPr="004F4407" w:rsidRDefault="00E278AD" w:rsidP="00E278AD">
      <w:pPr>
        <w:rPr>
          <w:rFonts w:eastAsia="Calibri"/>
          <w:color w:val="000000"/>
          <w:sz w:val="22"/>
          <w:szCs w:val="22"/>
        </w:rPr>
      </w:pPr>
      <w:r w:rsidRPr="004F4407">
        <w:rPr>
          <w:rFonts w:eastAsia="Calibri"/>
          <w:color w:val="000000"/>
          <w:sz w:val="22"/>
          <w:szCs w:val="22"/>
        </w:rPr>
        <w:t xml:space="preserve">This Specification is provided for future development work within oneM2M </w:t>
      </w:r>
      <w:r w:rsidRPr="0032615D">
        <w:rPr>
          <w:rFonts w:eastAsia="Calibri"/>
          <w:sz w:val="22"/>
          <w:szCs w:val="22"/>
        </w:rPr>
        <w:t>only</w:t>
      </w:r>
      <w:r w:rsidRPr="004F4407">
        <w:rPr>
          <w:rFonts w:eastAsia="Calibri"/>
          <w:color w:val="000000"/>
          <w:sz w:val="22"/>
          <w:szCs w:val="22"/>
        </w:rPr>
        <w:t>. The Partners accept no liability for any use of this Specification.</w:t>
      </w:r>
    </w:p>
    <w:p w14:paraId="2D77384A" w14:textId="77777777" w:rsidR="00BC33F7" w:rsidRPr="004F4407" w:rsidRDefault="00E278AD" w:rsidP="00E278AD">
      <w:r w:rsidRPr="004F4407">
        <w:rPr>
          <w:rFonts w:eastAsia="Calibri"/>
          <w:color w:val="000000"/>
          <w:sz w:val="22"/>
          <w:szCs w:val="22"/>
        </w:rPr>
        <w:t>The present document has not been subject to any approval process by the oneM2M Partners Type 1.  Published oneM2M specifications and reports for implementation should be obtained via the oneM2M Partners</w:t>
      </w:r>
      <w:r w:rsidR="00DA57DD" w:rsidRPr="004F4407">
        <w:rPr>
          <w:rFonts w:eastAsia="Calibri"/>
          <w:color w:val="000000"/>
          <w:sz w:val="22"/>
          <w:szCs w:val="22"/>
        </w:rPr>
        <w:t>'</w:t>
      </w:r>
      <w:r w:rsidRPr="004F4407">
        <w:rPr>
          <w:rFonts w:eastAsia="Calibri"/>
          <w:color w:val="000000"/>
          <w:sz w:val="22"/>
          <w:szCs w:val="22"/>
        </w:rPr>
        <w:t xml:space="preserve"> Publications Offices.</w:t>
      </w:r>
    </w:p>
    <w:p w14:paraId="51B734CA" w14:textId="77777777" w:rsidR="00BC33F7" w:rsidRPr="004F4407" w:rsidRDefault="00BC33F7" w:rsidP="00BC33F7"/>
    <w:p w14:paraId="7C711547" w14:textId="77777777" w:rsidR="00BC33F7" w:rsidRPr="004F4407" w:rsidRDefault="00BC33F7" w:rsidP="00BC33F7"/>
    <w:p w14:paraId="194A3437" w14:textId="77777777" w:rsidR="00E278AD" w:rsidRPr="004F4407" w:rsidRDefault="00787554" w:rsidP="00E278AD">
      <w:pPr>
        <w:spacing w:after="200"/>
        <w:ind w:left="720"/>
        <w:rPr>
          <w:rFonts w:eastAsia="Calibri"/>
          <w:sz w:val="22"/>
          <w:szCs w:val="22"/>
        </w:rPr>
      </w:pPr>
      <w:r w:rsidRPr="004F4407">
        <w:rPr>
          <w:sz w:val="36"/>
          <w:szCs w:val="36"/>
        </w:rPr>
        <w:br w:type="page"/>
      </w:r>
      <w:r w:rsidR="00E278AD" w:rsidRPr="004F4407">
        <w:rPr>
          <w:rFonts w:eastAsia="Calibri"/>
          <w:sz w:val="22"/>
          <w:szCs w:val="22"/>
        </w:rPr>
        <w:lastRenderedPageBreak/>
        <w:t xml:space="preserve">About oneM2M </w:t>
      </w:r>
    </w:p>
    <w:p w14:paraId="4EC1D95A" w14:textId="77777777" w:rsidR="00E278AD" w:rsidRPr="004F4407" w:rsidRDefault="00E278AD" w:rsidP="00E278AD">
      <w:pPr>
        <w:tabs>
          <w:tab w:val="left" w:pos="810"/>
          <w:tab w:val="left" w:pos="1350"/>
        </w:tabs>
        <w:overflowPunct/>
        <w:autoSpaceDE/>
        <w:autoSpaceDN/>
        <w:adjustRightInd/>
        <w:spacing w:after="200"/>
        <w:ind w:left="1440"/>
        <w:textAlignment w:val="auto"/>
        <w:rPr>
          <w:rFonts w:eastAsia="Calibri"/>
          <w:sz w:val="22"/>
          <w:szCs w:val="22"/>
        </w:rPr>
      </w:pPr>
      <w:r w:rsidRPr="004F4407">
        <w:rPr>
          <w:rFonts w:eastAsia="Calibri"/>
          <w:sz w:val="22"/>
          <w:szCs w:val="22"/>
        </w:rPr>
        <w:t xml:space="preserve">The purpose and goal of oneM2M is to develop technical specifications which address the need for a common M2M Service Layer that can be readily embedded within various hardware and </w:t>
      </w:r>
      <w:proofErr w:type="gramStart"/>
      <w:r w:rsidRPr="004F4407">
        <w:rPr>
          <w:rFonts w:eastAsia="Calibri"/>
          <w:sz w:val="22"/>
          <w:szCs w:val="22"/>
        </w:rPr>
        <w:t>software, and</w:t>
      </w:r>
      <w:proofErr w:type="gramEnd"/>
      <w:r w:rsidRPr="004F4407">
        <w:rPr>
          <w:rFonts w:eastAsia="Calibri"/>
          <w:sz w:val="22"/>
          <w:szCs w:val="22"/>
        </w:rPr>
        <w:t xml:space="preserve"> relied upon to connect the myriad of devices in the field with M2M application servers worldwide. </w:t>
      </w:r>
    </w:p>
    <w:p w14:paraId="7DBC3473"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More information about oneM2M may be found at:  </w:t>
      </w:r>
      <w:r w:rsidRPr="0032615D">
        <w:rPr>
          <w:rFonts w:eastAsia="Calibri"/>
          <w:sz w:val="22"/>
          <w:szCs w:val="22"/>
        </w:rPr>
        <w:t>http</w:t>
      </w:r>
      <w:r w:rsidRPr="004F4407">
        <w:rPr>
          <w:rFonts w:eastAsia="Calibri"/>
          <w:sz w:val="22"/>
          <w:szCs w:val="22"/>
        </w:rPr>
        <w:t>//www.oneM2M.org</w:t>
      </w:r>
    </w:p>
    <w:p w14:paraId="3835090D" w14:textId="77777777" w:rsidR="00E278AD" w:rsidRPr="004F4407" w:rsidRDefault="00E278AD" w:rsidP="00E278AD">
      <w:pPr>
        <w:overflowPunct/>
        <w:autoSpaceDE/>
        <w:autoSpaceDN/>
        <w:adjustRightInd/>
        <w:spacing w:after="200"/>
        <w:ind w:left="720"/>
        <w:textAlignment w:val="auto"/>
        <w:rPr>
          <w:rFonts w:eastAsia="Calibri"/>
          <w:sz w:val="22"/>
          <w:szCs w:val="22"/>
        </w:rPr>
      </w:pPr>
      <w:r w:rsidRPr="004F4407">
        <w:rPr>
          <w:rFonts w:eastAsia="Calibri"/>
          <w:sz w:val="22"/>
          <w:szCs w:val="22"/>
        </w:rPr>
        <w:t>Copyright Notification</w:t>
      </w:r>
    </w:p>
    <w:p w14:paraId="65A91981" w14:textId="3011B6BA"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 </w:t>
      </w:r>
      <w:r w:rsidR="006F4E71" w:rsidRPr="004F4407">
        <w:rPr>
          <w:rFonts w:eastAsia="Calibri"/>
          <w:sz w:val="22"/>
          <w:szCs w:val="22"/>
        </w:rPr>
        <w:t>201</w:t>
      </w:r>
      <w:r w:rsidR="006F4E71">
        <w:rPr>
          <w:rFonts w:eastAsia="Calibri"/>
          <w:sz w:val="22"/>
          <w:szCs w:val="22"/>
        </w:rPr>
        <w:t>9</w:t>
      </w:r>
      <w:r w:rsidRPr="004F4407">
        <w:rPr>
          <w:rFonts w:eastAsia="Calibri"/>
          <w:sz w:val="22"/>
          <w:szCs w:val="22"/>
        </w:rPr>
        <w:t xml:space="preserve">, oneM2M Partners Type 1 (ARIB, ATIS, CCSA, ETSI, TIA, </w:t>
      </w:r>
      <w:r w:rsidR="00ED34DE" w:rsidRPr="004F4407">
        <w:rPr>
          <w:rFonts w:eastAsia="Calibri"/>
          <w:sz w:val="22"/>
          <w:szCs w:val="22"/>
        </w:rPr>
        <w:t xml:space="preserve">TSDSI, </w:t>
      </w:r>
      <w:r w:rsidRPr="004F4407">
        <w:rPr>
          <w:rFonts w:eastAsia="Calibri"/>
          <w:sz w:val="22"/>
          <w:szCs w:val="22"/>
        </w:rPr>
        <w:t>TTA, TTC).</w:t>
      </w:r>
    </w:p>
    <w:p w14:paraId="23444547" w14:textId="77777777" w:rsidR="00C03C0C" w:rsidRPr="004F4407" w:rsidRDefault="00E278AD" w:rsidP="00C03C0C">
      <w:pPr>
        <w:overflowPunct/>
        <w:autoSpaceDE/>
        <w:autoSpaceDN/>
        <w:adjustRightInd/>
        <w:spacing w:after="200"/>
        <w:ind w:left="1440"/>
        <w:textAlignment w:val="auto"/>
        <w:rPr>
          <w:rFonts w:eastAsia="Calibri"/>
          <w:sz w:val="22"/>
          <w:szCs w:val="22"/>
        </w:rPr>
      </w:pPr>
      <w:r w:rsidRPr="004F4407">
        <w:rPr>
          <w:rFonts w:eastAsia="Calibri"/>
          <w:sz w:val="22"/>
          <w:szCs w:val="22"/>
        </w:rPr>
        <w:t>All rights reserved.</w:t>
      </w:r>
    </w:p>
    <w:p w14:paraId="0D227F5A" w14:textId="77777777" w:rsidR="00C03C0C" w:rsidRPr="004F4407" w:rsidRDefault="00C03C0C" w:rsidP="00C03C0C">
      <w:pPr>
        <w:overflowPunct/>
        <w:autoSpaceDE/>
        <w:autoSpaceDN/>
        <w:adjustRightInd/>
        <w:spacing w:after="200"/>
        <w:ind w:left="1440"/>
        <w:textAlignment w:val="auto"/>
        <w:rPr>
          <w:rFonts w:eastAsia="Calibri"/>
          <w:sz w:val="22"/>
          <w:szCs w:val="22"/>
        </w:rPr>
      </w:pPr>
      <w:r w:rsidRPr="004F4407">
        <w:rPr>
          <w:rFonts w:eastAsia="Calibri"/>
          <w:sz w:val="22"/>
          <w:szCs w:val="22"/>
        </w:rPr>
        <w:t>The copyright extends to reproduction in all media.</w:t>
      </w:r>
    </w:p>
    <w:p w14:paraId="7F7C48E7" w14:textId="77777777" w:rsidR="00E278AD" w:rsidRPr="004F4407" w:rsidRDefault="00E278AD" w:rsidP="00E278AD">
      <w:pPr>
        <w:overflowPunct/>
        <w:autoSpaceDE/>
        <w:autoSpaceDN/>
        <w:adjustRightInd/>
        <w:spacing w:after="200"/>
        <w:ind w:left="1440"/>
        <w:textAlignment w:val="auto"/>
        <w:rPr>
          <w:rFonts w:eastAsia="Calibri"/>
          <w:sz w:val="22"/>
          <w:szCs w:val="22"/>
        </w:rPr>
      </w:pPr>
    </w:p>
    <w:p w14:paraId="5E05C25F" w14:textId="77777777" w:rsidR="00E278AD" w:rsidRPr="004F4407" w:rsidRDefault="00E278AD" w:rsidP="00E278AD">
      <w:pPr>
        <w:overflowPunct/>
        <w:autoSpaceDE/>
        <w:autoSpaceDN/>
        <w:adjustRightInd/>
        <w:spacing w:after="200"/>
        <w:ind w:left="720"/>
        <w:textAlignment w:val="auto"/>
        <w:rPr>
          <w:rFonts w:eastAsia="Calibri"/>
          <w:sz w:val="22"/>
          <w:szCs w:val="22"/>
        </w:rPr>
      </w:pPr>
      <w:r w:rsidRPr="004F4407">
        <w:rPr>
          <w:rFonts w:eastAsia="Calibri"/>
          <w:sz w:val="22"/>
          <w:szCs w:val="22"/>
        </w:rPr>
        <w:t xml:space="preserve">Notice of Disclaimer &amp; Limitation of Liability </w:t>
      </w:r>
    </w:p>
    <w:p w14:paraId="1DFEAB7A"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 </w:t>
      </w:r>
    </w:p>
    <w:p w14:paraId="4E052F8D"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NO REPRESENTATION OR WARRANTY IS MADE THAT THE INFORMATION IS TECHNICALLY ACCURATE OR SUFFICIENT OR CONFORMS TO ANY STATUTE, GOVERNMENTAL </w:t>
      </w:r>
      <w:proofErr w:type="gramStart"/>
      <w:r w:rsidRPr="004F4407">
        <w:rPr>
          <w:rFonts w:eastAsia="Calibri"/>
          <w:sz w:val="22"/>
          <w:szCs w:val="22"/>
        </w:rPr>
        <w:t>RULE</w:t>
      </w:r>
      <w:proofErr w:type="gramEnd"/>
      <w:r w:rsidRPr="004F4407">
        <w:rPr>
          <w:rFonts w:eastAsia="Calibri"/>
          <w:sz w:val="22"/>
          <w:szCs w:val="22"/>
        </w:rPr>
        <w:t xml:space="preserv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p w14:paraId="37FE11F5" w14:textId="77777777" w:rsidR="00BB6418" w:rsidRPr="004F4407" w:rsidRDefault="00E278AD" w:rsidP="00DA57DD">
      <w:pPr>
        <w:pStyle w:val="TT"/>
      </w:pPr>
      <w:r w:rsidRPr="004F4407">
        <w:rPr>
          <w:szCs w:val="36"/>
        </w:rPr>
        <w:lastRenderedPageBreak/>
        <w:br w:type="page"/>
      </w:r>
      <w:r w:rsidR="00927DA2" w:rsidRPr="004F4407">
        <w:rPr>
          <w:szCs w:val="36"/>
        </w:rPr>
        <w:lastRenderedPageBreak/>
        <w:t>C</w:t>
      </w:r>
      <w:r w:rsidR="00BB6418" w:rsidRPr="004F4407">
        <w:t>ontents</w:t>
      </w:r>
    </w:p>
    <w:p w14:paraId="3C775CC3" w14:textId="6C59782E" w:rsidR="007C062E" w:rsidRDefault="00802AA2">
      <w:pPr>
        <w:pStyle w:val="TOC1"/>
        <w:rPr>
          <w:rFonts w:asciiTheme="minorHAnsi" w:eastAsiaTheme="minorEastAsia" w:hAnsiTheme="minorHAnsi" w:cstheme="minorBidi"/>
          <w:szCs w:val="22"/>
          <w:lang w:eastAsia="en-GB"/>
        </w:rPr>
      </w:pPr>
      <w:r w:rsidRPr="004F4407">
        <w:rPr>
          <w:noProof w:val="0"/>
        </w:rPr>
        <w:fldChar w:fldCharType="begin"/>
      </w:r>
      <w:r w:rsidRPr="004F4407">
        <w:rPr>
          <w:noProof w:val="0"/>
        </w:rPr>
        <w:instrText xml:space="preserve"> TOC \o \w "1-9"</w:instrText>
      </w:r>
      <w:r w:rsidRPr="004F4407">
        <w:rPr>
          <w:noProof w:val="0"/>
        </w:rPr>
        <w:fldChar w:fldCharType="separate"/>
      </w:r>
      <w:r w:rsidR="007C062E">
        <w:t>1</w:t>
      </w:r>
      <w:r w:rsidR="007C062E">
        <w:tab/>
        <w:t>Scope</w:t>
      </w:r>
      <w:r w:rsidR="007C062E">
        <w:tab/>
      </w:r>
      <w:r w:rsidR="007C062E">
        <w:fldChar w:fldCharType="begin"/>
      </w:r>
      <w:r w:rsidR="007C062E">
        <w:instrText xml:space="preserve"> PAGEREF _Toc13748846 \h </w:instrText>
      </w:r>
      <w:r w:rsidR="007C062E">
        <w:fldChar w:fldCharType="separate"/>
      </w:r>
      <w:r w:rsidR="007C062E">
        <w:t>4</w:t>
      </w:r>
      <w:r w:rsidR="007C062E">
        <w:fldChar w:fldCharType="end"/>
      </w:r>
    </w:p>
    <w:p w14:paraId="4A2E6FD8" w14:textId="6D575077" w:rsidR="007C062E" w:rsidRDefault="007C062E">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_Toc13748847 \h </w:instrText>
      </w:r>
      <w:r>
        <w:fldChar w:fldCharType="separate"/>
      </w:r>
      <w:r>
        <w:t>4</w:t>
      </w:r>
      <w:r>
        <w:fldChar w:fldCharType="end"/>
      </w:r>
    </w:p>
    <w:p w14:paraId="7285847D" w14:textId="7DADB4D9" w:rsidR="007C062E" w:rsidRDefault="007C062E">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_Toc13748848 \h </w:instrText>
      </w:r>
      <w:r>
        <w:fldChar w:fldCharType="separate"/>
      </w:r>
      <w:r>
        <w:t>4</w:t>
      </w:r>
      <w:r>
        <w:fldChar w:fldCharType="end"/>
      </w:r>
    </w:p>
    <w:p w14:paraId="07389325" w14:textId="7C3D41A0" w:rsidR="007C062E" w:rsidRDefault="007C062E">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_Toc13748849 \h </w:instrText>
      </w:r>
      <w:r>
        <w:fldChar w:fldCharType="separate"/>
      </w:r>
      <w:r>
        <w:t>4</w:t>
      </w:r>
      <w:r>
        <w:fldChar w:fldCharType="end"/>
      </w:r>
    </w:p>
    <w:p w14:paraId="20719CEE" w14:textId="53D68783" w:rsidR="007C062E" w:rsidRDefault="007C062E">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_Toc13748850 \h </w:instrText>
      </w:r>
      <w:r>
        <w:fldChar w:fldCharType="separate"/>
      </w:r>
      <w:r>
        <w:t>5</w:t>
      </w:r>
      <w:r>
        <w:fldChar w:fldCharType="end"/>
      </w:r>
    </w:p>
    <w:p w14:paraId="419E0990" w14:textId="79EECF44" w:rsidR="007C062E" w:rsidRDefault="007C062E">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_Toc13748851 \h </w:instrText>
      </w:r>
      <w:r>
        <w:fldChar w:fldCharType="separate"/>
      </w:r>
      <w:r>
        <w:t>5</w:t>
      </w:r>
      <w:r>
        <w:fldChar w:fldCharType="end"/>
      </w:r>
    </w:p>
    <w:p w14:paraId="66E1AE81" w14:textId="2C8F30E0" w:rsidR="007C062E" w:rsidRDefault="007C062E">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_Toc13748852 \h </w:instrText>
      </w:r>
      <w:r>
        <w:fldChar w:fldCharType="separate"/>
      </w:r>
      <w:r>
        <w:t>5</w:t>
      </w:r>
      <w:r>
        <w:fldChar w:fldCharType="end"/>
      </w:r>
    </w:p>
    <w:p w14:paraId="7AF078DB" w14:textId="131A1095" w:rsidR="007C062E" w:rsidRDefault="007C062E">
      <w:pPr>
        <w:pStyle w:val="TOC2"/>
        <w:rPr>
          <w:rFonts w:asciiTheme="minorHAnsi" w:eastAsiaTheme="minorEastAsia" w:hAnsiTheme="minorHAnsi" w:cstheme="minorBidi"/>
          <w:sz w:val="22"/>
          <w:szCs w:val="22"/>
          <w:lang w:eastAsia="en-GB"/>
        </w:rPr>
      </w:pPr>
      <w:r>
        <w:t>3.2</w:t>
      </w:r>
      <w:r>
        <w:tab/>
        <w:t>Abbreviations</w:t>
      </w:r>
      <w:r>
        <w:tab/>
      </w:r>
      <w:r>
        <w:fldChar w:fldCharType="begin"/>
      </w:r>
      <w:r>
        <w:instrText xml:space="preserve"> PAGEREF _Toc13748853 \h </w:instrText>
      </w:r>
      <w:r>
        <w:fldChar w:fldCharType="separate"/>
      </w:r>
      <w:r>
        <w:t>5</w:t>
      </w:r>
      <w:r>
        <w:fldChar w:fldCharType="end"/>
      </w:r>
    </w:p>
    <w:p w14:paraId="76595C45" w14:textId="53257432" w:rsidR="007C062E" w:rsidRDefault="007C062E">
      <w:pPr>
        <w:pStyle w:val="TOC1"/>
        <w:rPr>
          <w:rFonts w:asciiTheme="minorHAnsi" w:eastAsiaTheme="minorEastAsia" w:hAnsiTheme="minorHAnsi" w:cstheme="minorBidi"/>
          <w:szCs w:val="22"/>
          <w:lang w:eastAsia="en-GB"/>
        </w:rPr>
      </w:pPr>
      <w:r>
        <w:t>4</w:t>
      </w:r>
      <w:r>
        <w:tab/>
        <w:t>Conventions</w:t>
      </w:r>
      <w:r>
        <w:tab/>
      </w:r>
      <w:r>
        <w:fldChar w:fldCharType="begin"/>
      </w:r>
      <w:r>
        <w:instrText xml:space="preserve"> PAGEREF _Toc13748854 \h </w:instrText>
      </w:r>
      <w:r>
        <w:fldChar w:fldCharType="separate"/>
      </w:r>
      <w:r>
        <w:t>6</w:t>
      </w:r>
      <w:r>
        <w:fldChar w:fldCharType="end"/>
      </w:r>
    </w:p>
    <w:p w14:paraId="5D35C6DD" w14:textId="5B7B1FA9" w:rsidR="007C062E" w:rsidRDefault="007C062E">
      <w:pPr>
        <w:pStyle w:val="TOC1"/>
        <w:rPr>
          <w:rFonts w:asciiTheme="minorHAnsi" w:eastAsiaTheme="minorEastAsia" w:hAnsiTheme="minorHAnsi" w:cstheme="minorBidi"/>
          <w:szCs w:val="22"/>
          <w:lang w:eastAsia="en-GB"/>
        </w:rPr>
      </w:pPr>
      <w:r>
        <w:t>5</w:t>
      </w:r>
      <w:r>
        <w:tab/>
      </w:r>
      <w:r w:rsidRPr="00DD2814">
        <w:rPr>
          <w:rFonts w:cs="Arial"/>
          <w:lang w:eastAsia="en-GB"/>
        </w:rPr>
        <w:t>Abstract Test Method (</w:t>
      </w:r>
      <w:r w:rsidRPr="0032615D">
        <w:rPr>
          <w:rFonts w:cs="Arial"/>
          <w:lang w:eastAsia="en-GB"/>
        </w:rPr>
        <w:t>ATM</w:t>
      </w:r>
      <w:r w:rsidRPr="00DD2814">
        <w:rPr>
          <w:rFonts w:cs="Arial"/>
          <w:lang w:eastAsia="en-GB"/>
        </w:rPr>
        <w:t>)</w:t>
      </w:r>
      <w:r>
        <w:tab/>
      </w:r>
      <w:r>
        <w:fldChar w:fldCharType="begin"/>
      </w:r>
      <w:r>
        <w:instrText xml:space="preserve"> PAGEREF _Toc13748855 \h </w:instrText>
      </w:r>
      <w:r>
        <w:fldChar w:fldCharType="separate"/>
      </w:r>
      <w:r>
        <w:t>6</w:t>
      </w:r>
      <w:r>
        <w:fldChar w:fldCharType="end"/>
      </w:r>
    </w:p>
    <w:p w14:paraId="731AF99A" w14:textId="4A3FA1D5" w:rsidR="007C062E" w:rsidRDefault="007C062E">
      <w:pPr>
        <w:pStyle w:val="TOC2"/>
        <w:rPr>
          <w:rFonts w:asciiTheme="minorHAnsi" w:eastAsiaTheme="minorEastAsia" w:hAnsiTheme="minorHAnsi" w:cstheme="minorBidi"/>
          <w:sz w:val="22"/>
          <w:szCs w:val="22"/>
          <w:lang w:eastAsia="en-GB"/>
        </w:rPr>
      </w:pPr>
      <w:r>
        <w:t>5.1</w:t>
      </w:r>
      <w:r>
        <w:tab/>
      </w:r>
      <w:r w:rsidRPr="00DD2814">
        <w:rPr>
          <w:rFonts w:cs="Arial"/>
          <w:lang w:eastAsia="en-GB"/>
        </w:rPr>
        <w:t>Abstract protocol tester</w:t>
      </w:r>
      <w:r>
        <w:tab/>
      </w:r>
      <w:r>
        <w:fldChar w:fldCharType="begin"/>
      </w:r>
      <w:r>
        <w:instrText xml:space="preserve"> PAGEREF _Toc13748856 \h </w:instrText>
      </w:r>
      <w:r>
        <w:fldChar w:fldCharType="separate"/>
      </w:r>
      <w:r>
        <w:t>6</w:t>
      </w:r>
      <w:r>
        <w:fldChar w:fldCharType="end"/>
      </w:r>
    </w:p>
    <w:p w14:paraId="6CE689AB" w14:textId="777FB8E9" w:rsidR="007C062E" w:rsidRDefault="007C062E">
      <w:pPr>
        <w:pStyle w:val="TOC2"/>
        <w:rPr>
          <w:rFonts w:asciiTheme="minorHAnsi" w:eastAsiaTheme="minorEastAsia" w:hAnsiTheme="minorHAnsi" w:cstheme="minorBidi"/>
          <w:sz w:val="22"/>
          <w:szCs w:val="22"/>
          <w:lang w:eastAsia="en-GB"/>
        </w:rPr>
      </w:pPr>
      <w:r>
        <w:t>5.2</w:t>
      </w:r>
      <w:r>
        <w:tab/>
      </w:r>
      <w:r w:rsidRPr="00DD2814">
        <w:rPr>
          <w:rFonts w:cs="Arial"/>
          <w:lang w:eastAsia="en-GB"/>
        </w:rPr>
        <w:t>Test Configuration</w:t>
      </w:r>
      <w:r>
        <w:tab/>
      </w:r>
      <w:r>
        <w:fldChar w:fldCharType="begin"/>
      </w:r>
      <w:r>
        <w:instrText xml:space="preserve"> PAGEREF _Toc13748857 \h </w:instrText>
      </w:r>
      <w:r>
        <w:fldChar w:fldCharType="separate"/>
      </w:r>
      <w:r>
        <w:t>6</w:t>
      </w:r>
      <w:r>
        <w:fldChar w:fldCharType="end"/>
      </w:r>
    </w:p>
    <w:p w14:paraId="633C67B8" w14:textId="243D3F95" w:rsidR="007C062E" w:rsidRDefault="007C062E">
      <w:pPr>
        <w:pStyle w:val="TOC3"/>
        <w:rPr>
          <w:rFonts w:asciiTheme="minorHAnsi" w:eastAsiaTheme="minorEastAsia" w:hAnsiTheme="minorHAnsi" w:cstheme="minorBidi"/>
          <w:sz w:val="22"/>
          <w:szCs w:val="22"/>
          <w:lang w:eastAsia="en-GB"/>
        </w:rPr>
      </w:pPr>
      <w:r>
        <w:t>5.2.1</w:t>
      </w:r>
      <w:r>
        <w:tab/>
      </w:r>
      <w:r w:rsidRPr="0032615D">
        <w:t>AE</w:t>
      </w:r>
      <w:r>
        <w:t xml:space="preserve"> Test Configuration</w:t>
      </w:r>
      <w:r>
        <w:tab/>
      </w:r>
      <w:r>
        <w:fldChar w:fldCharType="begin"/>
      </w:r>
      <w:r>
        <w:instrText xml:space="preserve"> PAGEREF _Toc13748858 \h </w:instrText>
      </w:r>
      <w:r>
        <w:fldChar w:fldCharType="separate"/>
      </w:r>
      <w:r>
        <w:t>6</w:t>
      </w:r>
      <w:r>
        <w:fldChar w:fldCharType="end"/>
      </w:r>
    </w:p>
    <w:p w14:paraId="1F63EEC3" w14:textId="64D19A94" w:rsidR="007C062E" w:rsidRDefault="007C062E">
      <w:pPr>
        <w:pStyle w:val="TOC2"/>
        <w:rPr>
          <w:rFonts w:asciiTheme="minorHAnsi" w:eastAsiaTheme="minorEastAsia" w:hAnsiTheme="minorHAnsi" w:cstheme="minorBidi"/>
          <w:sz w:val="22"/>
          <w:szCs w:val="22"/>
          <w:lang w:eastAsia="en-GB"/>
        </w:rPr>
      </w:pPr>
      <w:r>
        <w:t>5.3</w:t>
      </w:r>
      <w:r>
        <w:tab/>
      </w:r>
      <w:r>
        <w:rPr>
          <w:lang w:eastAsia="en-GB"/>
        </w:rPr>
        <w:t>Test architecture</w:t>
      </w:r>
      <w:r>
        <w:tab/>
      </w:r>
      <w:r>
        <w:fldChar w:fldCharType="begin"/>
      </w:r>
      <w:r>
        <w:instrText xml:space="preserve"> PAGEREF _Toc13748859 \h </w:instrText>
      </w:r>
      <w:r>
        <w:fldChar w:fldCharType="separate"/>
      </w:r>
      <w:r>
        <w:t>7</w:t>
      </w:r>
      <w:r>
        <w:fldChar w:fldCharType="end"/>
      </w:r>
    </w:p>
    <w:p w14:paraId="57CB7E6A" w14:textId="1197288A" w:rsidR="007C062E" w:rsidRDefault="007C062E">
      <w:pPr>
        <w:pStyle w:val="TOC2"/>
        <w:rPr>
          <w:rFonts w:asciiTheme="minorHAnsi" w:eastAsiaTheme="minorEastAsia" w:hAnsiTheme="minorHAnsi" w:cstheme="minorBidi"/>
          <w:sz w:val="22"/>
          <w:szCs w:val="22"/>
          <w:lang w:eastAsia="en-GB"/>
        </w:rPr>
      </w:pPr>
      <w:r>
        <w:t>5.4</w:t>
      </w:r>
      <w:r>
        <w:tab/>
        <w:t>Ports and ASPs (Abstract Services Primitives)</w:t>
      </w:r>
      <w:r>
        <w:tab/>
      </w:r>
      <w:r>
        <w:fldChar w:fldCharType="begin"/>
      </w:r>
      <w:r>
        <w:instrText xml:space="preserve"> PAGEREF _Toc13748860 \h </w:instrText>
      </w:r>
      <w:r>
        <w:fldChar w:fldCharType="separate"/>
      </w:r>
      <w:r>
        <w:t>9</w:t>
      </w:r>
      <w:r>
        <w:fldChar w:fldCharType="end"/>
      </w:r>
    </w:p>
    <w:p w14:paraId="34BD7E9A" w14:textId="1DE94505" w:rsidR="007C062E" w:rsidRDefault="007C062E">
      <w:pPr>
        <w:pStyle w:val="TOC3"/>
        <w:rPr>
          <w:rFonts w:asciiTheme="minorHAnsi" w:eastAsiaTheme="minorEastAsia" w:hAnsiTheme="minorHAnsi" w:cstheme="minorBidi"/>
          <w:sz w:val="22"/>
          <w:szCs w:val="22"/>
          <w:lang w:eastAsia="en-GB"/>
        </w:rPr>
      </w:pPr>
      <w:r>
        <w:t>5.4.0</w:t>
      </w:r>
      <w:r>
        <w:tab/>
        <w:t>Introduction</w:t>
      </w:r>
      <w:r>
        <w:tab/>
      </w:r>
      <w:r>
        <w:fldChar w:fldCharType="begin"/>
      </w:r>
      <w:r>
        <w:instrText xml:space="preserve"> PAGEREF _Toc13748861 \h </w:instrText>
      </w:r>
      <w:r>
        <w:fldChar w:fldCharType="separate"/>
      </w:r>
      <w:r>
        <w:t>9</w:t>
      </w:r>
      <w:r>
        <w:fldChar w:fldCharType="end"/>
      </w:r>
    </w:p>
    <w:p w14:paraId="64AEA878" w14:textId="3CE0AFE3" w:rsidR="007C062E" w:rsidRDefault="007C062E">
      <w:pPr>
        <w:pStyle w:val="TOC3"/>
        <w:rPr>
          <w:rFonts w:asciiTheme="minorHAnsi" w:eastAsiaTheme="minorEastAsia" w:hAnsiTheme="minorHAnsi" w:cstheme="minorBidi"/>
          <w:sz w:val="22"/>
          <w:szCs w:val="22"/>
          <w:lang w:eastAsia="en-GB"/>
        </w:rPr>
      </w:pPr>
      <w:r>
        <w:t>5.4.1</w:t>
      </w:r>
      <w:r>
        <w:tab/>
        <w:t>mcaPort, mcaPortIn, mccPort, mccPortIn</w:t>
      </w:r>
      <w:r>
        <w:tab/>
      </w:r>
      <w:r>
        <w:fldChar w:fldCharType="begin"/>
      </w:r>
      <w:r>
        <w:instrText xml:space="preserve"> PAGEREF _Toc13748862 \h </w:instrText>
      </w:r>
      <w:r>
        <w:fldChar w:fldCharType="separate"/>
      </w:r>
      <w:r>
        <w:t>9</w:t>
      </w:r>
      <w:r>
        <w:fldChar w:fldCharType="end"/>
      </w:r>
    </w:p>
    <w:p w14:paraId="1B81EB39" w14:textId="68DB559D" w:rsidR="007C062E" w:rsidRDefault="007C062E">
      <w:pPr>
        <w:pStyle w:val="TOC3"/>
        <w:rPr>
          <w:rFonts w:asciiTheme="minorHAnsi" w:eastAsiaTheme="minorEastAsia" w:hAnsiTheme="minorHAnsi" w:cstheme="minorBidi"/>
          <w:sz w:val="22"/>
          <w:szCs w:val="22"/>
          <w:lang w:eastAsia="en-GB"/>
        </w:rPr>
      </w:pPr>
      <w:r>
        <w:t>5.4.2</w:t>
      </w:r>
      <w:r>
        <w:tab/>
        <w:t>utPort</w:t>
      </w:r>
      <w:r>
        <w:tab/>
      </w:r>
      <w:r>
        <w:fldChar w:fldCharType="begin"/>
      </w:r>
      <w:r>
        <w:instrText xml:space="preserve"> PAGEREF _Toc13748863 \h </w:instrText>
      </w:r>
      <w:r>
        <w:fldChar w:fldCharType="separate"/>
      </w:r>
      <w:r>
        <w:t>10</w:t>
      </w:r>
      <w:r>
        <w:fldChar w:fldCharType="end"/>
      </w:r>
    </w:p>
    <w:p w14:paraId="6229A533" w14:textId="51EE7F39" w:rsidR="007C062E" w:rsidRDefault="007C062E">
      <w:pPr>
        <w:pStyle w:val="TOC4"/>
        <w:rPr>
          <w:rFonts w:asciiTheme="minorHAnsi" w:eastAsiaTheme="minorEastAsia" w:hAnsiTheme="minorHAnsi" w:cstheme="minorBidi"/>
          <w:sz w:val="22"/>
          <w:szCs w:val="22"/>
          <w:lang w:eastAsia="en-GB"/>
        </w:rPr>
      </w:pPr>
      <w:r>
        <w:t>5.4.2.0</w:t>
      </w:r>
      <w:r>
        <w:tab/>
        <w:t>Introduction</w:t>
      </w:r>
      <w:r>
        <w:tab/>
      </w:r>
      <w:r>
        <w:fldChar w:fldCharType="begin"/>
      </w:r>
      <w:r>
        <w:instrText xml:space="preserve"> PAGEREF _Toc13748864 \h </w:instrText>
      </w:r>
      <w:r>
        <w:fldChar w:fldCharType="separate"/>
      </w:r>
      <w:r>
        <w:t>10</w:t>
      </w:r>
      <w:r>
        <w:fldChar w:fldCharType="end"/>
      </w:r>
    </w:p>
    <w:p w14:paraId="72B377E8" w14:textId="3F6E9003" w:rsidR="007C062E" w:rsidRDefault="007C062E">
      <w:pPr>
        <w:pStyle w:val="TOC4"/>
        <w:rPr>
          <w:rFonts w:asciiTheme="minorHAnsi" w:eastAsiaTheme="minorEastAsia" w:hAnsiTheme="minorHAnsi" w:cstheme="minorBidi"/>
          <w:sz w:val="22"/>
          <w:szCs w:val="22"/>
          <w:lang w:eastAsia="en-GB"/>
        </w:rPr>
      </w:pPr>
      <w:r>
        <w:t>5.4.2.1</w:t>
      </w:r>
      <w:r>
        <w:tab/>
        <w:t xml:space="preserve">Usage for Automated </w:t>
      </w:r>
      <w:r w:rsidRPr="0032615D">
        <w:t>AE</w:t>
      </w:r>
      <w:r>
        <w:t xml:space="preserve"> Testing</w:t>
      </w:r>
      <w:r>
        <w:tab/>
      </w:r>
      <w:r>
        <w:fldChar w:fldCharType="begin"/>
      </w:r>
      <w:r>
        <w:instrText xml:space="preserve"> PAGEREF _Toc13748865 \h </w:instrText>
      </w:r>
      <w:r>
        <w:fldChar w:fldCharType="separate"/>
      </w:r>
      <w:r>
        <w:t>10</w:t>
      </w:r>
      <w:r>
        <w:fldChar w:fldCharType="end"/>
      </w:r>
    </w:p>
    <w:p w14:paraId="6A0BEC13" w14:textId="07B547C8" w:rsidR="007C062E" w:rsidRDefault="007C062E">
      <w:pPr>
        <w:pStyle w:val="TOC4"/>
        <w:rPr>
          <w:rFonts w:asciiTheme="minorHAnsi" w:eastAsiaTheme="minorEastAsia" w:hAnsiTheme="minorHAnsi" w:cstheme="minorBidi"/>
          <w:sz w:val="22"/>
          <w:szCs w:val="22"/>
          <w:lang w:eastAsia="en-GB"/>
        </w:rPr>
      </w:pPr>
      <w:r>
        <w:t>5.4.2.2</w:t>
      </w:r>
      <w:r>
        <w:tab/>
        <w:t>Upper Tester Control Primitives</w:t>
      </w:r>
      <w:r>
        <w:tab/>
      </w:r>
      <w:r>
        <w:fldChar w:fldCharType="begin"/>
      </w:r>
      <w:r>
        <w:instrText xml:space="preserve"> PAGEREF _Toc13748866 \h </w:instrText>
      </w:r>
      <w:r>
        <w:fldChar w:fldCharType="separate"/>
      </w:r>
      <w:r>
        <w:t>11</w:t>
      </w:r>
      <w:r>
        <w:fldChar w:fldCharType="end"/>
      </w:r>
    </w:p>
    <w:p w14:paraId="666C8B36" w14:textId="5EB071C0" w:rsidR="007C062E" w:rsidRDefault="007C062E">
      <w:pPr>
        <w:pStyle w:val="TOC5"/>
        <w:rPr>
          <w:rFonts w:asciiTheme="minorHAnsi" w:eastAsiaTheme="minorEastAsia" w:hAnsiTheme="minorHAnsi" w:cstheme="minorBidi"/>
          <w:sz w:val="22"/>
          <w:szCs w:val="22"/>
          <w:lang w:eastAsia="en-GB"/>
        </w:rPr>
      </w:pPr>
      <w:r>
        <w:t>5.4.2.2.1</w:t>
      </w:r>
      <w:r>
        <w:tab/>
        <w:t>Introduction</w:t>
      </w:r>
      <w:r>
        <w:tab/>
      </w:r>
      <w:r>
        <w:fldChar w:fldCharType="begin"/>
      </w:r>
      <w:r>
        <w:instrText xml:space="preserve"> PAGEREF _Toc13748867 \h </w:instrText>
      </w:r>
      <w:r>
        <w:fldChar w:fldCharType="separate"/>
      </w:r>
      <w:r>
        <w:t>11</w:t>
      </w:r>
      <w:r>
        <w:fldChar w:fldCharType="end"/>
      </w:r>
    </w:p>
    <w:p w14:paraId="6D258F8D" w14:textId="27384358" w:rsidR="007C062E" w:rsidRDefault="007C062E">
      <w:pPr>
        <w:pStyle w:val="TOC5"/>
        <w:rPr>
          <w:rFonts w:asciiTheme="minorHAnsi" w:eastAsiaTheme="minorEastAsia" w:hAnsiTheme="minorHAnsi" w:cstheme="minorBidi"/>
          <w:sz w:val="22"/>
          <w:szCs w:val="22"/>
          <w:lang w:eastAsia="en-GB"/>
        </w:rPr>
      </w:pPr>
      <w:r>
        <w:t>5.4.2.2.2</w:t>
      </w:r>
      <w:r>
        <w:tab/>
        <w:t>UtTrigger and UtTriggerAck Primitives</w:t>
      </w:r>
      <w:r>
        <w:tab/>
      </w:r>
      <w:r>
        <w:fldChar w:fldCharType="begin"/>
      </w:r>
      <w:r>
        <w:instrText xml:space="preserve"> PAGEREF _Toc13748868 \h </w:instrText>
      </w:r>
      <w:r>
        <w:fldChar w:fldCharType="separate"/>
      </w:r>
      <w:r>
        <w:t>11</w:t>
      </w:r>
      <w:r>
        <w:fldChar w:fldCharType="end"/>
      </w:r>
    </w:p>
    <w:p w14:paraId="5500F481" w14:textId="2F1FF9CA" w:rsidR="007C062E" w:rsidRDefault="007C062E">
      <w:pPr>
        <w:pStyle w:val="TOC5"/>
        <w:rPr>
          <w:rFonts w:asciiTheme="minorHAnsi" w:eastAsiaTheme="minorEastAsia" w:hAnsiTheme="minorHAnsi" w:cstheme="minorBidi"/>
          <w:sz w:val="22"/>
          <w:szCs w:val="22"/>
          <w:lang w:eastAsia="en-GB"/>
        </w:rPr>
      </w:pPr>
      <w:r>
        <w:t>5.4.2.2.3</w:t>
      </w:r>
      <w:r>
        <w:tab/>
        <w:t>Control Communication Protocol</w:t>
      </w:r>
      <w:r>
        <w:tab/>
      </w:r>
      <w:r>
        <w:fldChar w:fldCharType="begin"/>
      </w:r>
      <w:r>
        <w:instrText xml:space="preserve"> PAGEREF _Toc13748869 \h </w:instrText>
      </w:r>
      <w:r>
        <w:fldChar w:fldCharType="separate"/>
      </w:r>
      <w:r>
        <w:t>14</w:t>
      </w:r>
      <w:r>
        <w:fldChar w:fldCharType="end"/>
      </w:r>
    </w:p>
    <w:p w14:paraId="20B0E271" w14:textId="3B8CC2B1" w:rsidR="007C062E" w:rsidRDefault="007C062E">
      <w:pPr>
        <w:pStyle w:val="TOC5"/>
        <w:rPr>
          <w:rFonts w:asciiTheme="minorHAnsi" w:eastAsiaTheme="minorEastAsia" w:hAnsiTheme="minorHAnsi" w:cstheme="minorBidi"/>
          <w:sz w:val="22"/>
          <w:szCs w:val="22"/>
          <w:lang w:eastAsia="en-GB"/>
        </w:rPr>
      </w:pPr>
      <w:r>
        <w:t>5.4.2.2.4</w:t>
      </w:r>
      <w:r>
        <w:tab/>
        <w:t>Control Message Serialization</w:t>
      </w:r>
      <w:r>
        <w:tab/>
      </w:r>
      <w:r>
        <w:fldChar w:fldCharType="begin"/>
      </w:r>
      <w:r>
        <w:instrText xml:space="preserve"> PAGEREF _Toc13748870 \h </w:instrText>
      </w:r>
      <w:r>
        <w:fldChar w:fldCharType="separate"/>
      </w:r>
      <w:r>
        <w:t>14</w:t>
      </w:r>
      <w:r>
        <w:fldChar w:fldCharType="end"/>
      </w:r>
    </w:p>
    <w:p w14:paraId="3CEBB9E8" w14:textId="63A7B9D4" w:rsidR="007C062E" w:rsidRDefault="007C062E">
      <w:pPr>
        <w:pStyle w:val="TOC3"/>
        <w:rPr>
          <w:rFonts w:asciiTheme="minorHAnsi" w:eastAsiaTheme="minorEastAsia" w:hAnsiTheme="minorHAnsi" w:cstheme="minorBidi"/>
          <w:sz w:val="22"/>
          <w:szCs w:val="22"/>
          <w:lang w:eastAsia="en-GB"/>
        </w:rPr>
      </w:pPr>
      <w:r>
        <w:t>5.4.3</w:t>
      </w:r>
      <w:r>
        <w:tab/>
        <w:t>acPort</w:t>
      </w:r>
      <w:r>
        <w:tab/>
      </w:r>
      <w:r>
        <w:fldChar w:fldCharType="begin"/>
      </w:r>
      <w:r>
        <w:instrText xml:space="preserve"> PAGEREF _Toc13748871 \h </w:instrText>
      </w:r>
      <w:r>
        <w:fldChar w:fldCharType="separate"/>
      </w:r>
      <w:r>
        <w:t>14</w:t>
      </w:r>
      <w:r>
        <w:fldChar w:fldCharType="end"/>
      </w:r>
    </w:p>
    <w:p w14:paraId="3A47BD3E" w14:textId="50D1334E" w:rsidR="007C062E" w:rsidRDefault="007C062E">
      <w:pPr>
        <w:pStyle w:val="TOC3"/>
        <w:rPr>
          <w:rFonts w:asciiTheme="minorHAnsi" w:eastAsiaTheme="minorEastAsia" w:hAnsiTheme="minorHAnsi" w:cstheme="minorBidi"/>
          <w:sz w:val="22"/>
          <w:szCs w:val="22"/>
          <w:lang w:eastAsia="en-GB"/>
        </w:rPr>
      </w:pPr>
      <w:r>
        <w:t>5.4.4</w:t>
      </w:r>
      <w:r>
        <w:tab/>
        <w:t>infoPort</w:t>
      </w:r>
      <w:r>
        <w:tab/>
      </w:r>
      <w:r>
        <w:fldChar w:fldCharType="begin"/>
      </w:r>
      <w:r>
        <w:instrText xml:space="preserve"> PAGEREF _Toc13748872 \h </w:instrText>
      </w:r>
      <w:r>
        <w:fldChar w:fldCharType="separate"/>
      </w:r>
      <w:r>
        <w:t>14</w:t>
      </w:r>
      <w:r>
        <w:fldChar w:fldCharType="end"/>
      </w:r>
    </w:p>
    <w:p w14:paraId="6D33C3B2" w14:textId="0BDAEF85" w:rsidR="007C062E" w:rsidRDefault="007C062E">
      <w:pPr>
        <w:pStyle w:val="TOC2"/>
        <w:rPr>
          <w:rFonts w:asciiTheme="minorHAnsi" w:eastAsiaTheme="minorEastAsia" w:hAnsiTheme="minorHAnsi" w:cstheme="minorBidi"/>
          <w:sz w:val="22"/>
          <w:szCs w:val="22"/>
          <w:lang w:eastAsia="en-GB"/>
        </w:rPr>
      </w:pPr>
      <w:r>
        <w:t>5.5</w:t>
      </w:r>
      <w:r>
        <w:tab/>
        <w:t>Test components</w:t>
      </w:r>
      <w:r>
        <w:tab/>
      </w:r>
      <w:r>
        <w:fldChar w:fldCharType="begin"/>
      </w:r>
      <w:r>
        <w:instrText xml:space="preserve"> PAGEREF _Toc13748873 \h </w:instrText>
      </w:r>
      <w:r>
        <w:fldChar w:fldCharType="separate"/>
      </w:r>
      <w:r>
        <w:t>14</w:t>
      </w:r>
      <w:r>
        <w:fldChar w:fldCharType="end"/>
      </w:r>
    </w:p>
    <w:p w14:paraId="75E76B23" w14:textId="3C710CB1" w:rsidR="007C062E" w:rsidRDefault="007C062E">
      <w:pPr>
        <w:pStyle w:val="TOC3"/>
        <w:rPr>
          <w:rFonts w:asciiTheme="minorHAnsi" w:eastAsiaTheme="minorEastAsia" w:hAnsiTheme="minorHAnsi" w:cstheme="minorBidi"/>
          <w:sz w:val="22"/>
          <w:szCs w:val="22"/>
          <w:lang w:eastAsia="en-GB"/>
        </w:rPr>
      </w:pPr>
      <w:r>
        <w:t>5.5.1</w:t>
      </w:r>
      <w:r>
        <w:tab/>
        <w:t>Tester</w:t>
      </w:r>
      <w:r>
        <w:tab/>
      </w:r>
      <w:r>
        <w:fldChar w:fldCharType="begin"/>
      </w:r>
      <w:r>
        <w:instrText xml:space="preserve"> PAGEREF _Toc13748874 \h </w:instrText>
      </w:r>
      <w:r>
        <w:fldChar w:fldCharType="separate"/>
      </w:r>
      <w:r>
        <w:t>14</w:t>
      </w:r>
      <w:r>
        <w:fldChar w:fldCharType="end"/>
      </w:r>
    </w:p>
    <w:p w14:paraId="4A061813" w14:textId="3BA2EF47" w:rsidR="007C062E" w:rsidRDefault="007C062E">
      <w:pPr>
        <w:pStyle w:val="TOC3"/>
        <w:rPr>
          <w:rFonts w:asciiTheme="minorHAnsi" w:eastAsiaTheme="minorEastAsia" w:hAnsiTheme="minorHAnsi" w:cstheme="minorBidi"/>
          <w:sz w:val="22"/>
          <w:szCs w:val="22"/>
          <w:lang w:eastAsia="en-GB"/>
        </w:rPr>
      </w:pPr>
      <w:r>
        <w:t>5.5.2</w:t>
      </w:r>
      <w:r>
        <w:tab/>
        <w:t>AeSimu</w:t>
      </w:r>
      <w:r>
        <w:tab/>
      </w:r>
      <w:r>
        <w:fldChar w:fldCharType="begin"/>
      </w:r>
      <w:r>
        <w:instrText xml:space="preserve"> PAGEREF _Toc13748875 \h </w:instrText>
      </w:r>
      <w:r>
        <w:fldChar w:fldCharType="separate"/>
      </w:r>
      <w:r>
        <w:t>15</w:t>
      </w:r>
      <w:r>
        <w:fldChar w:fldCharType="end"/>
      </w:r>
    </w:p>
    <w:p w14:paraId="66D65C34" w14:textId="00558FB9" w:rsidR="007C062E" w:rsidRDefault="007C062E">
      <w:pPr>
        <w:pStyle w:val="TOC3"/>
        <w:rPr>
          <w:rFonts w:asciiTheme="minorHAnsi" w:eastAsiaTheme="minorEastAsia" w:hAnsiTheme="minorHAnsi" w:cstheme="minorBidi"/>
          <w:sz w:val="22"/>
          <w:szCs w:val="22"/>
          <w:lang w:eastAsia="en-GB"/>
        </w:rPr>
      </w:pPr>
      <w:r>
        <w:t>5.5.3</w:t>
      </w:r>
      <w:r>
        <w:tab/>
        <w:t>CseSimu</w:t>
      </w:r>
      <w:r>
        <w:tab/>
      </w:r>
      <w:r>
        <w:fldChar w:fldCharType="begin"/>
      </w:r>
      <w:r>
        <w:instrText xml:space="preserve"> PAGEREF _Toc13748876 \h </w:instrText>
      </w:r>
      <w:r>
        <w:fldChar w:fldCharType="separate"/>
      </w:r>
      <w:r>
        <w:t>15</w:t>
      </w:r>
      <w:r>
        <w:fldChar w:fldCharType="end"/>
      </w:r>
    </w:p>
    <w:p w14:paraId="489C25C9" w14:textId="197BE1F8" w:rsidR="007C062E" w:rsidRDefault="007C062E">
      <w:pPr>
        <w:pStyle w:val="TOC2"/>
        <w:rPr>
          <w:rFonts w:asciiTheme="minorHAnsi" w:eastAsiaTheme="minorEastAsia" w:hAnsiTheme="minorHAnsi" w:cstheme="minorBidi"/>
          <w:sz w:val="22"/>
          <w:szCs w:val="22"/>
          <w:lang w:eastAsia="en-GB"/>
        </w:rPr>
      </w:pPr>
      <w:r>
        <w:t>5.6</w:t>
      </w:r>
      <w:r>
        <w:tab/>
        <w:t>Test strategy</w:t>
      </w:r>
      <w:r>
        <w:tab/>
      </w:r>
      <w:r>
        <w:fldChar w:fldCharType="begin"/>
      </w:r>
      <w:r>
        <w:instrText xml:space="preserve"> PAGEREF _Toc13748877 \h </w:instrText>
      </w:r>
      <w:r>
        <w:fldChar w:fldCharType="separate"/>
      </w:r>
      <w:r>
        <w:t>16</w:t>
      </w:r>
      <w:r>
        <w:fldChar w:fldCharType="end"/>
      </w:r>
    </w:p>
    <w:p w14:paraId="29626344" w14:textId="1B48E579" w:rsidR="007C062E" w:rsidRDefault="007C062E">
      <w:pPr>
        <w:pStyle w:val="TOC1"/>
        <w:rPr>
          <w:rFonts w:asciiTheme="minorHAnsi" w:eastAsiaTheme="minorEastAsia" w:hAnsiTheme="minorHAnsi" w:cstheme="minorBidi"/>
          <w:szCs w:val="22"/>
          <w:lang w:eastAsia="en-GB"/>
        </w:rPr>
      </w:pPr>
      <w:r>
        <w:t>6</w:t>
      </w:r>
      <w:r>
        <w:tab/>
      </w:r>
      <w:r w:rsidRPr="00DD2814">
        <w:rPr>
          <w:rFonts w:cs="Arial"/>
          <w:lang w:eastAsia="en-GB"/>
        </w:rPr>
        <w:t>Untestable Test Purposes</w:t>
      </w:r>
      <w:r>
        <w:tab/>
      </w:r>
      <w:r>
        <w:fldChar w:fldCharType="begin"/>
      </w:r>
      <w:r>
        <w:instrText xml:space="preserve"> PAGEREF _Toc13748878 \h </w:instrText>
      </w:r>
      <w:r>
        <w:fldChar w:fldCharType="separate"/>
      </w:r>
      <w:r>
        <w:t>17</w:t>
      </w:r>
      <w:r>
        <w:fldChar w:fldCharType="end"/>
      </w:r>
    </w:p>
    <w:p w14:paraId="3E86F9FA" w14:textId="3A6CD9C2" w:rsidR="007C062E" w:rsidRDefault="007C062E">
      <w:pPr>
        <w:pStyle w:val="TOC1"/>
        <w:rPr>
          <w:rFonts w:asciiTheme="minorHAnsi" w:eastAsiaTheme="minorEastAsia" w:hAnsiTheme="minorHAnsi" w:cstheme="minorBidi"/>
          <w:szCs w:val="22"/>
          <w:lang w:eastAsia="en-GB"/>
        </w:rPr>
      </w:pPr>
      <w:r>
        <w:t>7</w:t>
      </w:r>
      <w:r>
        <w:tab/>
      </w:r>
      <w:r w:rsidRPr="0032615D">
        <w:t>ATS</w:t>
      </w:r>
      <w:r>
        <w:t xml:space="preserve"> Conventions</w:t>
      </w:r>
      <w:r>
        <w:tab/>
      </w:r>
      <w:r>
        <w:fldChar w:fldCharType="begin"/>
      </w:r>
      <w:r>
        <w:instrText xml:space="preserve"> PAGEREF _Toc13748879 \h </w:instrText>
      </w:r>
      <w:r>
        <w:fldChar w:fldCharType="separate"/>
      </w:r>
      <w:r>
        <w:t>17</w:t>
      </w:r>
      <w:r>
        <w:fldChar w:fldCharType="end"/>
      </w:r>
    </w:p>
    <w:p w14:paraId="5B30B03A" w14:textId="1D842D16" w:rsidR="007C062E" w:rsidRDefault="007C062E">
      <w:pPr>
        <w:pStyle w:val="TOC2"/>
        <w:rPr>
          <w:rFonts w:asciiTheme="minorHAnsi" w:eastAsiaTheme="minorEastAsia" w:hAnsiTheme="minorHAnsi" w:cstheme="minorBidi"/>
          <w:sz w:val="22"/>
          <w:szCs w:val="22"/>
          <w:lang w:eastAsia="en-GB"/>
        </w:rPr>
      </w:pPr>
      <w:r>
        <w:t>7.0</w:t>
      </w:r>
      <w:r>
        <w:tab/>
        <w:t>Introduction</w:t>
      </w:r>
      <w:r>
        <w:tab/>
      </w:r>
      <w:r>
        <w:fldChar w:fldCharType="begin"/>
      </w:r>
      <w:r>
        <w:instrText xml:space="preserve"> PAGEREF _Toc13748880 \h </w:instrText>
      </w:r>
      <w:r>
        <w:fldChar w:fldCharType="separate"/>
      </w:r>
      <w:r>
        <w:t>17</w:t>
      </w:r>
      <w:r>
        <w:fldChar w:fldCharType="end"/>
      </w:r>
    </w:p>
    <w:p w14:paraId="75E59B0D" w14:textId="11C082B1" w:rsidR="007C062E" w:rsidRDefault="007C062E">
      <w:pPr>
        <w:pStyle w:val="TOC2"/>
        <w:rPr>
          <w:rFonts w:asciiTheme="minorHAnsi" w:eastAsiaTheme="minorEastAsia" w:hAnsiTheme="minorHAnsi" w:cstheme="minorBidi"/>
          <w:sz w:val="22"/>
          <w:szCs w:val="22"/>
          <w:lang w:eastAsia="en-GB"/>
        </w:rPr>
      </w:pPr>
      <w:r>
        <w:t>7.1</w:t>
      </w:r>
      <w:r>
        <w:tab/>
        <w:t>Testing conventions</w:t>
      </w:r>
      <w:r>
        <w:tab/>
      </w:r>
      <w:r>
        <w:fldChar w:fldCharType="begin"/>
      </w:r>
      <w:r>
        <w:instrText xml:space="preserve"> PAGEREF _Toc13748881 \h </w:instrText>
      </w:r>
      <w:r>
        <w:fldChar w:fldCharType="separate"/>
      </w:r>
      <w:r>
        <w:t>17</w:t>
      </w:r>
      <w:r>
        <w:fldChar w:fldCharType="end"/>
      </w:r>
    </w:p>
    <w:p w14:paraId="047A36D7" w14:textId="3C9E777D" w:rsidR="007C062E" w:rsidRDefault="007C062E">
      <w:pPr>
        <w:pStyle w:val="TOC3"/>
        <w:rPr>
          <w:rFonts w:asciiTheme="minorHAnsi" w:eastAsiaTheme="minorEastAsia" w:hAnsiTheme="minorHAnsi" w:cstheme="minorBidi"/>
          <w:sz w:val="22"/>
          <w:szCs w:val="22"/>
          <w:lang w:eastAsia="en-GB"/>
        </w:rPr>
      </w:pPr>
      <w:r>
        <w:t>7.1.1</w:t>
      </w:r>
      <w:r>
        <w:tab/>
        <w:t>Testing states</w:t>
      </w:r>
      <w:r>
        <w:tab/>
      </w:r>
      <w:r>
        <w:fldChar w:fldCharType="begin"/>
      </w:r>
      <w:r>
        <w:instrText xml:space="preserve"> PAGEREF _Toc13748882 \h </w:instrText>
      </w:r>
      <w:r>
        <w:fldChar w:fldCharType="separate"/>
      </w:r>
      <w:r>
        <w:t>17</w:t>
      </w:r>
      <w:r>
        <w:fldChar w:fldCharType="end"/>
      </w:r>
    </w:p>
    <w:p w14:paraId="5F9685FC" w14:textId="6F0A1BE1" w:rsidR="007C062E" w:rsidRDefault="007C062E">
      <w:pPr>
        <w:pStyle w:val="TOC4"/>
        <w:rPr>
          <w:rFonts w:asciiTheme="minorHAnsi" w:eastAsiaTheme="minorEastAsia" w:hAnsiTheme="minorHAnsi" w:cstheme="minorBidi"/>
          <w:sz w:val="22"/>
          <w:szCs w:val="22"/>
          <w:lang w:eastAsia="en-GB"/>
        </w:rPr>
      </w:pPr>
      <w:r>
        <w:t>7.1.1.1</w:t>
      </w:r>
      <w:r>
        <w:tab/>
        <w:t>Initial state</w:t>
      </w:r>
      <w:r>
        <w:tab/>
      </w:r>
      <w:r>
        <w:fldChar w:fldCharType="begin"/>
      </w:r>
      <w:r>
        <w:instrText xml:space="preserve"> PAGEREF _Toc13748883 \h </w:instrText>
      </w:r>
      <w:r>
        <w:fldChar w:fldCharType="separate"/>
      </w:r>
      <w:r>
        <w:t>17</w:t>
      </w:r>
      <w:r>
        <w:fldChar w:fldCharType="end"/>
      </w:r>
    </w:p>
    <w:p w14:paraId="2C9EF103" w14:textId="222BBFDE" w:rsidR="007C062E" w:rsidRDefault="007C062E">
      <w:pPr>
        <w:pStyle w:val="TOC4"/>
        <w:rPr>
          <w:rFonts w:asciiTheme="minorHAnsi" w:eastAsiaTheme="minorEastAsia" w:hAnsiTheme="minorHAnsi" w:cstheme="minorBidi"/>
          <w:sz w:val="22"/>
          <w:szCs w:val="22"/>
          <w:lang w:eastAsia="en-GB"/>
        </w:rPr>
      </w:pPr>
      <w:r>
        <w:t>7.1.1.2</w:t>
      </w:r>
      <w:r>
        <w:tab/>
        <w:t>Final state</w:t>
      </w:r>
      <w:r>
        <w:tab/>
      </w:r>
      <w:r>
        <w:fldChar w:fldCharType="begin"/>
      </w:r>
      <w:r>
        <w:instrText xml:space="preserve"> PAGEREF _Toc13748884 \h </w:instrText>
      </w:r>
      <w:r>
        <w:fldChar w:fldCharType="separate"/>
      </w:r>
      <w:r>
        <w:t>17</w:t>
      </w:r>
      <w:r>
        <w:fldChar w:fldCharType="end"/>
      </w:r>
    </w:p>
    <w:p w14:paraId="6890B91C" w14:textId="1648094C" w:rsidR="007C062E" w:rsidRDefault="007C062E">
      <w:pPr>
        <w:pStyle w:val="TOC2"/>
        <w:rPr>
          <w:rFonts w:asciiTheme="minorHAnsi" w:eastAsiaTheme="minorEastAsia" w:hAnsiTheme="minorHAnsi" w:cstheme="minorBidi"/>
          <w:sz w:val="22"/>
          <w:szCs w:val="22"/>
          <w:lang w:eastAsia="en-GB"/>
        </w:rPr>
      </w:pPr>
      <w:r>
        <w:t>7.2</w:t>
      </w:r>
      <w:r>
        <w:tab/>
        <w:t>Naming conventions</w:t>
      </w:r>
      <w:r>
        <w:tab/>
      </w:r>
      <w:r>
        <w:fldChar w:fldCharType="begin"/>
      </w:r>
      <w:r>
        <w:instrText xml:space="preserve"> PAGEREF _Toc13748885 \h </w:instrText>
      </w:r>
      <w:r>
        <w:fldChar w:fldCharType="separate"/>
      </w:r>
      <w:r>
        <w:t>17</w:t>
      </w:r>
      <w:r>
        <w:fldChar w:fldCharType="end"/>
      </w:r>
    </w:p>
    <w:p w14:paraId="131A49C8" w14:textId="3AF45498" w:rsidR="007C062E" w:rsidRDefault="007C062E">
      <w:pPr>
        <w:pStyle w:val="TOC3"/>
        <w:rPr>
          <w:rFonts w:asciiTheme="minorHAnsi" w:eastAsiaTheme="minorEastAsia" w:hAnsiTheme="minorHAnsi" w:cstheme="minorBidi"/>
          <w:sz w:val="22"/>
          <w:szCs w:val="22"/>
          <w:lang w:eastAsia="en-GB"/>
        </w:rPr>
      </w:pPr>
      <w:r>
        <w:t>7.2.1</w:t>
      </w:r>
      <w:r>
        <w:tab/>
        <w:t>General guidelines</w:t>
      </w:r>
      <w:r>
        <w:tab/>
      </w:r>
      <w:r>
        <w:fldChar w:fldCharType="begin"/>
      </w:r>
      <w:r>
        <w:instrText xml:space="preserve"> PAGEREF _Toc13748886 \h </w:instrText>
      </w:r>
      <w:r>
        <w:fldChar w:fldCharType="separate"/>
      </w:r>
      <w:r>
        <w:t>17</w:t>
      </w:r>
      <w:r>
        <w:fldChar w:fldCharType="end"/>
      </w:r>
    </w:p>
    <w:p w14:paraId="728D32A1" w14:textId="7EDAA3AF" w:rsidR="007C062E" w:rsidRDefault="007C062E">
      <w:pPr>
        <w:pStyle w:val="TOC3"/>
        <w:rPr>
          <w:rFonts w:asciiTheme="minorHAnsi" w:eastAsiaTheme="minorEastAsia" w:hAnsiTheme="minorHAnsi" w:cstheme="minorBidi"/>
          <w:sz w:val="22"/>
          <w:szCs w:val="22"/>
          <w:lang w:eastAsia="en-GB"/>
        </w:rPr>
      </w:pPr>
      <w:r>
        <w:t>7.2.2</w:t>
      </w:r>
      <w:r>
        <w:tab/>
        <w:t xml:space="preserve">oneM2M specific </w:t>
      </w:r>
      <w:r w:rsidRPr="0032615D">
        <w:t>TTCN</w:t>
      </w:r>
      <w:r>
        <w:t>-3 naming conventions</w:t>
      </w:r>
      <w:r>
        <w:tab/>
      </w:r>
      <w:r>
        <w:fldChar w:fldCharType="begin"/>
      </w:r>
      <w:r>
        <w:instrText xml:space="preserve"> PAGEREF _Toc13748887 \h </w:instrText>
      </w:r>
      <w:r>
        <w:fldChar w:fldCharType="separate"/>
      </w:r>
      <w:r>
        <w:t>19</w:t>
      </w:r>
      <w:r>
        <w:fldChar w:fldCharType="end"/>
      </w:r>
    </w:p>
    <w:p w14:paraId="2DDC3470" w14:textId="09B475F7" w:rsidR="007C062E" w:rsidRDefault="007C062E">
      <w:pPr>
        <w:pStyle w:val="TOC3"/>
        <w:rPr>
          <w:rFonts w:asciiTheme="minorHAnsi" w:eastAsiaTheme="minorEastAsia" w:hAnsiTheme="minorHAnsi" w:cstheme="minorBidi"/>
          <w:sz w:val="22"/>
          <w:szCs w:val="22"/>
          <w:lang w:eastAsia="en-GB"/>
        </w:rPr>
      </w:pPr>
      <w:r>
        <w:t>7.2.3</w:t>
      </w:r>
      <w:r>
        <w:tab/>
        <w:t>Usage of Log statements</w:t>
      </w:r>
      <w:r>
        <w:tab/>
      </w:r>
      <w:r>
        <w:fldChar w:fldCharType="begin"/>
      </w:r>
      <w:r>
        <w:instrText xml:space="preserve"> PAGEREF _Toc13748888 \h </w:instrText>
      </w:r>
      <w:r>
        <w:fldChar w:fldCharType="separate"/>
      </w:r>
      <w:r>
        <w:t>19</w:t>
      </w:r>
      <w:r>
        <w:fldChar w:fldCharType="end"/>
      </w:r>
    </w:p>
    <w:p w14:paraId="73D48088" w14:textId="30BF0505" w:rsidR="007C062E" w:rsidRDefault="007C062E">
      <w:pPr>
        <w:pStyle w:val="TOC3"/>
        <w:rPr>
          <w:rFonts w:asciiTheme="minorHAnsi" w:eastAsiaTheme="minorEastAsia" w:hAnsiTheme="minorHAnsi" w:cstheme="minorBidi"/>
          <w:sz w:val="22"/>
          <w:szCs w:val="22"/>
          <w:lang w:eastAsia="en-GB"/>
        </w:rPr>
      </w:pPr>
      <w:r>
        <w:t>7.2.4</w:t>
      </w:r>
      <w:r>
        <w:tab/>
        <w:t>Test Case (</w:t>
      </w:r>
      <w:r w:rsidRPr="0032615D">
        <w:t>TC</w:t>
      </w:r>
      <w:r>
        <w:t>) identifier</w:t>
      </w:r>
      <w:r>
        <w:tab/>
      </w:r>
      <w:r>
        <w:fldChar w:fldCharType="begin"/>
      </w:r>
      <w:r>
        <w:instrText xml:space="preserve"> PAGEREF _Toc13748889 \h </w:instrText>
      </w:r>
      <w:r>
        <w:fldChar w:fldCharType="separate"/>
      </w:r>
      <w:r>
        <w:t>20</w:t>
      </w:r>
      <w:r>
        <w:fldChar w:fldCharType="end"/>
      </w:r>
    </w:p>
    <w:p w14:paraId="3A53C510" w14:textId="6EC47D87" w:rsidR="007C062E" w:rsidRDefault="007C062E">
      <w:pPr>
        <w:pStyle w:val="TOC2"/>
        <w:rPr>
          <w:rFonts w:asciiTheme="minorHAnsi" w:eastAsiaTheme="minorEastAsia" w:hAnsiTheme="minorHAnsi" w:cstheme="minorBidi"/>
          <w:sz w:val="22"/>
          <w:szCs w:val="22"/>
          <w:lang w:eastAsia="en-GB"/>
        </w:rPr>
      </w:pPr>
      <w:r>
        <w:t>7.3</w:t>
      </w:r>
      <w:r>
        <w:tab/>
      </w:r>
      <w:r w:rsidRPr="0032615D">
        <w:rPr>
          <w:rFonts w:cs="Arial"/>
          <w:lang w:eastAsia="en-GB"/>
        </w:rPr>
        <w:t>IXIT</w:t>
      </w:r>
      <w:r>
        <w:tab/>
      </w:r>
      <w:r>
        <w:fldChar w:fldCharType="begin"/>
      </w:r>
      <w:r>
        <w:instrText xml:space="preserve"> PAGEREF _Toc13748890 \h </w:instrText>
      </w:r>
      <w:r>
        <w:fldChar w:fldCharType="separate"/>
      </w:r>
      <w:r>
        <w:t>20</w:t>
      </w:r>
      <w:r>
        <w:fldChar w:fldCharType="end"/>
      </w:r>
    </w:p>
    <w:p w14:paraId="3ABBC0C4" w14:textId="1C687C8C" w:rsidR="007C062E" w:rsidRDefault="007C062E">
      <w:pPr>
        <w:pStyle w:val="TOC1"/>
        <w:rPr>
          <w:rFonts w:asciiTheme="minorHAnsi" w:eastAsiaTheme="minorEastAsia" w:hAnsiTheme="minorHAnsi" w:cstheme="minorBidi"/>
          <w:szCs w:val="22"/>
          <w:lang w:eastAsia="en-GB"/>
        </w:rPr>
      </w:pPr>
      <w:r>
        <w:t>8</w:t>
      </w:r>
      <w:r>
        <w:tab/>
      </w:r>
      <w:r w:rsidRPr="0032615D">
        <w:t>TTCN</w:t>
      </w:r>
      <w:r>
        <w:t>-3 Verifications</w:t>
      </w:r>
      <w:r>
        <w:tab/>
      </w:r>
      <w:r>
        <w:fldChar w:fldCharType="begin"/>
      </w:r>
      <w:r>
        <w:instrText xml:space="preserve"> PAGEREF _Toc13748891 \h </w:instrText>
      </w:r>
      <w:r>
        <w:fldChar w:fldCharType="separate"/>
      </w:r>
      <w:r>
        <w:t>22</w:t>
      </w:r>
      <w:r>
        <w:fldChar w:fldCharType="end"/>
      </w:r>
    </w:p>
    <w:p w14:paraId="4FDF03C2" w14:textId="1F68C499" w:rsidR="007C062E" w:rsidRDefault="007C062E">
      <w:pPr>
        <w:pStyle w:val="TOC8"/>
        <w:rPr>
          <w:rFonts w:asciiTheme="minorHAnsi" w:eastAsiaTheme="minorEastAsia" w:hAnsiTheme="minorHAnsi" w:cstheme="minorBidi"/>
          <w:b w:val="0"/>
          <w:szCs w:val="22"/>
          <w:lang w:eastAsia="en-GB"/>
        </w:rPr>
      </w:pPr>
      <w:r>
        <w:t xml:space="preserve">Annex A (normative): </w:t>
      </w:r>
      <w:r w:rsidRPr="0032615D">
        <w:rPr>
          <w:lang w:eastAsia="en-GB"/>
        </w:rPr>
        <w:t>TTCN</w:t>
      </w:r>
      <w:r>
        <w:rPr>
          <w:lang w:eastAsia="en-GB"/>
        </w:rPr>
        <w:t>-3 library modules</w:t>
      </w:r>
      <w:r>
        <w:tab/>
      </w:r>
      <w:r>
        <w:fldChar w:fldCharType="begin"/>
      </w:r>
      <w:r>
        <w:instrText xml:space="preserve"> PAGEREF _Toc13748892 \h </w:instrText>
      </w:r>
      <w:r>
        <w:fldChar w:fldCharType="separate"/>
      </w:r>
      <w:r>
        <w:t>23</w:t>
      </w:r>
      <w:r>
        <w:fldChar w:fldCharType="end"/>
      </w:r>
    </w:p>
    <w:p w14:paraId="399FFA2D" w14:textId="658A71E1" w:rsidR="007C062E" w:rsidRDefault="007C062E">
      <w:pPr>
        <w:pStyle w:val="TOC1"/>
        <w:rPr>
          <w:rFonts w:asciiTheme="minorHAnsi" w:eastAsiaTheme="minorEastAsia" w:hAnsiTheme="minorHAnsi" w:cstheme="minorBidi"/>
          <w:szCs w:val="22"/>
          <w:lang w:eastAsia="en-GB"/>
        </w:rPr>
      </w:pPr>
      <w:r>
        <w:t>A.1</w:t>
      </w:r>
      <w:r>
        <w:tab/>
      </w:r>
      <w:r>
        <w:rPr>
          <w:lang w:eastAsia="en-GB"/>
        </w:rPr>
        <w:t xml:space="preserve">Electronic annex, zip file with </w:t>
      </w:r>
      <w:r w:rsidRPr="0032615D">
        <w:rPr>
          <w:lang w:eastAsia="en-GB"/>
        </w:rPr>
        <w:t>TTCN</w:t>
      </w:r>
      <w:r>
        <w:rPr>
          <w:lang w:eastAsia="en-GB"/>
        </w:rPr>
        <w:t>-3 code</w:t>
      </w:r>
      <w:r>
        <w:tab/>
      </w:r>
      <w:r>
        <w:fldChar w:fldCharType="begin"/>
      </w:r>
      <w:r>
        <w:instrText xml:space="preserve"> PAGEREF _Toc13748893 \h </w:instrText>
      </w:r>
      <w:r>
        <w:fldChar w:fldCharType="separate"/>
      </w:r>
      <w:r>
        <w:t>23</w:t>
      </w:r>
      <w:r>
        <w:fldChar w:fldCharType="end"/>
      </w:r>
    </w:p>
    <w:p w14:paraId="494D5BE0" w14:textId="65C5CC6F" w:rsidR="007C062E" w:rsidRDefault="007C062E">
      <w:pPr>
        <w:pStyle w:val="TOC8"/>
        <w:rPr>
          <w:rFonts w:asciiTheme="minorHAnsi" w:eastAsiaTheme="minorEastAsia" w:hAnsiTheme="minorHAnsi" w:cstheme="minorBidi"/>
          <w:b w:val="0"/>
          <w:szCs w:val="22"/>
          <w:lang w:eastAsia="en-GB"/>
        </w:rPr>
      </w:pPr>
      <w:r>
        <w:t>Annex B (informative): Bibliography</w:t>
      </w:r>
      <w:r>
        <w:tab/>
      </w:r>
      <w:r>
        <w:fldChar w:fldCharType="begin"/>
      </w:r>
      <w:r>
        <w:instrText xml:space="preserve"> PAGEREF _Toc13748894 \h </w:instrText>
      </w:r>
      <w:r>
        <w:fldChar w:fldCharType="separate"/>
      </w:r>
      <w:r>
        <w:t>24</w:t>
      </w:r>
      <w:r>
        <w:fldChar w:fldCharType="end"/>
      </w:r>
    </w:p>
    <w:p w14:paraId="37CA7DD0" w14:textId="0B5E24ED" w:rsidR="007C062E" w:rsidRDefault="007C062E">
      <w:pPr>
        <w:pStyle w:val="TOC1"/>
        <w:rPr>
          <w:rFonts w:asciiTheme="minorHAnsi" w:eastAsiaTheme="minorEastAsia" w:hAnsiTheme="minorHAnsi" w:cstheme="minorBidi"/>
          <w:szCs w:val="22"/>
          <w:lang w:eastAsia="en-GB"/>
        </w:rPr>
      </w:pPr>
      <w:r>
        <w:t>History</w:t>
      </w:r>
      <w:r>
        <w:tab/>
      </w:r>
      <w:r>
        <w:fldChar w:fldCharType="begin"/>
      </w:r>
      <w:r>
        <w:instrText xml:space="preserve"> PAGEREF _Toc13748895 \h </w:instrText>
      </w:r>
      <w:r>
        <w:fldChar w:fldCharType="separate"/>
      </w:r>
      <w:r>
        <w:t>25</w:t>
      </w:r>
      <w:r>
        <w:fldChar w:fldCharType="end"/>
      </w:r>
    </w:p>
    <w:p w14:paraId="10874B1B" w14:textId="006F37C6" w:rsidR="009A6372" w:rsidRPr="004F4407" w:rsidRDefault="00802AA2">
      <w:pPr>
        <w:rPr>
          <w:sz w:val="22"/>
        </w:rPr>
      </w:pPr>
      <w:r w:rsidRPr="004F4407">
        <w:rPr>
          <w:sz w:val="22"/>
        </w:rPr>
        <w:fldChar w:fldCharType="end"/>
      </w:r>
    </w:p>
    <w:p w14:paraId="31590E05" w14:textId="77777777" w:rsidR="00BB6418" w:rsidRPr="004F4407" w:rsidRDefault="009A6372" w:rsidP="00DA57DD">
      <w:pPr>
        <w:pStyle w:val="Heading1"/>
      </w:pPr>
      <w:r w:rsidRPr="004F4407">
        <w:rPr>
          <w:sz w:val="22"/>
        </w:rPr>
        <w:lastRenderedPageBreak/>
        <w:br w:type="page"/>
      </w:r>
      <w:bookmarkStart w:id="1" w:name="_Toc13748846"/>
      <w:r w:rsidR="00BB6418" w:rsidRPr="004F4407">
        <w:lastRenderedPageBreak/>
        <w:t>1</w:t>
      </w:r>
      <w:r w:rsidRPr="004F4407">
        <w:tab/>
      </w:r>
      <w:r w:rsidR="00BB6418" w:rsidRPr="004F4407">
        <w:t>Scope</w:t>
      </w:r>
      <w:bookmarkEnd w:id="1"/>
    </w:p>
    <w:p w14:paraId="407BAD09" w14:textId="28D3D6B8" w:rsidR="00A66B95" w:rsidRPr="004F4407" w:rsidRDefault="00A66B95" w:rsidP="00A66B95">
      <w:r w:rsidRPr="004F4407">
        <w:t>The present document contains the Abstract Test Suite (</w:t>
      </w:r>
      <w:r w:rsidRPr="0032615D">
        <w:t>ATS</w:t>
      </w:r>
      <w:r w:rsidRPr="004F4407">
        <w:t xml:space="preserve">) </w:t>
      </w:r>
      <w:r w:rsidRPr="004F4407">
        <w:rPr>
          <w:lang w:eastAsia="en-GB"/>
        </w:rPr>
        <w:t>for oneM2M as</w:t>
      </w:r>
      <w:r w:rsidRPr="004F4407">
        <w:t xml:space="preserve"> defined in </w:t>
      </w:r>
      <w:r w:rsidRPr="004F4407">
        <w:rPr>
          <w:lang w:eastAsia="ar-SA"/>
        </w:rPr>
        <w:t xml:space="preserve">oneM2M </w:t>
      </w:r>
      <w:r w:rsidRPr="0032615D">
        <w:rPr>
          <w:lang w:eastAsia="ar-SA"/>
        </w:rPr>
        <w:t>TS</w:t>
      </w:r>
      <w:r w:rsidRPr="004F4407">
        <w:rPr>
          <w:lang w:eastAsia="ar-SA"/>
        </w:rPr>
        <w:t xml:space="preserve">-0001 </w:t>
      </w:r>
      <w:r w:rsidR="00384556" w:rsidRPr="0032615D">
        <w:rPr>
          <w:lang w:eastAsia="ar-SA"/>
        </w:rPr>
        <w:t>[</w:t>
      </w:r>
      <w:r w:rsidR="00384556" w:rsidRPr="0032615D">
        <w:rPr>
          <w:lang w:eastAsia="ar-SA"/>
        </w:rPr>
        <w:fldChar w:fldCharType="begin"/>
      </w:r>
      <w:r w:rsidR="00384556" w:rsidRPr="0032615D">
        <w:rPr>
          <w:lang w:eastAsia="ar-SA"/>
        </w:rPr>
        <w:instrText xml:space="preserve">REF REF_ONEM2MTS_0001 \h </w:instrText>
      </w:r>
      <w:r w:rsidR="00384556" w:rsidRPr="0032615D">
        <w:rPr>
          <w:lang w:eastAsia="ar-SA"/>
        </w:rPr>
      </w:r>
      <w:r w:rsidR="00384556" w:rsidRPr="0032615D">
        <w:rPr>
          <w:lang w:eastAsia="ar-SA"/>
        </w:rPr>
        <w:fldChar w:fldCharType="separate"/>
      </w:r>
      <w:r w:rsidR="00384556" w:rsidRPr="0032615D">
        <w:rPr>
          <w:noProof/>
        </w:rPr>
        <w:t>1</w:t>
      </w:r>
      <w:r w:rsidR="00384556" w:rsidRPr="0032615D">
        <w:rPr>
          <w:lang w:eastAsia="ar-SA"/>
        </w:rPr>
        <w:fldChar w:fldCharType="end"/>
      </w:r>
      <w:r w:rsidR="00384556" w:rsidRPr="0032615D">
        <w:rPr>
          <w:lang w:eastAsia="ar-SA"/>
        </w:rPr>
        <w:t>]</w:t>
      </w:r>
      <w:r w:rsidRPr="004F4407">
        <w:t xml:space="preserve"> and oneM2M </w:t>
      </w:r>
      <w:r w:rsidRPr="0032615D">
        <w:t>TS</w:t>
      </w:r>
      <w:r w:rsidRPr="004F4407">
        <w:t xml:space="preserve">-0004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 xml:space="preserve"> in compliance with the relevant requirements and in accordance with the relevant guidance given in </w:t>
      </w:r>
      <w:r w:rsidRPr="0032615D">
        <w:t>ISO/IEC 9646</w:t>
      </w:r>
      <w:r w:rsidRPr="0032615D">
        <w:noBreakHyphen/>
        <w:t>7 </w:t>
      </w:r>
      <w:r w:rsidR="00D67FD1" w:rsidRPr="0032615D">
        <w:t>[</w:t>
      </w:r>
      <w:r w:rsidR="00D67FD1" w:rsidRPr="0032615D">
        <w:fldChar w:fldCharType="begin"/>
      </w:r>
      <w:r w:rsidR="00D67FD1" w:rsidRPr="0032615D">
        <w:instrText xml:space="preserve">REF REF_ISOIEC9646_7 \h </w:instrText>
      </w:r>
      <w:r w:rsidR="00D67FD1" w:rsidRPr="0032615D">
        <w:fldChar w:fldCharType="separate"/>
      </w:r>
      <w:r w:rsidR="00802AA2" w:rsidRPr="0032615D">
        <w:t>5</w:t>
      </w:r>
      <w:r w:rsidR="00D67FD1" w:rsidRPr="0032615D">
        <w:fldChar w:fldCharType="end"/>
      </w:r>
      <w:r w:rsidR="00D67FD1" w:rsidRPr="0032615D">
        <w:t>]</w:t>
      </w:r>
      <w:r w:rsidRPr="004F4407">
        <w:t>.</w:t>
      </w:r>
    </w:p>
    <w:p w14:paraId="63A9F63A" w14:textId="77777777" w:rsidR="00A66B95" w:rsidRPr="004F4407" w:rsidRDefault="00A66B95" w:rsidP="00A66B95">
      <w:r w:rsidRPr="004F4407">
        <w:t xml:space="preserve">The objective of the present document is to provide a basis for conformance tests for </w:t>
      </w:r>
      <w:r w:rsidRPr="004F4407">
        <w:rPr>
          <w:lang w:eastAsia="en-GB"/>
        </w:rPr>
        <w:t>oneM2M products</w:t>
      </w:r>
      <w:r w:rsidRPr="004F4407">
        <w:t xml:space="preserve"> giving a high probability of inter</w:t>
      </w:r>
      <w:r w:rsidRPr="004F4407">
        <w:noBreakHyphen/>
        <w:t>operability between different manufacturers</w:t>
      </w:r>
      <w:r w:rsidR="00DA57DD" w:rsidRPr="004F4407">
        <w:t>'</w:t>
      </w:r>
      <w:r w:rsidRPr="004F4407">
        <w:t xml:space="preserve"> equipment.</w:t>
      </w:r>
    </w:p>
    <w:p w14:paraId="0A58059C" w14:textId="0A623B7F" w:rsidR="00A66B95" w:rsidRPr="004F4407" w:rsidRDefault="00A66B95" w:rsidP="00A66B95">
      <w:r w:rsidRPr="004F4407">
        <w:t xml:space="preserve">The </w:t>
      </w:r>
      <w:r w:rsidRPr="0032615D">
        <w:t>ISO</w:t>
      </w:r>
      <w:r w:rsidRPr="004F4407">
        <w:t xml:space="preserve"> standard for the methodology of conformance testing (</w:t>
      </w:r>
      <w:r w:rsidRPr="0032615D">
        <w:t>ISO/IEC 9646</w:t>
      </w:r>
      <w:r w:rsidRPr="0032615D">
        <w:noBreakHyphen/>
        <w:t>1 </w:t>
      </w:r>
      <w:r w:rsidR="00D67FD1" w:rsidRPr="0032615D">
        <w:t>[</w:t>
      </w:r>
      <w:r w:rsidR="00D67FD1" w:rsidRPr="0032615D">
        <w:fldChar w:fldCharType="begin"/>
      </w:r>
      <w:r w:rsidR="00D67FD1" w:rsidRPr="0032615D">
        <w:instrText xml:space="preserve">REF REF_ISOIEC9646_1 \h </w:instrText>
      </w:r>
      <w:r w:rsidR="00D67FD1" w:rsidRPr="0032615D">
        <w:fldChar w:fldCharType="separate"/>
      </w:r>
      <w:r w:rsidR="00802AA2" w:rsidRPr="0032615D">
        <w:t>3</w:t>
      </w:r>
      <w:r w:rsidR="00D67FD1" w:rsidRPr="0032615D">
        <w:fldChar w:fldCharType="end"/>
      </w:r>
      <w:r w:rsidR="00D67FD1" w:rsidRPr="0032615D">
        <w:t>]</w:t>
      </w:r>
      <w:r w:rsidRPr="004F4407">
        <w:t xml:space="preserve"> and </w:t>
      </w:r>
      <w:r w:rsidRPr="0032615D">
        <w:t>ISO/IEC 9646</w:t>
      </w:r>
      <w:r w:rsidRPr="0032615D">
        <w:noBreakHyphen/>
        <w:t>2 </w:t>
      </w:r>
      <w:r w:rsidR="00D67FD1" w:rsidRPr="0032615D">
        <w:t>[</w:t>
      </w:r>
      <w:r w:rsidR="00D67FD1" w:rsidRPr="0032615D">
        <w:fldChar w:fldCharType="begin"/>
      </w:r>
      <w:r w:rsidR="00D67FD1" w:rsidRPr="0032615D">
        <w:instrText xml:space="preserve">REF REF_ISOIEC9646_2 \h </w:instrText>
      </w:r>
      <w:r w:rsidR="00D67FD1" w:rsidRPr="0032615D">
        <w:fldChar w:fldCharType="separate"/>
      </w:r>
      <w:r w:rsidR="00802AA2" w:rsidRPr="0032615D">
        <w:t>4</w:t>
      </w:r>
      <w:r w:rsidR="00D67FD1" w:rsidRPr="0032615D">
        <w:fldChar w:fldCharType="end"/>
      </w:r>
      <w:r w:rsidR="00D67FD1" w:rsidRPr="0032615D">
        <w:t>]</w:t>
      </w:r>
      <w:r w:rsidRPr="004F4407">
        <w:t xml:space="preserve">) as well as oneM2M </w:t>
      </w:r>
      <w:r w:rsidRPr="0032615D">
        <w:t>TS</w:t>
      </w:r>
      <w:r w:rsidRPr="004F4407">
        <w:t>-0015 Testing Framework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 xml:space="preserve"> are used as a basis for the test methodology.</w:t>
      </w:r>
    </w:p>
    <w:p w14:paraId="6DDBF2C8" w14:textId="77777777" w:rsidR="00DA57DD" w:rsidRPr="004F4407" w:rsidRDefault="00DA57DD" w:rsidP="009D27D6">
      <w:pPr>
        <w:pStyle w:val="Heading1"/>
      </w:pPr>
      <w:bookmarkStart w:id="2" w:name="_Toc13748847"/>
      <w:r w:rsidRPr="004F4407">
        <w:lastRenderedPageBreak/>
        <w:t>2</w:t>
      </w:r>
      <w:r w:rsidRPr="004F4407">
        <w:tab/>
        <w:t>References</w:t>
      </w:r>
      <w:bookmarkEnd w:id="2"/>
    </w:p>
    <w:p w14:paraId="29FDDCF1" w14:textId="35D55B75" w:rsidR="00DA57DD" w:rsidRPr="004F4407" w:rsidRDefault="00DA57DD" w:rsidP="00DA57DD">
      <w:pPr>
        <w:pStyle w:val="Heading2"/>
      </w:pPr>
      <w:bookmarkStart w:id="3" w:name="_Toc13748848"/>
      <w:r w:rsidRPr="004F4407">
        <w:t>2.1</w:t>
      </w:r>
      <w:r w:rsidRPr="004F4407">
        <w:tab/>
        <w:t>Normative references</w:t>
      </w:r>
      <w:bookmarkEnd w:id="3"/>
    </w:p>
    <w:p w14:paraId="235DA5EC" w14:textId="77777777" w:rsidR="00802AA2" w:rsidRPr="004F4407" w:rsidRDefault="00802AA2" w:rsidP="00802AA2">
      <w:r w:rsidRPr="004F4407">
        <w:t>References are either specific (identified by date of publication and/or edition number or version number) or non</w:t>
      </w:r>
      <w:r w:rsidRPr="004F4407">
        <w:noBreakHyphen/>
        <w:t xml:space="preserve">specific. For specific references, </w:t>
      </w:r>
      <w:r w:rsidRPr="0032615D">
        <w:t>only</w:t>
      </w:r>
      <w:r w:rsidRPr="004F4407">
        <w:t xml:space="preserve"> the cited version applies. For non-specific references, the latest version of the referenced document (including any amendments) applies.</w:t>
      </w:r>
    </w:p>
    <w:p w14:paraId="6AF5D11F" w14:textId="77777777" w:rsidR="00802AA2" w:rsidRPr="004F4407" w:rsidRDefault="00802AA2" w:rsidP="00802AA2">
      <w:pPr>
        <w:rPr>
          <w:lang w:eastAsia="en-GB"/>
        </w:rPr>
      </w:pPr>
      <w:r w:rsidRPr="004F4407">
        <w:rPr>
          <w:lang w:eastAsia="en-GB"/>
        </w:rPr>
        <w:t>The following referenced documents are necessary for the application of the present document.</w:t>
      </w:r>
    </w:p>
    <w:p w14:paraId="4825C9E1" w14:textId="287518C3" w:rsidR="007A4BD5" w:rsidRPr="004F4407" w:rsidRDefault="00384556" w:rsidP="00384556">
      <w:pPr>
        <w:pStyle w:val="EX"/>
      </w:pPr>
      <w:r>
        <w:t>[</w:t>
      </w:r>
      <w:bookmarkStart w:id="4" w:name="REF_ONEM2MTS_0001"/>
      <w:r>
        <w:fldChar w:fldCharType="begin"/>
      </w:r>
      <w:r>
        <w:instrText>SEQ REF</w:instrText>
      </w:r>
      <w:r>
        <w:fldChar w:fldCharType="separate"/>
      </w:r>
      <w:r>
        <w:rPr>
          <w:noProof/>
        </w:rPr>
        <w:t>1</w:t>
      </w:r>
      <w:r>
        <w:fldChar w:fldCharType="end"/>
      </w:r>
      <w:bookmarkEnd w:id="4"/>
      <w:r>
        <w:t>]</w:t>
      </w:r>
      <w:r>
        <w:tab/>
      </w:r>
      <w:r w:rsidRPr="0032615D">
        <w:t>oneM2M TS-0001</w:t>
      </w:r>
      <w:r>
        <w:t>: "Functional Architecture".</w:t>
      </w:r>
    </w:p>
    <w:p w14:paraId="6CBE9227" w14:textId="04E5C375" w:rsidR="007A4BD5" w:rsidRPr="004F4407" w:rsidRDefault="00384556" w:rsidP="00384556">
      <w:pPr>
        <w:pStyle w:val="EX"/>
      </w:pPr>
      <w:r>
        <w:t>[</w:t>
      </w:r>
      <w:bookmarkStart w:id="5" w:name="REF_ONEM2MTS_0004"/>
      <w:r>
        <w:fldChar w:fldCharType="begin"/>
      </w:r>
      <w:r>
        <w:instrText>SEQ REF</w:instrText>
      </w:r>
      <w:r>
        <w:fldChar w:fldCharType="separate"/>
      </w:r>
      <w:r>
        <w:rPr>
          <w:noProof/>
        </w:rPr>
        <w:t>2</w:t>
      </w:r>
      <w:r>
        <w:fldChar w:fldCharType="end"/>
      </w:r>
      <w:bookmarkEnd w:id="5"/>
      <w:r>
        <w:t>]</w:t>
      </w:r>
      <w:r>
        <w:tab/>
      </w:r>
      <w:r w:rsidRPr="0032615D">
        <w:t>oneM2M TS-0004</w:t>
      </w:r>
      <w:r>
        <w:t>: "Service Layer Core Protocol".</w:t>
      </w:r>
    </w:p>
    <w:p w14:paraId="65F9E511" w14:textId="670DFE34" w:rsidR="007A4BD5" w:rsidRPr="004F4407" w:rsidRDefault="00384556" w:rsidP="00384556">
      <w:pPr>
        <w:pStyle w:val="EX"/>
      </w:pPr>
      <w:r>
        <w:t>[</w:t>
      </w:r>
      <w:bookmarkStart w:id="6" w:name="REF_ISOIEC9646_1"/>
      <w:r>
        <w:fldChar w:fldCharType="begin"/>
      </w:r>
      <w:r>
        <w:instrText>SEQ REF</w:instrText>
      </w:r>
      <w:r>
        <w:fldChar w:fldCharType="separate"/>
      </w:r>
      <w:r>
        <w:rPr>
          <w:noProof/>
        </w:rPr>
        <w:t>3</w:t>
      </w:r>
      <w:r>
        <w:fldChar w:fldCharType="end"/>
      </w:r>
      <w:bookmarkEnd w:id="6"/>
      <w:r>
        <w:t>]</w:t>
      </w:r>
      <w:r>
        <w:tab/>
      </w:r>
      <w:r w:rsidRPr="0032615D">
        <w:t>ISO/IEC 9646-1</w:t>
      </w:r>
      <w:r>
        <w:t xml:space="preserve"> (1994): "Information technology - Open Systems Interconnection - Conformance testing methodology and framework - Part 1: General concepts".</w:t>
      </w:r>
    </w:p>
    <w:p w14:paraId="3ED5A39A" w14:textId="4420C6FC" w:rsidR="007A4BD5" w:rsidRPr="004F4407" w:rsidRDefault="00384556" w:rsidP="00384556">
      <w:pPr>
        <w:pStyle w:val="EX"/>
      </w:pPr>
      <w:r>
        <w:t>[</w:t>
      </w:r>
      <w:bookmarkStart w:id="7" w:name="REF_ISOIEC9646_2"/>
      <w:r>
        <w:fldChar w:fldCharType="begin"/>
      </w:r>
      <w:r>
        <w:instrText>SEQ REF</w:instrText>
      </w:r>
      <w:r>
        <w:fldChar w:fldCharType="separate"/>
      </w:r>
      <w:r>
        <w:rPr>
          <w:noProof/>
        </w:rPr>
        <w:t>4</w:t>
      </w:r>
      <w:r>
        <w:fldChar w:fldCharType="end"/>
      </w:r>
      <w:bookmarkEnd w:id="7"/>
      <w:r>
        <w:t>]</w:t>
      </w:r>
      <w:r>
        <w:tab/>
      </w:r>
      <w:r w:rsidRPr="0032615D">
        <w:t>ISO/IEC 9646-2</w:t>
      </w:r>
      <w:r>
        <w:t xml:space="preserve"> (1994): "Information technology - Open Systems Interconnection - Conformance testing methodology and framework - Part 2: Abstract Test Suite specification".</w:t>
      </w:r>
    </w:p>
    <w:p w14:paraId="7A3790A5" w14:textId="66F30673" w:rsidR="007A4BD5" w:rsidRPr="004F4407" w:rsidRDefault="00384556" w:rsidP="00384556">
      <w:pPr>
        <w:pStyle w:val="EX"/>
      </w:pPr>
      <w:r>
        <w:t>[</w:t>
      </w:r>
      <w:bookmarkStart w:id="8" w:name="REF_ISOIEC9646_7"/>
      <w:r>
        <w:fldChar w:fldCharType="begin"/>
      </w:r>
      <w:r>
        <w:instrText>SEQ REF</w:instrText>
      </w:r>
      <w:r>
        <w:fldChar w:fldCharType="separate"/>
      </w:r>
      <w:r>
        <w:rPr>
          <w:noProof/>
        </w:rPr>
        <w:t>5</w:t>
      </w:r>
      <w:r>
        <w:fldChar w:fldCharType="end"/>
      </w:r>
      <w:bookmarkEnd w:id="8"/>
      <w:r>
        <w:t>]</w:t>
      </w:r>
      <w:r>
        <w:tab/>
      </w:r>
      <w:r w:rsidRPr="0032615D">
        <w:t>ISO/IEC 9646-7</w:t>
      </w:r>
      <w:r>
        <w:t xml:space="preserve"> (1995): "Information technology - Open Systems Interconnection - Conformance testing methodology and framework - Part 7: Implementation Conformance Statements".</w:t>
      </w:r>
    </w:p>
    <w:p w14:paraId="40B4F0BE" w14:textId="28CF3AA8" w:rsidR="007A4BD5" w:rsidRPr="004F4407" w:rsidRDefault="00384556" w:rsidP="00384556">
      <w:pPr>
        <w:pStyle w:val="EX"/>
      </w:pPr>
      <w:r>
        <w:t>[</w:t>
      </w:r>
      <w:bookmarkStart w:id="9" w:name="REF_ES201873_1"/>
      <w:r>
        <w:fldChar w:fldCharType="begin"/>
      </w:r>
      <w:r>
        <w:instrText>SEQ REF</w:instrText>
      </w:r>
      <w:r>
        <w:fldChar w:fldCharType="separate"/>
      </w:r>
      <w:r>
        <w:rPr>
          <w:noProof/>
        </w:rPr>
        <w:t>6</w:t>
      </w:r>
      <w:r>
        <w:fldChar w:fldCharType="end"/>
      </w:r>
      <w:bookmarkEnd w:id="9"/>
      <w:r>
        <w:t>]</w:t>
      </w:r>
      <w:r>
        <w:tab/>
      </w:r>
      <w:r w:rsidRPr="0032615D">
        <w:t>ETSI ES 201 873-1</w:t>
      </w:r>
      <w:r>
        <w:t xml:space="preserve"> (V4.5.1): "Methods for Testing and Specification (MTS); The Testing and Test Control Notation version 3; Part 1: TTCN-3 Core Language".</w:t>
      </w:r>
    </w:p>
    <w:p w14:paraId="0FD39BFE" w14:textId="66E568AC" w:rsidR="00CE407D" w:rsidRPr="004F4407" w:rsidRDefault="00384556" w:rsidP="00384556">
      <w:pPr>
        <w:pStyle w:val="EX"/>
      </w:pPr>
      <w:r>
        <w:t>[</w:t>
      </w:r>
      <w:bookmarkStart w:id="10" w:name="REF_ONEM2MTS_0018"/>
      <w:r>
        <w:fldChar w:fldCharType="begin"/>
      </w:r>
      <w:r>
        <w:instrText>SEQ REF</w:instrText>
      </w:r>
      <w:r>
        <w:fldChar w:fldCharType="separate"/>
      </w:r>
      <w:r>
        <w:rPr>
          <w:noProof/>
        </w:rPr>
        <w:t>7</w:t>
      </w:r>
      <w:r>
        <w:fldChar w:fldCharType="end"/>
      </w:r>
      <w:bookmarkEnd w:id="10"/>
      <w:r>
        <w:t>]</w:t>
      </w:r>
      <w:r>
        <w:tab/>
      </w:r>
      <w:r w:rsidRPr="0032615D">
        <w:t>oneM2M TS-0018</w:t>
      </w:r>
      <w:r>
        <w:t>: "Test Suite Structure and Test Purposes".</w:t>
      </w:r>
    </w:p>
    <w:p w14:paraId="441421BC" w14:textId="77777777" w:rsidR="00653A3B" w:rsidRPr="004F4407" w:rsidRDefault="00653A3B" w:rsidP="00D7365C">
      <w:pPr>
        <w:pStyle w:val="Heading2"/>
        <w:keepNext w:val="0"/>
      </w:pPr>
      <w:bookmarkStart w:id="11" w:name="_Toc13748849"/>
      <w:r w:rsidRPr="004F4407">
        <w:t>2.2</w:t>
      </w:r>
      <w:r w:rsidRPr="004F4407">
        <w:tab/>
        <w:t>Informative references</w:t>
      </w:r>
      <w:bookmarkEnd w:id="11"/>
    </w:p>
    <w:p w14:paraId="535F078E" w14:textId="77777777" w:rsidR="00DA57DD" w:rsidRPr="004F4407" w:rsidRDefault="00DA57DD" w:rsidP="00DA57DD">
      <w:r w:rsidRPr="004F4407">
        <w:t>References are either specific (identified by date of publication and/or edition number or version number) or non</w:t>
      </w:r>
      <w:r w:rsidRPr="004F4407">
        <w:noBreakHyphen/>
        <w:t xml:space="preserve">specific. For specific references, </w:t>
      </w:r>
      <w:r w:rsidRPr="0032615D">
        <w:t>only</w:t>
      </w:r>
      <w:r w:rsidRPr="004F4407">
        <w:t xml:space="preserve"> the cited version applies. For non-specific references, the latest version of the referenced document (including any amendments) applies.</w:t>
      </w:r>
    </w:p>
    <w:p w14:paraId="611641E7" w14:textId="77777777" w:rsidR="00DA57DD" w:rsidRPr="004F4407" w:rsidRDefault="00DA57DD" w:rsidP="002F28F5">
      <w:pPr>
        <w:keepNext/>
        <w:rPr>
          <w:lang w:eastAsia="en-GB"/>
        </w:rPr>
      </w:pPr>
      <w:r w:rsidRPr="004F4407">
        <w:rPr>
          <w:lang w:eastAsia="en-GB"/>
        </w:rPr>
        <w:t xml:space="preserve">The following referenced documents are </w:t>
      </w:r>
      <w:r w:rsidRPr="004F4407">
        <w:t xml:space="preserve">not necessary for the application of the present </w:t>
      </w:r>
      <w:proofErr w:type="gramStart"/>
      <w:r w:rsidRPr="004F4407">
        <w:t>document</w:t>
      </w:r>
      <w:proofErr w:type="gramEnd"/>
      <w:r w:rsidRPr="004F4407">
        <w:t xml:space="preserve"> but they assist the user with regard to a particular subject area</w:t>
      </w:r>
      <w:r w:rsidRPr="004F4407">
        <w:rPr>
          <w:lang w:eastAsia="en-GB"/>
        </w:rPr>
        <w:t>.</w:t>
      </w:r>
    </w:p>
    <w:p w14:paraId="2C6B9893" w14:textId="664274C2" w:rsidR="009F5486" w:rsidRPr="004F4407" w:rsidRDefault="00384556" w:rsidP="00384556">
      <w:pPr>
        <w:pStyle w:val="EX"/>
      </w:pPr>
      <w:r>
        <w:t>[</w:t>
      </w:r>
      <w:bookmarkStart w:id="12" w:name="REF_ONEM2MDRAFTINGRULES"/>
      <w:r>
        <w:t>i.</w:t>
      </w:r>
      <w:r>
        <w:fldChar w:fldCharType="begin"/>
      </w:r>
      <w:r>
        <w:instrText>SEQ REFI</w:instrText>
      </w:r>
      <w:r>
        <w:fldChar w:fldCharType="separate"/>
      </w:r>
      <w:r>
        <w:rPr>
          <w:noProof/>
        </w:rPr>
        <w:t>1</w:t>
      </w:r>
      <w:r>
        <w:fldChar w:fldCharType="end"/>
      </w:r>
      <w:bookmarkEnd w:id="12"/>
      <w:r>
        <w:t>]</w:t>
      </w:r>
      <w:r>
        <w:tab/>
      </w:r>
      <w:r w:rsidRPr="0032615D">
        <w:t>oneM2M Drafting Rules.</w:t>
      </w:r>
    </w:p>
    <w:p w14:paraId="2DEB1F40" w14:textId="70C78C85" w:rsidR="00AF3504" w:rsidRPr="004F4407" w:rsidRDefault="00BC0537" w:rsidP="00BC0537">
      <w:pPr>
        <w:pStyle w:val="NO"/>
      </w:pPr>
      <w:r w:rsidRPr="004F4407">
        <w:t>NOTE:</w:t>
      </w:r>
      <w:r w:rsidRPr="004F4407">
        <w:tab/>
        <w:t xml:space="preserve">Available at </w:t>
      </w:r>
      <w:hyperlink r:id="rId12" w:history="1">
        <w:r w:rsidRPr="0032615D">
          <w:rPr>
            <w:rStyle w:val="Hyperlink"/>
          </w:rPr>
          <w:t>http://www.onem2m.org/images/files/oneM2M-Drafting-Rules.pdf</w:t>
        </w:r>
      </w:hyperlink>
      <w:r w:rsidRPr="004F4407">
        <w:t>.</w:t>
      </w:r>
    </w:p>
    <w:p w14:paraId="301A960B" w14:textId="0CD6D6F6" w:rsidR="007A4BD5" w:rsidRPr="004F4407" w:rsidRDefault="00384556" w:rsidP="00384556">
      <w:pPr>
        <w:pStyle w:val="EX"/>
      </w:pPr>
      <w:r>
        <w:t>[</w:t>
      </w:r>
      <w:bookmarkStart w:id="13" w:name="REF_ONEM2MTS_0015"/>
      <w:r>
        <w:t>i.</w:t>
      </w:r>
      <w:r>
        <w:fldChar w:fldCharType="begin"/>
      </w:r>
      <w:r>
        <w:instrText>SEQ REFI</w:instrText>
      </w:r>
      <w:r>
        <w:fldChar w:fldCharType="separate"/>
      </w:r>
      <w:r>
        <w:rPr>
          <w:noProof/>
        </w:rPr>
        <w:t>2</w:t>
      </w:r>
      <w:r>
        <w:fldChar w:fldCharType="end"/>
      </w:r>
      <w:bookmarkEnd w:id="13"/>
      <w:r>
        <w:t>]</w:t>
      </w:r>
      <w:r>
        <w:tab/>
      </w:r>
      <w:r w:rsidRPr="0032615D">
        <w:t>oneM2M TS-0015</w:t>
      </w:r>
      <w:r>
        <w:t>: "Testing Framework".</w:t>
      </w:r>
    </w:p>
    <w:p w14:paraId="06FAFBE4" w14:textId="73908BC0" w:rsidR="00F66BC7" w:rsidRPr="004F4407" w:rsidRDefault="00384556" w:rsidP="00384556">
      <w:pPr>
        <w:pStyle w:val="EX"/>
      </w:pPr>
      <w:r>
        <w:t>[</w:t>
      </w:r>
      <w:bookmarkStart w:id="14" w:name="REF_ONEM2MTS_0025"/>
      <w:r>
        <w:t>i.</w:t>
      </w:r>
      <w:r>
        <w:fldChar w:fldCharType="begin"/>
      </w:r>
      <w:r>
        <w:instrText>SEQ REFI</w:instrText>
      </w:r>
      <w:r>
        <w:fldChar w:fldCharType="separate"/>
      </w:r>
      <w:r>
        <w:rPr>
          <w:noProof/>
        </w:rPr>
        <w:t>3</w:t>
      </w:r>
      <w:r>
        <w:fldChar w:fldCharType="end"/>
      </w:r>
      <w:bookmarkEnd w:id="14"/>
      <w:r>
        <w:t>]</w:t>
      </w:r>
      <w:r>
        <w:tab/>
      </w:r>
      <w:r w:rsidRPr="0032615D">
        <w:t>oneM2M TS-0025</w:t>
      </w:r>
      <w:r>
        <w:t>: "Product profiles".</w:t>
      </w:r>
    </w:p>
    <w:p w14:paraId="7BD016BD" w14:textId="5B1773C0" w:rsidR="00BB6418" w:rsidRPr="004F4407" w:rsidRDefault="00DA57DD" w:rsidP="00A249D9">
      <w:pPr>
        <w:pStyle w:val="Heading1"/>
      </w:pPr>
      <w:bookmarkStart w:id="15" w:name="_Toc13748850"/>
      <w:r w:rsidRPr="004F4407">
        <w:lastRenderedPageBreak/>
        <w:t>3</w:t>
      </w:r>
      <w:r w:rsidRPr="004F4407">
        <w:tab/>
        <w:t>Definition</w:t>
      </w:r>
      <w:r w:rsidR="0013309B">
        <w:t xml:space="preserve"> of term</w:t>
      </w:r>
      <w:r w:rsidRPr="004F4407">
        <w:t>s</w:t>
      </w:r>
      <w:r w:rsidR="0013309B">
        <w:t xml:space="preserve">, </w:t>
      </w:r>
      <w:proofErr w:type="gramStart"/>
      <w:r w:rsidR="0013309B">
        <w:t>symbols</w:t>
      </w:r>
      <w:proofErr w:type="gramEnd"/>
      <w:r w:rsidRPr="004F4407">
        <w:t xml:space="preserve"> </w:t>
      </w:r>
      <w:r w:rsidR="009709E5" w:rsidRPr="004F4407">
        <w:t>and</w:t>
      </w:r>
      <w:r w:rsidR="00147924" w:rsidRPr="004F4407">
        <w:t xml:space="preserve"> </w:t>
      </w:r>
      <w:r w:rsidR="00BB6418" w:rsidRPr="004F4407">
        <w:t>abbreviations</w:t>
      </w:r>
      <w:bookmarkEnd w:id="15"/>
    </w:p>
    <w:p w14:paraId="79053B81" w14:textId="3233228F" w:rsidR="00787554" w:rsidRPr="004F4407" w:rsidRDefault="00787554" w:rsidP="00787554">
      <w:pPr>
        <w:pStyle w:val="Heading2"/>
      </w:pPr>
      <w:bookmarkStart w:id="16" w:name="_Toc13748851"/>
      <w:r w:rsidRPr="004F4407">
        <w:t>3.1</w:t>
      </w:r>
      <w:r w:rsidRPr="004F4407">
        <w:tab/>
      </w:r>
      <w:r w:rsidR="0013309B">
        <w:t>Term</w:t>
      </w:r>
      <w:r w:rsidR="0013309B" w:rsidRPr="004F4407">
        <w:t>s</w:t>
      </w:r>
      <w:bookmarkEnd w:id="16"/>
    </w:p>
    <w:p w14:paraId="58C8C4F7" w14:textId="60E68BBC" w:rsidR="007A4BD5" w:rsidRDefault="007A4BD5" w:rsidP="003A0447">
      <w:r w:rsidRPr="004F4407">
        <w:t xml:space="preserve">For the purposes of the present document, the terms given in </w:t>
      </w:r>
      <w:r w:rsidRPr="0032615D">
        <w:t>ISO/IEC 9646</w:t>
      </w:r>
      <w:r w:rsidRPr="0032615D">
        <w:noBreakHyphen/>
        <w:t>1 </w:t>
      </w:r>
      <w:r w:rsidR="00D67FD1" w:rsidRPr="0032615D">
        <w:t>[</w:t>
      </w:r>
      <w:r w:rsidR="00D67FD1" w:rsidRPr="0032615D">
        <w:fldChar w:fldCharType="begin"/>
      </w:r>
      <w:r w:rsidR="00D67FD1" w:rsidRPr="0032615D">
        <w:instrText xml:space="preserve">REF REF_ISOIEC9646_1 \h </w:instrText>
      </w:r>
      <w:r w:rsidR="00D67FD1" w:rsidRPr="0032615D">
        <w:fldChar w:fldCharType="separate"/>
      </w:r>
      <w:r w:rsidR="00802AA2" w:rsidRPr="0032615D">
        <w:t>3</w:t>
      </w:r>
      <w:r w:rsidR="00D67FD1" w:rsidRPr="0032615D">
        <w:fldChar w:fldCharType="end"/>
      </w:r>
      <w:r w:rsidR="00D67FD1" w:rsidRPr="0032615D">
        <w:t>]</w:t>
      </w:r>
      <w:r w:rsidR="009F5486" w:rsidRPr="004F4407">
        <w:t xml:space="preserve">, </w:t>
      </w:r>
      <w:r w:rsidRPr="0032615D">
        <w:t>ISO/IEC 9646</w:t>
      </w:r>
      <w:r w:rsidRPr="0032615D">
        <w:noBreakHyphen/>
        <w:t>7 </w:t>
      </w:r>
      <w:r w:rsidR="00D67FD1" w:rsidRPr="0032615D">
        <w:t>[</w:t>
      </w:r>
      <w:r w:rsidR="00D67FD1" w:rsidRPr="0032615D">
        <w:fldChar w:fldCharType="begin"/>
      </w:r>
      <w:r w:rsidR="00D67FD1" w:rsidRPr="0032615D">
        <w:instrText xml:space="preserve">REF REF_ISOIEC9646_7 \h </w:instrText>
      </w:r>
      <w:r w:rsidR="00D67FD1" w:rsidRPr="0032615D">
        <w:fldChar w:fldCharType="separate"/>
      </w:r>
      <w:r w:rsidR="00802AA2" w:rsidRPr="0032615D">
        <w:t>5</w:t>
      </w:r>
      <w:r w:rsidR="00D67FD1" w:rsidRPr="0032615D">
        <w:fldChar w:fldCharType="end"/>
      </w:r>
      <w:r w:rsidR="00D67FD1" w:rsidRPr="0032615D">
        <w:t>]</w:t>
      </w:r>
      <w:r w:rsidRPr="004F4407">
        <w:t xml:space="preserve"> </w:t>
      </w:r>
      <w:r w:rsidR="00A66B95" w:rsidRPr="004F4407">
        <w:t xml:space="preserve">and oneM2M </w:t>
      </w:r>
      <w:r w:rsidR="00A66B95" w:rsidRPr="0032615D">
        <w:t>TS</w:t>
      </w:r>
      <w:r w:rsidR="00A66B95" w:rsidRPr="004F4407">
        <w:t xml:space="preserve">-0015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00A66B95" w:rsidRPr="004F4407">
        <w:t xml:space="preserve"> </w:t>
      </w:r>
      <w:r w:rsidRPr="004F4407">
        <w:t>apply.</w:t>
      </w:r>
    </w:p>
    <w:p w14:paraId="3871FD79" w14:textId="22B8AC72" w:rsidR="0013309B" w:rsidRDefault="0013309B" w:rsidP="00E3365A">
      <w:pPr>
        <w:pStyle w:val="Heading2"/>
      </w:pPr>
      <w:bookmarkStart w:id="17" w:name="_Toc13748852"/>
      <w:r>
        <w:t>3.2</w:t>
      </w:r>
      <w:r>
        <w:tab/>
        <w:t>Symbols</w:t>
      </w:r>
      <w:bookmarkEnd w:id="17"/>
    </w:p>
    <w:p w14:paraId="21BC6590" w14:textId="04D5B9BA" w:rsidR="0013309B" w:rsidRPr="004F4407" w:rsidRDefault="0013309B" w:rsidP="0013309B">
      <w:r>
        <w:t>Void.</w:t>
      </w:r>
    </w:p>
    <w:p w14:paraId="2939105F" w14:textId="5124E23B" w:rsidR="00BB6418" w:rsidRPr="004F4407" w:rsidRDefault="00BB6418" w:rsidP="00CD386D">
      <w:pPr>
        <w:pStyle w:val="Heading2"/>
      </w:pPr>
      <w:bookmarkStart w:id="18" w:name="_Toc13748853"/>
      <w:r w:rsidRPr="004F4407">
        <w:t>3.</w:t>
      </w:r>
      <w:r w:rsidR="007A4BD5" w:rsidRPr="004F4407">
        <w:t>2</w:t>
      </w:r>
      <w:r w:rsidRPr="004F4407">
        <w:tab/>
        <w:t>Abbreviations</w:t>
      </w:r>
      <w:bookmarkEnd w:id="18"/>
    </w:p>
    <w:p w14:paraId="0D35E1C9" w14:textId="77777777" w:rsidR="00667EEB" w:rsidRPr="004F4407" w:rsidRDefault="00667EEB" w:rsidP="00667EEB">
      <w:pPr>
        <w:keepNext/>
      </w:pPr>
      <w:r w:rsidRPr="004F4407">
        <w:t>For the purposes of the present document, the following abbreviations apply:</w:t>
      </w:r>
    </w:p>
    <w:p w14:paraId="0182EFD9" w14:textId="77777777" w:rsidR="00A051AD" w:rsidRPr="004F4407" w:rsidRDefault="00A051AD" w:rsidP="007A4BD5">
      <w:pPr>
        <w:pStyle w:val="EW"/>
      </w:pPr>
      <w:r w:rsidRPr="0032615D">
        <w:t>AE</w:t>
      </w:r>
      <w:r w:rsidRPr="004F4407">
        <w:tab/>
        <w:t>Application Entity</w:t>
      </w:r>
    </w:p>
    <w:p w14:paraId="173810C8" w14:textId="77777777" w:rsidR="00A051AD" w:rsidRPr="004F4407" w:rsidRDefault="00A051AD" w:rsidP="007A4BD5">
      <w:pPr>
        <w:pStyle w:val="EW"/>
      </w:pPr>
      <w:r w:rsidRPr="0032615D">
        <w:t>APT</w:t>
      </w:r>
      <w:r w:rsidRPr="004F4407">
        <w:tab/>
        <w:t>Abstract Protocol Tester</w:t>
      </w:r>
    </w:p>
    <w:p w14:paraId="5CE87DEE" w14:textId="77777777" w:rsidR="00A051AD" w:rsidRPr="004F4407" w:rsidRDefault="00A051AD" w:rsidP="007A4BD5">
      <w:pPr>
        <w:pStyle w:val="EW"/>
        <w:rPr>
          <w:i/>
        </w:rPr>
      </w:pPr>
      <w:r w:rsidRPr="0032615D">
        <w:t>ATM</w:t>
      </w:r>
      <w:r w:rsidRPr="004F4407">
        <w:tab/>
        <w:t>Abstract Test Method</w:t>
      </w:r>
    </w:p>
    <w:p w14:paraId="5E33FE6B" w14:textId="77777777" w:rsidR="00A051AD" w:rsidRPr="004F4407" w:rsidRDefault="00A051AD" w:rsidP="007A4BD5">
      <w:pPr>
        <w:pStyle w:val="EW"/>
      </w:pPr>
      <w:r w:rsidRPr="0032615D">
        <w:t>ATS</w:t>
      </w:r>
      <w:r w:rsidRPr="004F4407">
        <w:tab/>
        <w:t>Abstract Test Suite</w:t>
      </w:r>
    </w:p>
    <w:p w14:paraId="0BB4470F" w14:textId="77777777" w:rsidR="00A051AD" w:rsidRPr="004F4407" w:rsidRDefault="00A051AD" w:rsidP="007A4BD5">
      <w:pPr>
        <w:pStyle w:val="EW"/>
      </w:pPr>
      <w:r w:rsidRPr="0032615D">
        <w:t>CoAP</w:t>
      </w:r>
      <w:r w:rsidRPr="004F4407">
        <w:tab/>
        <w:t>Constrained Application Protocol</w:t>
      </w:r>
    </w:p>
    <w:p w14:paraId="1E16CB6A" w14:textId="77777777" w:rsidR="00A051AD" w:rsidRPr="004F4407" w:rsidRDefault="00A051AD" w:rsidP="007A4BD5">
      <w:pPr>
        <w:pStyle w:val="EW"/>
      </w:pPr>
      <w:r w:rsidRPr="0032615D">
        <w:t>CSE</w:t>
      </w:r>
      <w:r w:rsidRPr="004F4407">
        <w:tab/>
        <w:t>Common Service Entity</w:t>
      </w:r>
    </w:p>
    <w:p w14:paraId="6B86677D" w14:textId="77777777" w:rsidR="00A051AD" w:rsidRPr="004F4407" w:rsidRDefault="00A051AD" w:rsidP="007A4BD5">
      <w:pPr>
        <w:pStyle w:val="EW"/>
      </w:pPr>
      <w:r w:rsidRPr="0032615D">
        <w:t>HTTP</w:t>
      </w:r>
      <w:r w:rsidRPr="004F4407">
        <w:tab/>
        <w:t>Hypertext Transfer Protocol</w:t>
      </w:r>
    </w:p>
    <w:p w14:paraId="1E3D1947" w14:textId="77777777" w:rsidR="00A051AD" w:rsidRPr="004F4407" w:rsidRDefault="00A051AD" w:rsidP="007A4BD5">
      <w:pPr>
        <w:pStyle w:val="EW"/>
      </w:pPr>
      <w:r w:rsidRPr="0032615D">
        <w:t>IP</w:t>
      </w:r>
      <w:r w:rsidRPr="004F4407">
        <w:tab/>
        <w:t>Internet Protocol</w:t>
      </w:r>
    </w:p>
    <w:p w14:paraId="28FF7DCE" w14:textId="77777777" w:rsidR="00A051AD" w:rsidRPr="004F4407" w:rsidRDefault="00A051AD" w:rsidP="007A4BD5">
      <w:pPr>
        <w:pStyle w:val="EW"/>
      </w:pPr>
      <w:r w:rsidRPr="0032615D">
        <w:t>IUT</w:t>
      </w:r>
      <w:r w:rsidRPr="004F4407">
        <w:tab/>
        <w:t>Implementation Under Test</w:t>
      </w:r>
    </w:p>
    <w:p w14:paraId="6C8A0679" w14:textId="77777777" w:rsidR="00A051AD" w:rsidRPr="0032615D" w:rsidRDefault="00A051AD" w:rsidP="00307F82">
      <w:pPr>
        <w:pStyle w:val="EW"/>
      </w:pPr>
      <w:r w:rsidRPr="0032615D">
        <w:t>IXIT</w:t>
      </w:r>
      <w:r w:rsidRPr="0032615D">
        <w:tab/>
        <w:t xml:space="preserve">Implementation </w:t>
      </w:r>
      <w:proofErr w:type="spellStart"/>
      <w:r w:rsidRPr="0032615D">
        <w:t>eXtra</w:t>
      </w:r>
      <w:proofErr w:type="spellEnd"/>
      <w:r w:rsidRPr="0032615D">
        <w:t xml:space="preserve"> Information for Test</w:t>
      </w:r>
    </w:p>
    <w:p w14:paraId="06274A78" w14:textId="77777777" w:rsidR="00A051AD" w:rsidRPr="0032615D" w:rsidRDefault="00A051AD" w:rsidP="00307F82">
      <w:pPr>
        <w:pStyle w:val="EW"/>
      </w:pPr>
      <w:r w:rsidRPr="0032615D">
        <w:t>JSON</w:t>
      </w:r>
      <w:r w:rsidRPr="0032615D">
        <w:tab/>
        <w:t>JavaScript Object Notation</w:t>
      </w:r>
    </w:p>
    <w:p w14:paraId="2C609079" w14:textId="77777777" w:rsidR="00A051AD" w:rsidRPr="004F4407" w:rsidRDefault="00A051AD" w:rsidP="007A4BD5">
      <w:pPr>
        <w:pStyle w:val="EW"/>
      </w:pPr>
      <w:r w:rsidRPr="0032615D">
        <w:t>MQTT</w:t>
      </w:r>
      <w:r w:rsidRPr="004F4407">
        <w:tab/>
        <w:t>Message Queuing Telemetry Transport</w:t>
      </w:r>
    </w:p>
    <w:p w14:paraId="0F933240" w14:textId="77777777" w:rsidR="00A051AD" w:rsidRPr="0032615D" w:rsidRDefault="00A051AD" w:rsidP="00307F82">
      <w:pPr>
        <w:pStyle w:val="EW"/>
      </w:pPr>
      <w:r w:rsidRPr="0032615D">
        <w:t>MTC</w:t>
      </w:r>
      <w:r w:rsidRPr="0032615D">
        <w:tab/>
        <w:t>Main Test Component</w:t>
      </w:r>
    </w:p>
    <w:p w14:paraId="1CFB6EE2" w14:textId="77777777" w:rsidR="00A051AD" w:rsidRPr="004F4407" w:rsidRDefault="00A051AD" w:rsidP="007A4BD5">
      <w:pPr>
        <w:pStyle w:val="EW"/>
      </w:pPr>
      <w:r w:rsidRPr="0032615D">
        <w:t>PA</w:t>
      </w:r>
      <w:r w:rsidRPr="004F4407">
        <w:tab/>
        <w:t>Platform Adaptor</w:t>
      </w:r>
    </w:p>
    <w:p w14:paraId="74D99F54" w14:textId="77777777" w:rsidR="00A051AD" w:rsidRPr="00741C9A" w:rsidRDefault="00A051AD" w:rsidP="007A4BD5">
      <w:pPr>
        <w:pStyle w:val="EW"/>
      </w:pPr>
      <w:r w:rsidRPr="00741C9A">
        <w:t>PICS</w:t>
      </w:r>
      <w:r w:rsidRPr="00741C9A">
        <w:tab/>
        <w:t>Protocol Implementation Conformance Statement</w:t>
      </w:r>
    </w:p>
    <w:p w14:paraId="5BC24171" w14:textId="77777777" w:rsidR="00A051AD" w:rsidRPr="0032615D" w:rsidRDefault="00A051AD" w:rsidP="00307F82">
      <w:pPr>
        <w:pStyle w:val="EW"/>
      </w:pPr>
      <w:r w:rsidRPr="0032615D">
        <w:t>PTC</w:t>
      </w:r>
      <w:r w:rsidRPr="0032615D">
        <w:tab/>
      </w:r>
      <w:proofErr w:type="spellStart"/>
      <w:r w:rsidRPr="0032615D">
        <w:t>Paralell</w:t>
      </w:r>
      <w:proofErr w:type="spellEnd"/>
      <w:r w:rsidRPr="0032615D">
        <w:t xml:space="preserve"> Test Component</w:t>
      </w:r>
    </w:p>
    <w:p w14:paraId="4655637E" w14:textId="77777777" w:rsidR="00A051AD" w:rsidRPr="00741C9A" w:rsidRDefault="00A051AD" w:rsidP="007A4BD5">
      <w:pPr>
        <w:pStyle w:val="EW"/>
      </w:pPr>
      <w:r w:rsidRPr="00741C9A">
        <w:t>PX</w:t>
      </w:r>
      <w:r w:rsidRPr="00741C9A">
        <w:tab/>
      </w:r>
      <w:proofErr w:type="spellStart"/>
      <w:r w:rsidRPr="00741C9A">
        <w:t>PiXit</w:t>
      </w:r>
      <w:proofErr w:type="spellEnd"/>
    </w:p>
    <w:p w14:paraId="54D6B1A3" w14:textId="77777777" w:rsidR="00A051AD" w:rsidRPr="004F4407" w:rsidRDefault="00A051AD" w:rsidP="007A4BD5">
      <w:pPr>
        <w:pStyle w:val="EW"/>
      </w:pPr>
      <w:r w:rsidRPr="0032615D">
        <w:t>SA</w:t>
      </w:r>
      <w:r w:rsidRPr="004F4407">
        <w:tab/>
        <w:t>System Adaptor</w:t>
      </w:r>
    </w:p>
    <w:p w14:paraId="4B69A463" w14:textId="77777777" w:rsidR="00A051AD" w:rsidRPr="004F4407" w:rsidRDefault="00A051AD" w:rsidP="007A4BD5">
      <w:pPr>
        <w:pStyle w:val="EW"/>
      </w:pPr>
      <w:r w:rsidRPr="0032615D">
        <w:t>SUT</w:t>
      </w:r>
      <w:r w:rsidRPr="004F4407">
        <w:tab/>
        <w:t>System Under Test</w:t>
      </w:r>
    </w:p>
    <w:p w14:paraId="2ED45291" w14:textId="77777777" w:rsidR="00A051AD" w:rsidRPr="004F4407" w:rsidRDefault="00A051AD" w:rsidP="007A4BD5">
      <w:pPr>
        <w:pStyle w:val="EW"/>
      </w:pPr>
      <w:r w:rsidRPr="0032615D">
        <w:t>TC</w:t>
      </w:r>
      <w:r w:rsidRPr="004F4407">
        <w:tab/>
        <w:t>Test Case</w:t>
      </w:r>
    </w:p>
    <w:p w14:paraId="22704E08" w14:textId="77777777" w:rsidR="00A051AD" w:rsidRPr="0032615D" w:rsidRDefault="00A051AD" w:rsidP="00307F82">
      <w:pPr>
        <w:pStyle w:val="EW"/>
      </w:pPr>
      <w:r w:rsidRPr="0032615D">
        <w:t>TCP</w:t>
      </w:r>
      <w:r w:rsidRPr="0032615D">
        <w:tab/>
        <w:t>Transmission Control Protocol</w:t>
      </w:r>
    </w:p>
    <w:p w14:paraId="496E5C14" w14:textId="77777777" w:rsidR="00A051AD" w:rsidRPr="004F4407" w:rsidRDefault="00A051AD" w:rsidP="007A4BD5">
      <w:pPr>
        <w:pStyle w:val="EW"/>
      </w:pPr>
      <w:r w:rsidRPr="0032615D">
        <w:t>TP</w:t>
      </w:r>
      <w:r w:rsidRPr="004F4407">
        <w:tab/>
        <w:t>Test Purposes</w:t>
      </w:r>
    </w:p>
    <w:p w14:paraId="29CF3692" w14:textId="77777777" w:rsidR="00A051AD" w:rsidRPr="0032615D" w:rsidRDefault="00A051AD" w:rsidP="00307F82">
      <w:pPr>
        <w:pStyle w:val="EW"/>
      </w:pPr>
      <w:r w:rsidRPr="0032615D">
        <w:t>TS</w:t>
      </w:r>
      <w:r w:rsidRPr="0032615D">
        <w:tab/>
        <w:t>Test System</w:t>
      </w:r>
    </w:p>
    <w:p w14:paraId="0D6D4793" w14:textId="77777777" w:rsidR="00A051AD" w:rsidRPr="004F4407" w:rsidRDefault="00A051AD" w:rsidP="007A4BD5">
      <w:pPr>
        <w:pStyle w:val="EW"/>
      </w:pPr>
      <w:r w:rsidRPr="0032615D">
        <w:t>TSS</w:t>
      </w:r>
      <w:r w:rsidRPr="004F4407">
        <w:tab/>
        <w:t>Test Suite Structure</w:t>
      </w:r>
    </w:p>
    <w:p w14:paraId="345F7F49" w14:textId="77777777" w:rsidR="00A051AD" w:rsidRPr="004F4407" w:rsidRDefault="00A051AD" w:rsidP="007A4BD5">
      <w:pPr>
        <w:pStyle w:val="EW"/>
      </w:pPr>
      <w:r w:rsidRPr="0032615D">
        <w:t>TTCN</w:t>
      </w:r>
      <w:r w:rsidRPr="004F4407">
        <w:tab/>
        <w:t>Tree and Tabular Combined Notation</w:t>
      </w:r>
    </w:p>
    <w:p w14:paraId="4EA2E5CA" w14:textId="77777777" w:rsidR="00A051AD" w:rsidRPr="0032615D" w:rsidRDefault="00A051AD" w:rsidP="00307F82">
      <w:pPr>
        <w:pStyle w:val="EW"/>
      </w:pPr>
      <w:r w:rsidRPr="0032615D">
        <w:t>UDP</w:t>
      </w:r>
      <w:r w:rsidRPr="0032615D">
        <w:tab/>
        <w:t>User Datagram Protocol</w:t>
      </w:r>
    </w:p>
    <w:p w14:paraId="5A566128" w14:textId="77777777" w:rsidR="00A051AD" w:rsidRPr="004F4407" w:rsidRDefault="00A051AD" w:rsidP="00307F82">
      <w:pPr>
        <w:pStyle w:val="EW"/>
      </w:pPr>
      <w:r w:rsidRPr="0032615D">
        <w:t>UT</w:t>
      </w:r>
      <w:r w:rsidRPr="004F4407">
        <w:tab/>
        <w:t>Upper Tester</w:t>
      </w:r>
    </w:p>
    <w:p w14:paraId="3EDA0F27" w14:textId="77777777" w:rsidR="00A051AD" w:rsidRPr="004F4407" w:rsidRDefault="00A051AD" w:rsidP="00A051AD">
      <w:pPr>
        <w:pStyle w:val="EX"/>
      </w:pPr>
      <w:r w:rsidRPr="004F4407">
        <w:t>XML</w:t>
      </w:r>
      <w:r w:rsidRPr="004F4407">
        <w:tab/>
      </w:r>
      <w:proofErr w:type="spellStart"/>
      <w:r>
        <w:t>eXtensible</w:t>
      </w:r>
      <w:proofErr w:type="spellEnd"/>
      <w:r>
        <w:t xml:space="preserve"> Markup Language</w:t>
      </w:r>
    </w:p>
    <w:p w14:paraId="19A2F741" w14:textId="59D43619" w:rsidR="00A249D9" w:rsidRPr="004F4407" w:rsidRDefault="00A249D9" w:rsidP="00A249D9">
      <w:pPr>
        <w:pStyle w:val="Heading1"/>
      </w:pPr>
      <w:bookmarkStart w:id="19" w:name="_Toc13748854"/>
      <w:r w:rsidRPr="004F4407">
        <w:lastRenderedPageBreak/>
        <w:t>4</w:t>
      </w:r>
      <w:r w:rsidRPr="004F4407">
        <w:tab/>
        <w:t>Conventions</w:t>
      </w:r>
      <w:bookmarkEnd w:id="19"/>
    </w:p>
    <w:p w14:paraId="1BF43528" w14:textId="35BB6068" w:rsidR="00BE3E6A" w:rsidRPr="004F4407" w:rsidRDefault="00213CEE" w:rsidP="00BE3E6A">
      <w:r w:rsidRPr="004F4407">
        <w:t xml:space="preserve">The key words </w:t>
      </w:r>
      <w:r w:rsidR="00DA57DD" w:rsidRPr="004F4407">
        <w:t>"</w:t>
      </w:r>
      <w:r w:rsidRPr="004F4407">
        <w:t>Shall</w:t>
      </w:r>
      <w:r w:rsidR="00DA57DD" w:rsidRPr="004F4407">
        <w:t>"</w:t>
      </w:r>
      <w:r w:rsidRPr="004F4407">
        <w:t xml:space="preserve">, </w:t>
      </w:r>
      <w:r w:rsidR="00DA57DD" w:rsidRPr="004F4407">
        <w:t>"</w:t>
      </w:r>
      <w:r w:rsidRPr="004F4407">
        <w:t>Shall not</w:t>
      </w:r>
      <w:r w:rsidR="00DA57DD" w:rsidRPr="004F4407">
        <w:t>"</w:t>
      </w:r>
      <w:r w:rsidRPr="004F4407">
        <w:t xml:space="preserve">, </w:t>
      </w:r>
      <w:r w:rsidR="00DA57DD" w:rsidRPr="004F4407">
        <w:t>"</w:t>
      </w:r>
      <w:r w:rsidRPr="004F4407">
        <w:t>May</w:t>
      </w:r>
      <w:r w:rsidR="00DA57DD" w:rsidRPr="004F4407">
        <w:t>"</w:t>
      </w:r>
      <w:r w:rsidRPr="004F4407">
        <w:t xml:space="preserve">, </w:t>
      </w:r>
      <w:r w:rsidR="00DA57DD" w:rsidRPr="004F4407">
        <w:t>"</w:t>
      </w:r>
      <w:r w:rsidRPr="004F4407">
        <w:t>Need not</w:t>
      </w:r>
      <w:r w:rsidR="00DA57DD" w:rsidRPr="004F4407">
        <w:t>"</w:t>
      </w:r>
      <w:r w:rsidRPr="004F4407">
        <w:t xml:space="preserve">, </w:t>
      </w:r>
      <w:r w:rsidR="00DA57DD" w:rsidRPr="004F4407">
        <w:t>"</w:t>
      </w:r>
      <w:r w:rsidRPr="004F4407">
        <w:t>Should</w:t>
      </w:r>
      <w:r w:rsidR="00DA57DD" w:rsidRPr="004F4407">
        <w:t>"</w:t>
      </w:r>
      <w:r w:rsidRPr="004F4407">
        <w:t xml:space="preserve">, </w:t>
      </w:r>
      <w:r w:rsidR="00DA57DD" w:rsidRPr="004F4407">
        <w:t>"</w:t>
      </w:r>
      <w:r w:rsidRPr="004F4407">
        <w:t>Should not</w:t>
      </w:r>
      <w:r w:rsidR="00DA57DD" w:rsidRPr="004F4407">
        <w:t>"</w:t>
      </w:r>
      <w:r w:rsidRPr="004F4407">
        <w:t xml:space="preserve"> in this document are to be interpreted as described in the oneM2M Drafting Rules </w:t>
      </w:r>
      <w:r w:rsidR="00384556" w:rsidRPr="0032615D">
        <w:t>[</w:t>
      </w:r>
      <w:r w:rsidR="00384556" w:rsidRPr="0032615D">
        <w:fldChar w:fldCharType="begin"/>
      </w:r>
      <w:r w:rsidR="00384556" w:rsidRPr="0032615D">
        <w:instrText xml:space="preserve">REF REF_ONEM2MDRAFTINGRULES \h </w:instrText>
      </w:r>
      <w:r w:rsidR="00384556" w:rsidRPr="0032615D">
        <w:fldChar w:fldCharType="separate"/>
      </w:r>
      <w:r w:rsidR="00384556" w:rsidRPr="0032615D">
        <w:t>i.</w:t>
      </w:r>
      <w:r w:rsidR="00384556" w:rsidRPr="0032615D">
        <w:rPr>
          <w:noProof/>
        </w:rPr>
        <w:t>1</w:t>
      </w:r>
      <w:r w:rsidR="00384556" w:rsidRPr="0032615D">
        <w:fldChar w:fldCharType="end"/>
      </w:r>
      <w:r w:rsidR="00384556" w:rsidRPr="0032615D">
        <w:t>]</w:t>
      </w:r>
      <w:r w:rsidR="007C062E" w:rsidRPr="0032615D">
        <w:t>.</w:t>
      </w:r>
    </w:p>
    <w:p w14:paraId="02A81062" w14:textId="77777777" w:rsidR="0007148F" w:rsidRPr="004F4407" w:rsidRDefault="000C1E0E" w:rsidP="0007148F">
      <w:pPr>
        <w:pStyle w:val="Heading1"/>
      </w:pPr>
      <w:bookmarkStart w:id="20" w:name="_Toc13748855"/>
      <w:r w:rsidRPr="004F4407">
        <w:lastRenderedPageBreak/>
        <w:t>5</w:t>
      </w:r>
      <w:r w:rsidR="00BB6418" w:rsidRPr="004F4407">
        <w:tab/>
      </w:r>
      <w:r w:rsidR="000C6C0F" w:rsidRPr="004F4407">
        <w:rPr>
          <w:rFonts w:cs="Arial"/>
          <w:szCs w:val="36"/>
          <w:lang w:eastAsia="en-GB"/>
        </w:rPr>
        <w:t>Abstract Test Method (</w:t>
      </w:r>
      <w:r w:rsidR="000C6C0F" w:rsidRPr="0032615D">
        <w:rPr>
          <w:rFonts w:cs="Arial"/>
          <w:szCs w:val="36"/>
          <w:lang w:eastAsia="en-GB"/>
        </w:rPr>
        <w:t>ATM</w:t>
      </w:r>
      <w:r w:rsidR="000C6C0F" w:rsidRPr="004F4407">
        <w:rPr>
          <w:rFonts w:cs="Arial"/>
          <w:szCs w:val="36"/>
          <w:lang w:eastAsia="en-GB"/>
        </w:rPr>
        <w:t>)</w:t>
      </w:r>
      <w:bookmarkEnd w:id="20"/>
    </w:p>
    <w:p w14:paraId="048932B5" w14:textId="77777777" w:rsidR="00BB6418" w:rsidRPr="004F4407" w:rsidRDefault="000C1E0E">
      <w:pPr>
        <w:pStyle w:val="Heading2"/>
        <w:rPr>
          <w:rFonts w:cs="Arial"/>
          <w:szCs w:val="32"/>
          <w:lang w:eastAsia="en-GB"/>
        </w:rPr>
      </w:pPr>
      <w:bookmarkStart w:id="21" w:name="_Toc13748856"/>
      <w:r w:rsidRPr="004F4407">
        <w:t>5</w:t>
      </w:r>
      <w:r w:rsidR="00BB6418" w:rsidRPr="004F4407">
        <w:t>.1</w:t>
      </w:r>
      <w:r w:rsidR="00BB6418" w:rsidRPr="004F4407">
        <w:tab/>
      </w:r>
      <w:r w:rsidR="000C6C0F" w:rsidRPr="004F4407">
        <w:rPr>
          <w:rFonts w:cs="Arial"/>
          <w:szCs w:val="32"/>
          <w:lang w:eastAsia="en-GB"/>
        </w:rPr>
        <w:t>Abstract protocol tester</w:t>
      </w:r>
      <w:bookmarkEnd w:id="21"/>
    </w:p>
    <w:p w14:paraId="1E6AF897" w14:textId="77777777" w:rsidR="00905E53" w:rsidRPr="004F4407" w:rsidRDefault="00696D14" w:rsidP="003A0447">
      <w:r w:rsidRPr="004F4407">
        <w:t>An</w:t>
      </w:r>
      <w:r w:rsidR="00905E53" w:rsidRPr="004F4407">
        <w:t xml:space="preserve"> abstract protocol tester </w:t>
      </w:r>
      <w:r w:rsidR="00D32A8E" w:rsidRPr="004F4407">
        <w:t>(</w:t>
      </w:r>
      <w:r w:rsidR="00D32A8E" w:rsidRPr="0032615D">
        <w:t>APT</w:t>
      </w:r>
      <w:r w:rsidR="00D32A8E" w:rsidRPr="004F4407">
        <w:t xml:space="preserve">) </w:t>
      </w:r>
      <w:r w:rsidR="00905E53" w:rsidRPr="004F4407">
        <w:t xml:space="preserve">is a process that provides behaviours for testing an </w:t>
      </w:r>
      <w:r w:rsidR="00905E53" w:rsidRPr="0032615D">
        <w:t>IUT</w:t>
      </w:r>
      <w:r w:rsidR="00905E53" w:rsidRPr="004F4407">
        <w:t xml:space="preserve"> by emulating a peer </w:t>
      </w:r>
      <w:r w:rsidR="00905E53" w:rsidRPr="0032615D">
        <w:t>IUT</w:t>
      </w:r>
      <w:r w:rsidR="00905E53" w:rsidRPr="004F4407">
        <w:t xml:space="preserve"> at the same </w:t>
      </w:r>
      <w:proofErr w:type="gramStart"/>
      <w:r w:rsidR="00905E53" w:rsidRPr="004F4407">
        <w:t>layer, and</w:t>
      </w:r>
      <w:proofErr w:type="gramEnd"/>
      <w:r w:rsidR="00905E53" w:rsidRPr="004F4407">
        <w:t xml:space="preserve"> enabling to address a single test objective.</w:t>
      </w:r>
    </w:p>
    <w:p w14:paraId="08CF711F" w14:textId="2E71ED04" w:rsidR="00905E53" w:rsidRPr="004F4407" w:rsidRDefault="00905E53" w:rsidP="009F5486">
      <w:r w:rsidRPr="004F4407">
        <w:t xml:space="preserve">APTs used by the oneM2M test suite </w:t>
      </w:r>
      <w:r w:rsidR="00696D14" w:rsidRPr="004F4407">
        <w:t>are</w:t>
      </w:r>
      <w:r w:rsidRPr="004F4407">
        <w:t xml:space="preserve"> described in figure</w:t>
      </w:r>
      <w:r w:rsidR="007C062E">
        <w:t xml:space="preserve"> </w:t>
      </w:r>
      <w:r w:rsidRPr="004F4407">
        <w:fldChar w:fldCharType="begin"/>
      </w:r>
      <w:r w:rsidRPr="004F4407">
        <w:instrText xml:space="preserve"> REF  fig_AbstractProtolTester_GeoNetworking \h  \* MERGEFORMAT </w:instrText>
      </w:r>
      <w:r w:rsidRPr="004F4407">
        <w:fldChar w:fldCharType="separate"/>
      </w:r>
      <w:r w:rsidR="007C062E" w:rsidRPr="004F4407">
        <w:t>5.1-1</w:t>
      </w:r>
      <w:r w:rsidRPr="004F4407">
        <w:fldChar w:fldCharType="end"/>
      </w:r>
      <w:r w:rsidRPr="004F4407">
        <w:t xml:space="preserve">. The test system will simulate valid and invalid protocol </w:t>
      </w:r>
      <w:proofErr w:type="gramStart"/>
      <w:r w:rsidRPr="004F4407">
        <w:t>behaviour, and</w:t>
      </w:r>
      <w:proofErr w:type="gramEnd"/>
      <w:r w:rsidRPr="004F4407">
        <w:t xml:space="preserve"> will analyse the reaction of the </w:t>
      </w:r>
      <w:r w:rsidRPr="0032615D">
        <w:t>IUT</w:t>
      </w:r>
      <w:r w:rsidRPr="004F4407">
        <w:t>.</w:t>
      </w:r>
    </w:p>
    <w:p w14:paraId="1933664D" w14:textId="40C66319" w:rsidR="00905E53" w:rsidRPr="004F4407" w:rsidRDefault="00DB6073" w:rsidP="00927DA2">
      <w:pPr>
        <w:pStyle w:val="FL"/>
      </w:pPr>
      <w:r w:rsidRPr="004F4407">
        <w:rPr>
          <w:noProof/>
          <w:lang w:eastAsia="en-GB"/>
        </w:rPr>
        <w:drawing>
          <wp:inline distT="0" distB="0" distL="0" distR="0" wp14:anchorId="234CCD83" wp14:editId="4D57EA5A">
            <wp:extent cx="2371725" cy="1438275"/>
            <wp:effectExtent l="0" t="0" r="9525" b="9525"/>
            <wp:docPr id="2"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13"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r w:rsidR="00D41F25" w:rsidRPr="004F4407">
        <w:t xml:space="preserve">                           </w:t>
      </w:r>
      <w:r w:rsidRPr="004F4407">
        <w:rPr>
          <w:noProof/>
          <w:lang w:eastAsia="en-GB"/>
        </w:rPr>
        <w:drawing>
          <wp:inline distT="0" distB="0" distL="0" distR="0" wp14:anchorId="5474E631" wp14:editId="2BCCC48A">
            <wp:extent cx="2371725" cy="1438275"/>
            <wp:effectExtent l="0" t="0" r="9525" b="9525"/>
            <wp:docPr id="3"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4"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p>
    <w:p w14:paraId="63E8645C" w14:textId="0283A1D8" w:rsidR="00905E53" w:rsidRPr="004F4407" w:rsidRDefault="00DB6073" w:rsidP="00872BCC">
      <w:pPr>
        <w:pStyle w:val="FL"/>
      </w:pPr>
      <w:r w:rsidRPr="004F4407">
        <w:rPr>
          <w:noProof/>
          <w:lang w:eastAsia="en-GB"/>
        </w:rPr>
        <w:drawing>
          <wp:inline distT="0" distB="0" distL="0" distR="0" wp14:anchorId="23AFCA35" wp14:editId="36A9A086">
            <wp:extent cx="2371725" cy="1438275"/>
            <wp:effectExtent l="0" t="0" r="9525" b="9525"/>
            <wp:docPr id="4"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5"/>
                    <pic:cNvPicPr>
                      <a:picLocks noChangeAspect="1" noChangeArrowheads="1"/>
                    </pic:cNvPicPr>
                  </pic:nvPicPr>
                  <pic:blipFill>
                    <a:blip r:embed="rId15"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r w:rsidR="00872BCC" w:rsidRPr="004F4407">
        <w:rPr>
          <w:lang w:eastAsia="en-GB"/>
        </w:rPr>
        <w:t xml:space="preserve">                           </w:t>
      </w:r>
      <w:r w:rsidR="00872BCC" w:rsidRPr="004F4407">
        <w:rPr>
          <w:noProof/>
        </w:rPr>
        <w:drawing>
          <wp:inline distT="0" distB="0" distL="0" distR="0" wp14:anchorId="7BC01640" wp14:editId="2D070CD2">
            <wp:extent cx="2366673" cy="148622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12173" cy="1577600"/>
                    </a:xfrm>
                    <a:prstGeom prst="rect">
                      <a:avLst/>
                    </a:prstGeom>
                    <a:noFill/>
                  </pic:spPr>
                </pic:pic>
              </a:graphicData>
            </a:graphic>
          </wp:inline>
        </w:drawing>
      </w:r>
      <w:r w:rsidR="00872BCC" w:rsidRPr="004F4407">
        <w:rPr>
          <w:lang w:eastAsia="en-GB"/>
        </w:rPr>
        <w:t xml:space="preserve"> </w:t>
      </w:r>
    </w:p>
    <w:p w14:paraId="655F1172" w14:textId="77777777" w:rsidR="00905E53" w:rsidRPr="004F4407" w:rsidRDefault="00905E53" w:rsidP="00905E53">
      <w:pPr>
        <w:pStyle w:val="TF"/>
      </w:pPr>
      <w:r w:rsidRPr="004F4407">
        <w:t>Figure</w:t>
      </w:r>
      <w:r w:rsidR="00200D78" w:rsidRPr="004F4407">
        <w:t xml:space="preserve"> </w:t>
      </w:r>
      <w:bookmarkStart w:id="22" w:name="fig_AbstractProtolTester_GeoNetworking"/>
      <w:r w:rsidR="00200D78" w:rsidRPr="004F4407">
        <w:t>5.1-1</w:t>
      </w:r>
      <w:bookmarkEnd w:id="22"/>
      <w:r w:rsidR="002F28F5" w:rsidRPr="004F4407">
        <w:t>:</w:t>
      </w:r>
      <w:r w:rsidRPr="004F4407">
        <w:t xml:space="preserve"> Abstract protocol tester</w:t>
      </w:r>
      <w:r w:rsidR="00D41F25" w:rsidRPr="004F4407">
        <w:t>s</w:t>
      </w:r>
      <w:r w:rsidRPr="004F4407">
        <w:t xml:space="preserve"> </w:t>
      </w:r>
      <w:r w:rsidR="002F28F5" w:rsidRPr="004F4407">
        <w:t>-</w:t>
      </w:r>
      <w:r w:rsidRPr="004F4407">
        <w:t xml:space="preserve"> </w:t>
      </w:r>
      <w:r w:rsidR="00D41F25" w:rsidRPr="004F4407">
        <w:t>oneM2M</w:t>
      </w:r>
    </w:p>
    <w:p w14:paraId="0B2D39DA" w14:textId="748C461A" w:rsidR="00905E53" w:rsidRPr="004F4407" w:rsidRDefault="00D41F25" w:rsidP="003A0447">
      <w:r w:rsidRPr="004F4407">
        <w:t>As figure</w:t>
      </w:r>
      <w:r w:rsidR="00DA57DD" w:rsidRPr="004F4407">
        <w:t xml:space="preserve"> 5.1-1</w:t>
      </w:r>
      <w:r w:rsidRPr="004F4407">
        <w:t xml:space="preserve"> illustrates, the corresponding </w:t>
      </w:r>
      <w:r w:rsidRPr="0032615D">
        <w:t>ATS</w:t>
      </w:r>
      <w:r w:rsidRPr="004F4407">
        <w:t xml:space="preserve"> needs to use lower layers to establish a proper connection to the system under test (</w:t>
      </w:r>
      <w:r w:rsidRPr="0032615D">
        <w:t>SUT</w:t>
      </w:r>
      <w:r w:rsidRPr="004F4407">
        <w:t xml:space="preserve">) over a physical link (Lower layers link). </w:t>
      </w:r>
      <w:r w:rsidR="00D9365F">
        <w:t>Four</w:t>
      </w:r>
      <w:r w:rsidR="00D9365F" w:rsidRPr="004F4407">
        <w:t xml:space="preserve"> </w:t>
      </w:r>
      <w:r w:rsidRPr="004F4407">
        <w:t xml:space="preserve">different lower layers have been specified corresponding to the binding protocols considered in oneM2M: </w:t>
      </w:r>
      <w:r w:rsidRPr="0032615D">
        <w:t>HTTP</w:t>
      </w:r>
      <w:r w:rsidRPr="004F4407">
        <w:t xml:space="preserve">, </w:t>
      </w:r>
      <w:r w:rsidRPr="0032615D">
        <w:t>CoAP</w:t>
      </w:r>
      <w:r w:rsidR="00D9365F">
        <w:t>, WebSocket</w:t>
      </w:r>
      <w:r w:rsidRPr="004F4407">
        <w:t xml:space="preserve"> and </w:t>
      </w:r>
      <w:r w:rsidRPr="0032615D">
        <w:t>MQTT</w:t>
      </w:r>
      <w:r w:rsidR="007C062E">
        <w:t>.</w:t>
      </w:r>
    </w:p>
    <w:p w14:paraId="61112833" w14:textId="77777777" w:rsidR="000C6C0F" w:rsidRPr="004F4407" w:rsidRDefault="000C6C0F" w:rsidP="000C6C0F">
      <w:pPr>
        <w:pStyle w:val="Heading2"/>
        <w:rPr>
          <w:rFonts w:cs="Arial"/>
          <w:szCs w:val="32"/>
          <w:lang w:eastAsia="en-GB"/>
        </w:rPr>
      </w:pPr>
      <w:bookmarkStart w:id="23" w:name="_Toc13748857"/>
      <w:r w:rsidRPr="004F4407">
        <w:t>5.2</w:t>
      </w:r>
      <w:r w:rsidRPr="004F4407">
        <w:tab/>
      </w:r>
      <w:r w:rsidRPr="004F4407">
        <w:rPr>
          <w:rFonts w:cs="Arial"/>
          <w:szCs w:val="32"/>
          <w:lang w:eastAsia="en-GB"/>
        </w:rPr>
        <w:t>Test Configuration</w:t>
      </w:r>
      <w:bookmarkEnd w:id="23"/>
    </w:p>
    <w:p w14:paraId="6A401BB8" w14:textId="77777777" w:rsidR="003417BF" w:rsidRPr="004F4407" w:rsidRDefault="00DA57DD" w:rsidP="003417BF">
      <w:pPr>
        <w:pStyle w:val="Heading3"/>
      </w:pPr>
      <w:bookmarkStart w:id="24" w:name="_Toc13748858"/>
      <w:r w:rsidRPr="004F4407">
        <w:rPr>
          <w:rFonts w:hint="eastAsia"/>
        </w:rPr>
        <w:t>5.2.1</w:t>
      </w:r>
      <w:r w:rsidR="003417BF" w:rsidRPr="004F4407">
        <w:tab/>
      </w:r>
      <w:r w:rsidR="003417BF" w:rsidRPr="0032615D">
        <w:rPr>
          <w:rFonts w:hint="eastAsia"/>
        </w:rPr>
        <w:t>AE</w:t>
      </w:r>
      <w:r w:rsidR="003417BF" w:rsidRPr="004F4407">
        <w:rPr>
          <w:rFonts w:hint="eastAsia"/>
        </w:rPr>
        <w:t xml:space="preserve"> T</w:t>
      </w:r>
      <w:r w:rsidR="003417BF" w:rsidRPr="004F4407">
        <w:t>e</w:t>
      </w:r>
      <w:r w:rsidR="003417BF" w:rsidRPr="004F4407">
        <w:rPr>
          <w:rFonts w:hint="eastAsia"/>
        </w:rPr>
        <w:t xml:space="preserve">st </w:t>
      </w:r>
      <w:r w:rsidR="003417BF" w:rsidRPr="004F4407">
        <w:t>Configuration</w:t>
      </w:r>
      <w:bookmarkEnd w:id="24"/>
    </w:p>
    <w:p w14:paraId="387450F7" w14:textId="77777777" w:rsidR="003417BF" w:rsidRPr="004F4407" w:rsidRDefault="003417BF" w:rsidP="003417BF">
      <w:pPr>
        <w:rPr>
          <w:rFonts w:eastAsia="Yu Gothic"/>
        </w:rPr>
      </w:pPr>
      <w:r w:rsidRPr="004F4407">
        <w:rPr>
          <w:rFonts w:eastAsia="Yu Gothic" w:hint="eastAsia"/>
        </w:rPr>
        <w:t xml:space="preserve">Test configurations are defined to test different entities such as </w:t>
      </w:r>
      <w:r w:rsidRPr="0032615D">
        <w:rPr>
          <w:rFonts w:eastAsia="Yu Gothic" w:hint="eastAsia"/>
        </w:rPr>
        <w:t>CSE</w:t>
      </w:r>
      <w:r w:rsidRPr="004F4407">
        <w:rPr>
          <w:rFonts w:eastAsia="Yu Gothic" w:hint="eastAsia"/>
        </w:rPr>
        <w:t xml:space="preserve"> and </w:t>
      </w:r>
      <w:r w:rsidRPr="0032615D">
        <w:rPr>
          <w:rFonts w:eastAsia="Yu Gothic" w:hint="eastAsia"/>
        </w:rPr>
        <w:t>AE</w:t>
      </w:r>
      <w:r w:rsidR="00DA57DD" w:rsidRPr="004F4407">
        <w:rPr>
          <w:rFonts w:eastAsia="Yu Gothic"/>
        </w:rPr>
        <w:t>,</w:t>
      </w:r>
      <w:r w:rsidRPr="004F4407">
        <w:rPr>
          <w:rFonts w:eastAsia="Yu Gothic" w:hint="eastAsia"/>
        </w:rPr>
        <w:t xml:space="preserve"> etc.</w:t>
      </w:r>
    </w:p>
    <w:p w14:paraId="6152D584" w14:textId="74E62255" w:rsidR="003417BF" w:rsidRPr="004F4407" w:rsidRDefault="003417BF" w:rsidP="003417BF">
      <w:pPr>
        <w:rPr>
          <w:rFonts w:eastAsia="Yu Gothic"/>
        </w:rPr>
      </w:pPr>
      <w:r w:rsidRPr="004F4407">
        <w:rPr>
          <w:rFonts w:eastAsia="Yu Gothic"/>
        </w:rPr>
        <w:t xml:space="preserve">Figure </w:t>
      </w:r>
      <w:r w:rsidR="00E3365A">
        <w:rPr>
          <w:noProof/>
        </w:rPr>
        <w:t>5.2.1-1</w:t>
      </w:r>
      <w:r w:rsidRPr="004F4407">
        <w:rPr>
          <w:rFonts w:eastAsia="Yu Gothic"/>
        </w:rPr>
        <w:t xml:space="preserve"> shows a </w:t>
      </w:r>
      <w:r w:rsidRPr="0032615D">
        <w:rPr>
          <w:rFonts w:eastAsia="Yu Gothic"/>
        </w:rPr>
        <w:t>AE</w:t>
      </w:r>
      <w:r w:rsidRPr="004F4407">
        <w:rPr>
          <w:rFonts w:eastAsia="Yu Gothic"/>
        </w:rPr>
        <w:t xml:space="preserve"> test configuration which is mapped to CF03 in </w:t>
      </w:r>
      <w:r w:rsidR="00DA57DD" w:rsidRPr="004F4407">
        <w:rPr>
          <w:rFonts w:eastAsia="Yu Gothic"/>
        </w:rPr>
        <w:t>clause</w:t>
      </w:r>
      <w:r w:rsidRPr="004F4407">
        <w:rPr>
          <w:rFonts w:eastAsia="Yu Gothic"/>
        </w:rPr>
        <w:t xml:space="preserve"> 6.3.3.3 in </w:t>
      </w:r>
      <w:r w:rsidR="009F5486" w:rsidRPr="004F4407">
        <w:rPr>
          <w:rFonts w:eastAsia="Yu Gothic"/>
        </w:rPr>
        <w:t xml:space="preserve">oneM2M </w:t>
      </w:r>
      <w:r w:rsidRPr="0032615D">
        <w:rPr>
          <w:rFonts w:eastAsia="Yu Gothic"/>
        </w:rPr>
        <w:t>TS</w:t>
      </w:r>
      <w:r w:rsidR="00E3365A">
        <w:rPr>
          <w:rFonts w:eastAsia="Yu Gothic"/>
        </w:rPr>
        <w:noBreakHyphen/>
      </w:r>
      <w:r w:rsidRPr="004F4407">
        <w:rPr>
          <w:rFonts w:eastAsia="Yu Gothic"/>
        </w:rPr>
        <w:t>0015</w:t>
      </w:r>
      <w:r w:rsidR="00E3365A">
        <w:rPr>
          <w:rFonts w:eastAsia="Yu Gothic"/>
        </w:rPr>
        <w:t> </w:t>
      </w:r>
      <w:r w:rsidR="00384556" w:rsidRPr="0032615D">
        <w:rPr>
          <w:rFonts w:eastAsia="Yu Gothic"/>
        </w:rPr>
        <w:t>[</w:t>
      </w:r>
      <w:r w:rsidR="00384556" w:rsidRPr="0032615D">
        <w:rPr>
          <w:rFonts w:eastAsia="Yu Gothic"/>
        </w:rPr>
        <w:fldChar w:fldCharType="begin"/>
      </w:r>
      <w:r w:rsidR="00384556" w:rsidRPr="0032615D">
        <w:rPr>
          <w:rFonts w:eastAsia="Yu Gothic"/>
        </w:rPr>
        <w:instrText xml:space="preserve">REF REF_ONEM2MTS_0015 \h </w:instrText>
      </w:r>
      <w:r w:rsidR="00384556" w:rsidRPr="0032615D">
        <w:rPr>
          <w:rFonts w:eastAsia="Yu Gothic"/>
        </w:rPr>
      </w:r>
      <w:r w:rsidR="00384556" w:rsidRPr="0032615D">
        <w:rPr>
          <w:rFonts w:eastAsia="Yu Gothic"/>
        </w:rPr>
        <w:fldChar w:fldCharType="separate"/>
      </w:r>
      <w:r w:rsidR="00384556" w:rsidRPr="0032615D">
        <w:t>i.</w:t>
      </w:r>
      <w:r w:rsidR="00384556" w:rsidRPr="0032615D">
        <w:rPr>
          <w:noProof/>
        </w:rPr>
        <w:t>2</w:t>
      </w:r>
      <w:r w:rsidR="00384556" w:rsidRPr="0032615D">
        <w:rPr>
          <w:rFonts w:eastAsia="Yu Gothic"/>
        </w:rPr>
        <w:fldChar w:fldCharType="end"/>
      </w:r>
      <w:r w:rsidR="00384556" w:rsidRPr="0032615D">
        <w:rPr>
          <w:rFonts w:eastAsia="Yu Gothic"/>
        </w:rPr>
        <w:t>]</w:t>
      </w:r>
      <w:r w:rsidRPr="004F4407">
        <w:t xml:space="preserve"> and aligns with conformance test system architecture in </w:t>
      </w:r>
      <w:r w:rsidR="00DA57DD" w:rsidRPr="004F4407">
        <w:t>clause</w:t>
      </w:r>
      <w:r w:rsidRPr="004F4407">
        <w:t xml:space="preserve"> 6.3.3.2 in </w:t>
      </w:r>
      <w:r w:rsidR="009F5486" w:rsidRPr="004F4407">
        <w:rPr>
          <w:rFonts w:eastAsia="Yu Gothic"/>
        </w:rPr>
        <w:t>oneM2M</w:t>
      </w:r>
      <w:r w:rsidR="009F5486" w:rsidRPr="004F4407">
        <w:t xml:space="preserve"> </w:t>
      </w:r>
      <w:r w:rsidRPr="0032615D">
        <w:t>TS</w:t>
      </w:r>
      <w:r w:rsidRPr="004F4407">
        <w:t>-0015</w:t>
      </w:r>
      <w:r w:rsidR="00384556">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rPr>
          <w:rFonts w:eastAsia="Yu Gothic"/>
        </w:rPr>
        <w:t>.</w:t>
      </w:r>
    </w:p>
    <w:p w14:paraId="41D6153A" w14:textId="77777777" w:rsidR="003417BF" w:rsidRPr="004F4407" w:rsidRDefault="003417BF" w:rsidP="003417BF">
      <w:pPr>
        <w:rPr>
          <w:rFonts w:eastAsia="Yu Gothic"/>
        </w:rPr>
      </w:pPr>
      <w:r w:rsidRPr="004F4407">
        <w:rPr>
          <w:rFonts w:eastAsia="Yu Gothic"/>
        </w:rPr>
        <w:t xml:space="preserve">The </w:t>
      </w:r>
      <w:r w:rsidRPr="0032615D">
        <w:rPr>
          <w:rFonts w:eastAsia="Yu Gothic"/>
        </w:rPr>
        <w:t>TTCN</w:t>
      </w:r>
      <w:r w:rsidRPr="004F4407">
        <w:rPr>
          <w:rFonts w:eastAsia="Yu Gothic"/>
        </w:rPr>
        <w:t xml:space="preserve">-3 Test Component in Test System sends triggering actions or behaviour to the Upper Tester Application of </w:t>
      </w:r>
      <w:r w:rsidRPr="0032615D">
        <w:rPr>
          <w:rFonts w:eastAsia="Yu Gothic"/>
        </w:rPr>
        <w:t>SUT</w:t>
      </w:r>
      <w:r w:rsidRPr="004F4407">
        <w:rPr>
          <w:rFonts w:eastAsia="Yu Gothic"/>
        </w:rPr>
        <w:t xml:space="preserve"> through upper tester transport link </w:t>
      </w:r>
      <w:r w:rsidRPr="0032615D">
        <w:rPr>
          <w:rFonts w:eastAsia="Yu Gothic"/>
          <w:i/>
        </w:rPr>
        <w:t>Ut</w:t>
      </w:r>
      <w:r w:rsidRPr="004F4407">
        <w:rPr>
          <w:rFonts w:eastAsia="Yu Gothic"/>
        </w:rPr>
        <w:t xml:space="preserve"> while the </w:t>
      </w:r>
      <w:r w:rsidRPr="0032615D">
        <w:rPr>
          <w:rFonts w:eastAsia="Yu Gothic"/>
        </w:rPr>
        <w:t>IUT</w:t>
      </w:r>
      <w:r w:rsidRPr="004F4407">
        <w:rPr>
          <w:rFonts w:eastAsia="Yu Gothic"/>
        </w:rPr>
        <w:t xml:space="preserve"> sends/receives oneM2M service primitives through </w:t>
      </w:r>
      <w:proofErr w:type="spellStart"/>
      <w:r w:rsidRPr="004F4407">
        <w:rPr>
          <w:rFonts w:eastAsia="Yu Gothic"/>
        </w:rPr>
        <w:t>Mca</w:t>
      </w:r>
      <w:proofErr w:type="spellEnd"/>
      <w:r w:rsidRPr="004F4407">
        <w:rPr>
          <w:rFonts w:eastAsia="Yu Gothic"/>
        </w:rPr>
        <w:t xml:space="preserve"> to/from </w:t>
      </w:r>
      <w:r w:rsidRPr="0032615D">
        <w:rPr>
          <w:rFonts w:eastAsia="Yu Gothic"/>
        </w:rPr>
        <w:t>CSE</w:t>
      </w:r>
      <w:r w:rsidRPr="004F4407">
        <w:rPr>
          <w:rFonts w:eastAsia="Yu Gothic"/>
        </w:rPr>
        <w:t xml:space="preserve"> in Test System.</w:t>
      </w:r>
    </w:p>
    <w:p w14:paraId="4CF9179A" w14:textId="58F54AA2" w:rsidR="00DA57DD" w:rsidRPr="004F4407" w:rsidRDefault="00DB6073" w:rsidP="00DA57DD">
      <w:pPr>
        <w:pStyle w:val="FL"/>
        <w:rPr>
          <w:rFonts w:eastAsia="Yu Gothic"/>
        </w:rPr>
      </w:pPr>
      <w:r w:rsidRPr="004F4407">
        <w:rPr>
          <w:rFonts w:eastAsia="Yu Gothic"/>
          <w:noProof/>
          <w:lang w:eastAsia="en-GB"/>
        </w:rPr>
        <w:lastRenderedPageBreak/>
        <w:drawing>
          <wp:anchor distT="0" distB="0" distL="114300" distR="114300" simplePos="0" relativeHeight="251658752" behindDoc="0" locked="0" layoutInCell="1" allowOverlap="1" wp14:anchorId="29ED1604" wp14:editId="64FBB562">
            <wp:simplePos x="0" y="0"/>
            <wp:positionH relativeFrom="column">
              <wp:posOffset>735330</wp:posOffset>
            </wp:positionH>
            <wp:positionV relativeFrom="paragraph">
              <wp:posOffset>0</wp:posOffset>
            </wp:positionV>
            <wp:extent cx="4648200" cy="1990725"/>
            <wp:effectExtent l="0" t="0" r="0" b="952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t="7991" r="24098"/>
                    <a:stretch>
                      <a:fillRect/>
                    </a:stretch>
                  </pic:blipFill>
                  <pic:spPr bwMode="auto">
                    <a:xfrm>
                      <a:off x="0" y="0"/>
                      <a:ext cx="4648200" cy="1990725"/>
                    </a:xfrm>
                    <a:prstGeom prst="rect">
                      <a:avLst/>
                    </a:prstGeom>
                    <a:noFill/>
                    <a:ln>
                      <a:noFill/>
                    </a:ln>
                  </pic:spPr>
                </pic:pic>
              </a:graphicData>
            </a:graphic>
          </wp:anchor>
        </w:drawing>
      </w:r>
    </w:p>
    <w:p w14:paraId="0B0B5E5E" w14:textId="77777777" w:rsidR="00DA57DD" w:rsidRPr="004F4407" w:rsidRDefault="00DA57DD" w:rsidP="00C939F7">
      <w:pPr>
        <w:pStyle w:val="ImageCaption"/>
      </w:pPr>
      <w:r w:rsidRPr="004F4407">
        <w:t xml:space="preserve">Figure 5.2.1-1: </w:t>
      </w:r>
      <w:r w:rsidRPr="0032615D">
        <w:t>AE</w:t>
      </w:r>
      <w:r w:rsidRPr="004F4407">
        <w:t xml:space="preserve"> test configuration</w:t>
      </w:r>
    </w:p>
    <w:p w14:paraId="4E2FF372" w14:textId="77777777" w:rsidR="000C6C0F" w:rsidRPr="004F4407" w:rsidRDefault="000C6C0F" w:rsidP="00DA57DD">
      <w:pPr>
        <w:pStyle w:val="Heading2"/>
        <w:rPr>
          <w:lang w:eastAsia="en-GB"/>
        </w:rPr>
      </w:pPr>
      <w:bookmarkStart w:id="25" w:name="_Toc13748859"/>
      <w:r w:rsidRPr="004F4407">
        <w:t>5.3</w:t>
      </w:r>
      <w:r w:rsidRPr="004F4407">
        <w:tab/>
      </w:r>
      <w:r w:rsidRPr="004F4407">
        <w:rPr>
          <w:lang w:eastAsia="en-GB"/>
        </w:rPr>
        <w:t>Test architecture</w:t>
      </w:r>
      <w:bookmarkEnd w:id="25"/>
    </w:p>
    <w:p w14:paraId="209B3834" w14:textId="0A32B156" w:rsidR="00BE2FEC" w:rsidRPr="004F4407" w:rsidRDefault="00BE2FEC" w:rsidP="003A0447">
      <w:r w:rsidRPr="004F4407">
        <w:t xml:space="preserve">The approach for the implementation of </w:t>
      </w:r>
      <w:r w:rsidR="00696D14" w:rsidRPr="004F4407">
        <w:t>an</w:t>
      </w:r>
      <w:r w:rsidRPr="004F4407">
        <w:t xml:space="preserve"> Abstract Protocol Tester selected in oneM2M follows the recommendation of the oneM2M Testing Framework</w:t>
      </w:r>
      <w:r w:rsidR="000D6914">
        <w:t xml:space="preserve"> </w:t>
      </w:r>
      <w:r w:rsidR="000D6914" w:rsidRPr="004F4407">
        <w:rPr>
          <w:rFonts w:eastAsia="Yu Gothic"/>
        </w:rPr>
        <w:t xml:space="preserve">oneM2M </w:t>
      </w:r>
      <w:r w:rsidR="000D6914" w:rsidRPr="0032615D">
        <w:rPr>
          <w:rFonts w:eastAsia="Yu Gothic"/>
        </w:rPr>
        <w:t>TS</w:t>
      </w:r>
      <w:r w:rsidR="000D6914" w:rsidRPr="004F4407">
        <w:rPr>
          <w:rFonts w:eastAsia="Yu Gothic"/>
        </w:rPr>
        <w:t>-0015</w:t>
      </w:r>
      <w:r w:rsidR="00DA57DD" w:rsidRPr="004F4407">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 xml:space="preserve"> where the </w:t>
      </w:r>
      <w:r w:rsidRPr="0032615D">
        <w:t>TTCN</w:t>
      </w:r>
      <w:r w:rsidRPr="004F4407">
        <w:t>-3 language and its architecture are recommended.</w:t>
      </w:r>
    </w:p>
    <w:p w14:paraId="7DC7E9EB" w14:textId="16A3F19E" w:rsidR="00BE2FEC" w:rsidRPr="004F4407" w:rsidRDefault="00BE2FEC" w:rsidP="003A0447">
      <w:r w:rsidRPr="004F4407">
        <w:t xml:space="preserve">Following this </w:t>
      </w:r>
      <w:proofErr w:type="gramStart"/>
      <w:r w:rsidRPr="004F4407">
        <w:t>recommendation</w:t>
      </w:r>
      <w:proofErr w:type="gramEnd"/>
      <w:r w:rsidRPr="004F4407">
        <w:t xml:space="preserve"> the oneM2M tester architecture comprises a non-</w:t>
      </w:r>
      <w:r w:rsidR="008501D1" w:rsidRPr="004F4407">
        <w:t>platform</w:t>
      </w:r>
      <w:r w:rsidRPr="004F4407">
        <w:t xml:space="preserve"> dependent Test Suite, and a </w:t>
      </w:r>
      <w:r w:rsidR="008501D1" w:rsidRPr="004F4407">
        <w:t>platform</w:t>
      </w:r>
      <w:r w:rsidRPr="004F4407">
        <w:t xml:space="preserve"> dependent</w:t>
      </w:r>
      <w:r w:rsidR="008501D1" w:rsidRPr="004F4407">
        <w:t xml:space="preserve"> part</w:t>
      </w:r>
      <w:r w:rsidRPr="004F4407">
        <w:t>.</w:t>
      </w:r>
    </w:p>
    <w:p w14:paraId="7965E410" w14:textId="1B57E975" w:rsidR="003417BF" w:rsidRPr="004F4407" w:rsidRDefault="00DB6073" w:rsidP="006B246A">
      <w:pPr>
        <w:pStyle w:val="Figure"/>
        <w:framePr w:wrap="around"/>
      </w:pPr>
      <w:r w:rsidRPr="00A4211F">
        <w:drawing>
          <wp:anchor distT="0" distB="0" distL="114300" distR="114300" simplePos="0" relativeHeight="251659776" behindDoc="0" locked="0" layoutInCell="1" allowOverlap="1" wp14:anchorId="07726B3A" wp14:editId="7CEE54AC">
            <wp:simplePos x="0" y="0"/>
            <wp:positionH relativeFrom="column">
              <wp:posOffset>796290</wp:posOffset>
            </wp:positionH>
            <wp:positionV relativeFrom="paragraph">
              <wp:posOffset>34290</wp:posOffset>
            </wp:positionV>
            <wp:extent cx="4524375" cy="1971675"/>
            <wp:effectExtent l="0" t="0" r="0" b="9525"/>
            <wp:wrapTopAndBottom/>
            <wp:docPr id="6" name="Objec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9"/>
                    <pic:cNvPicPr>
                      <a:picLocks noChangeAspect="1" noChangeArrowheads="1"/>
                    </pic:cNvPicPr>
                  </pic:nvPicPr>
                  <pic:blipFill>
                    <a:blip r:embed="rId18">
                      <a:extLst>
                        <a:ext uri="{28A0092B-C50C-407E-A947-70E740481C1C}">
                          <a14:useLocalDpi xmlns:a14="http://schemas.microsoft.com/office/drawing/2010/main" val="0"/>
                        </a:ext>
                      </a:extLst>
                    </a:blip>
                    <a:srcRect t="-279" r="-2417" b="-418"/>
                    <a:stretch>
                      <a:fillRect/>
                    </a:stretch>
                  </pic:blipFill>
                  <pic:spPr bwMode="auto">
                    <a:xfrm>
                      <a:off x="0" y="0"/>
                      <a:ext cx="4524375" cy="1971675"/>
                    </a:xfrm>
                    <a:prstGeom prst="rect">
                      <a:avLst/>
                    </a:prstGeom>
                    <a:noFill/>
                    <a:ln>
                      <a:noFill/>
                    </a:ln>
                  </pic:spPr>
                </pic:pic>
              </a:graphicData>
            </a:graphic>
          </wp:anchor>
        </w:drawing>
      </w:r>
    </w:p>
    <w:p w14:paraId="5757B577" w14:textId="3D2C3A71" w:rsidR="00BE543E" w:rsidRPr="004F4407" w:rsidRDefault="00BE543E" w:rsidP="00BE543E">
      <w:pPr>
        <w:pStyle w:val="NF"/>
      </w:pPr>
      <w:r w:rsidRPr="004F4407">
        <w:t>NOTE:</w:t>
      </w:r>
      <w:r w:rsidRPr="004F4407">
        <w:tab/>
        <w:t>However, it can be implemented in a semi-independent manner, which will minimize the dependency to those elements.</w:t>
      </w:r>
    </w:p>
    <w:p w14:paraId="12CB8EAC" w14:textId="77777777" w:rsidR="00BE543E" w:rsidRPr="004F4407" w:rsidRDefault="00BE543E" w:rsidP="00BE543E">
      <w:pPr>
        <w:pStyle w:val="NF"/>
      </w:pPr>
    </w:p>
    <w:p w14:paraId="54EB3837" w14:textId="77777777" w:rsidR="003417BF" w:rsidRPr="00EE7945" w:rsidRDefault="003417BF" w:rsidP="00EE7945">
      <w:pPr>
        <w:pStyle w:val="ImageCaption"/>
      </w:pPr>
      <w:r w:rsidRPr="00EE7945">
        <w:t>Figure</w:t>
      </w:r>
      <w:r w:rsidR="00200D78" w:rsidRPr="00EE7945">
        <w:t xml:space="preserve"> 5.3-1</w:t>
      </w:r>
      <w:r w:rsidR="00DA57DD" w:rsidRPr="00EE7945">
        <w:t>:</w:t>
      </w:r>
      <w:r w:rsidRPr="00EE7945">
        <w:t xml:space="preserve"> High level oneM2M Test Architecture</w:t>
      </w:r>
    </w:p>
    <w:p w14:paraId="5ED8804D" w14:textId="32AC0940" w:rsidR="00BE2FEC" w:rsidRPr="004F4407" w:rsidRDefault="008501D1" w:rsidP="00DA57DD">
      <w:pPr>
        <w:pStyle w:val="B1"/>
      </w:pPr>
      <w:r w:rsidRPr="004F4407">
        <w:rPr>
          <w:b/>
        </w:rPr>
        <w:t xml:space="preserve">oneM2M </w:t>
      </w:r>
      <w:r w:rsidR="00BE2FEC" w:rsidRPr="0032615D">
        <w:rPr>
          <w:b/>
        </w:rPr>
        <w:t>TTCN</w:t>
      </w:r>
      <w:r w:rsidR="00BE2FEC" w:rsidRPr="004F4407">
        <w:rPr>
          <w:b/>
        </w:rPr>
        <w:t xml:space="preserve">-3 </w:t>
      </w:r>
      <w:r w:rsidRPr="004F4407">
        <w:rPr>
          <w:b/>
        </w:rPr>
        <w:t xml:space="preserve">Abstract </w:t>
      </w:r>
      <w:r w:rsidR="00BE2FEC" w:rsidRPr="004F4407">
        <w:rPr>
          <w:b/>
        </w:rPr>
        <w:t>Test Suite:</w:t>
      </w:r>
      <w:r w:rsidR="00BE2FEC" w:rsidRPr="004F4407">
        <w:t xml:space="preserve"> the test suite is platform independent, and it is the cornerstone of the architecture. It allows a complet</w:t>
      </w:r>
      <w:r w:rsidRPr="004F4407">
        <w:t>e decoupling between the test suite and the rest of the test system</w:t>
      </w:r>
      <w:r w:rsidR="00BE2FEC" w:rsidRPr="004F4407">
        <w:t>. The t</w:t>
      </w:r>
      <w:r w:rsidRPr="004F4407">
        <w:t xml:space="preserve">est </w:t>
      </w:r>
      <w:r w:rsidR="00BE2FEC" w:rsidRPr="004F4407">
        <w:t xml:space="preserve">suite is composed of a complete set of test cases covering </w:t>
      </w:r>
      <w:r w:rsidRPr="004F4407">
        <w:t xml:space="preserve">oneM2M </w:t>
      </w:r>
      <w:r w:rsidR="00BE2FEC" w:rsidRPr="004F4407">
        <w:t xml:space="preserve">requirements specified by </w:t>
      </w:r>
      <w:r w:rsidR="007C062E" w:rsidRPr="0032615D">
        <w:t>oneM2M TS</w:t>
      </w:r>
      <w:r w:rsidR="007C062E" w:rsidRPr="0032615D">
        <w:noBreakHyphen/>
        <w:t xml:space="preserve">0001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00BE543E" w:rsidRPr="004F4407">
        <w:t xml:space="preserve"> </w:t>
      </w:r>
      <w:r w:rsidR="00656804" w:rsidRPr="004F4407">
        <w:t>and</w:t>
      </w:r>
      <w:r w:rsidR="00384556">
        <w:t xml:space="preserve"> </w:t>
      </w:r>
      <w:r w:rsidR="007C062E" w:rsidRPr="0032615D">
        <w:t xml:space="preserve">oneM2M TS-0004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00BE2FEC" w:rsidRPr="004F4407">
        <w:t>.</w:t>
      </w:r>
    </w:p>
    <w:p w14:paraId="32BF0083" w14:textId="58932360" w:rsidR="00EF27CF" w:rsidRPr="004F4407" w:rsidRDefault="00656804" w:rsidP="00DA57DD">
      <w:pPr>
        <w:pStyle w:val="B1"/>
      </w:pPr>
      <w:r w:rsidRPr="004F4407">
        <w:rPr>
          <w:b/>
        </w:rPr>
        <w:t>oneM2M System Adaptor</w:t>
      </w:r>
      <w:r w:rsidR="00BE2FEC" w:rsidRPr="004F4407">
        <w:rPr>
          <w:b/>
        </w:rPr>
        <w:t>:</w:t>
      </w:r>
      <w:r w:rsidR="00BE2FEC" w:rsidRPr="004F4407">
        <w:t xml:space="preserve"> this is the platform dependent part that includes adaptors and </w:t>
      </w:r>
      <w:r w:rsidR="00D32A8E" w:rsidRPr="0032615D">
        <w:t>codecs</w:t>
      </w:r>
      <w:r w:rsidR="00696D14" w:rsidRPr="004F4407">
        <w:t xml:space="preserve"> (out of the scope of th</w:t>
      </w:r>
      <w:r w:rsidR="00F359D2">
        <w:t>e present</w:t>
      </w:r>
      <w:r w:rsidR="00696D14" w:rsidRPr="004F4407">
        <w:t xml:space="preserve"> document)</w:t>
      </w:r>
      <w:r w:rsidR="00BE2FEC" w:rsidRPr="004F4407">
        <w:t>. This part of the architecture definition depends on th</w:t>
      </w:r>
      <w:r w:rsidR="00BE543E" w:rsidRPr="004F4407">
        <w:t>e specific platform (e.g. </w:t>
      </w:r>
      <w:r w:rsidR="00BE2FEC" w:rsidRPr="004F4407">
        <w:t xml:space="preserve">Windows or Linux) </w:t>
      </w:r>
      <w:r w:rsidRPr="004F4407">
        <w:t xml:space="preserve">and test tool </w:t>
      </w:r>
      <w:r w:rsidR="00BE2FEC" w:rsidRPr="004F4407">
        <w:t>on which the tester is going to run.</w:t>
      </w:r>
    </w:p>
    <w:p w14:paraId="1F6E6750" w14:textId="13347114" w:rsidR="00E92F05" w:rsidRPr="004F4407" w:rsidRDefault="00E92F05" w:rsidP="003A0447">
      <w:r w:rsidRPr="004F4407">
        <w:t xml:space="preserve">Figure </w:t>
      </w:r>
      <w:r w:rsidR="00BE543E" w:rsidRPr="004F4407">
        <w:t>5.3-2</w:t>
      </w:r>
      <w:r w:rsidRPr="004F4407">
        <w:t xml:space="preserve"> shows the oneM2M </w:t>
      </w:r>
      <w:r w:rsidRPr="0032615D">
        <w:t>TTCN</w:t>
      </w:r>
      <w:r w:rsidRPr="004F4407">
        <w:t xml:space="preserve">-3 test architecture design used for the oneM2M </w:t>
      </w:r>
      <w:r w:rsidRPr="0032615D">
        <w:t>ATS</w:t>
      </w:r>
      <w:r w:rsidRPr="004F4407">
        <w:t xml:space="preserve">. The Test Suite needs to interact with the System Adaptor to implement the collection of </w:t>
      </w:r>
      <w:r w:rsidRPr="0032615D">
        <w:t>TTCN</w:t>
      </w:r>
      <w:r w:rsidRPr="004F4407">
        <w:t>-3 test cases that are intended to be used to test the oneM2M IUTs.</w:t>
      </w:r>
    </w:p>
    <w:p w14:paraId="697E2C52" w14:textId="1706AD98" w:rsidR="00E92F05" w:rsidRPr="004F4407" w:rsidRDefault="00E92F05" w:rsidP="003A0447">
      <w:r w:rsidRPr="004F4407">
        <w:t xml:space="preserve">The oneM2M </w:t>
      </w:r>
      <w:r w:rsidRPr="0032615D">
        <w:t>TTCN</w:t>
      </w:r>
      <w:r w:rsidRPr="004F4407">
        <w:t xml:space="preserve">-3 test cases implement the test algorithms specified in the </w:t>
      </w:r>
      <w:r w:rsidRPr="0032615D">
        <w:t>TSS&amp;TP</w:t>
      </w:r>
      <w:r w:rsidRPr="004F4407">
        <w:t xml:space="preserve"> document</w:t>
      </w:r>
      <w:r w:rsidR="00274CC9">
        <w:t xml:space="preserve"> </w:t>
      </w:r>
      <w:r w:rsidR="00274CC9" w:rsidRPr="0032615D">
        <w:t>oneM2M TS</w:t>
      </w:r>
      <w:r w:rsidR="00274CC9" w:rsidRPr="0032615D">
        <w:noBreakHyphen/>
        <w:t>0018</w:t>
      </w:r>
      <w:r w:rsidR="00274CC9">
        <w:t> </w:t>
      </w:r>
      <w:r w:rsidR="00384556" w:rsidRPr="0032615D">
        <w:t>[</w:t>
      </w:r>
      <w:r w:rsidR="00384556" w:rsidRPr="0032615D">
        <w:fldChar w:fldCharType="begin"/>
      </w:r>
      <w:r w:rsidR="00384556" w:rsidRPr="0032615D">
        <w:instrText xml:space="preserve">REF REF_ONEM2MTS_0018 \h </w:instrText>
      </w:r>
      <w:r w:rsidR="00384556" w:rsidRPr="0032615D">
        <w:fldChar w:fldCharType="separate"/>
      </w:r>
      <w:r w:rsidR="00384556" w:rsidRPr="0032615D">
        <w:rPr>
          <w:noProof/>
        </w:rPr>
        <w:t>7</w:t>
      </w:r>
      <w:r w:rsidR="00384556" w:rsidRPr="0032615D">
        <w:fldChar w:fldCharType="end"/>
      </w:r>
      <w:r w:rsidR="00384556" w:rsidRPr="0032615D">
        <w:t>]</w:t>
      </w:r>
      <w:r w:rsidRPr="004F4407">
        <w:t>, including verdict logic that allows pass/fail diagnosis.</w:t>
      </w:r>
    </w:p>
    <w:p w14:paraId="287731D6" w14:textId="28C6B57D" w:rsidR="00E92F05" w:rsidRPr="004F4407" w:rsidRDefault="00E92F05" w:rsidP="00DA57DD">
      <w:pPr>
        <w:keepNext/>
      </w:pPr>
      <w:r w:rsidRPr="004F4407">
        <w:t xml:space="preserve">The test algorithms use the interfaces defined </w:t>
      </w:r>
      <w:r w:rsidR="00C666E2" w:rsidRPr="004F4407">
        <w:t xml:space="preserve">in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 xml:space="preserve"> and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 xml:space="preserve"> (</w:t>
      </w:r>
      <w:proofErr w:type="spellStart"/>
      <w:r w:rsidRPr="004F4407">
        <w:t>mca</w:t>
      </w:r>
      <w:proofErr w:type="spellEnd"/>
      <w:r w:rsidRPr="004F4407">
        <w:t xml:space="preserve">, mcc) </w:t>
      </w:r>
      <w:proofErr w:type="gramStart"/>
      <w:r w:rsidRPr="004F4407">
        <w:t>in order to</w:t>
      </w:r>
      <w:proofErr w:type="gramEnd"/>
      <w:r w:rsidRPr="004F4407">
        <w:t>:</w:t>
      </w:r>
    </w:p>
    <w:p w14:paraId="7FBFB5BB" w14:textId="02CE6619" w:rsidR="00E92F05" w:rsidRPr="004F4407" w:rsidRDefault="00E92F05" w:rsidP="00DA57DD">
      <w:pPr>
        <w:pStyle w:val="BN"/>
      </w:pPr>
      <w:r w:rsidRPr="004F4407">
        <w:t xml:space="preserve">control the test event to be sent towards the </w:t>
      </w:r>
      <w:r w:rsidRPr="0032615D">
        <w:t>IUT</w:t>
      </w:r>
      <w:r w:rsidR="00DA57DD" w:rsidRPr="004F4407">
        <w:t>;</w:t>
      </w:r>
      <w:r w:rsidRPr="004F4407">
        <w:t xml:space="preserve"> and</w:t>
      </w:r>
    </w:p>
    <w:p w14:paraId="78ABC2B6" w14:textId="46206B48" w:rsidR="00E92F05" w:rsidRPr="004F4407" w:rsidRDefault="00E92F05" w:rsidP="00DA57DD">
      <w:pPr>
        <w:pStyle w:val="BN"/>
      </w:pPr>
      <w:r w:rsidRPr="004F4407">
        <w:t xml:space="preserve">observe the test events received from the </w:t>
      </w:r>
      <w:r w:rsidRPr="0032615D">
        <w:t>IUT</w:t>
      </w:r>
      <w:r w:rsidRPr="004F4407">
        <w:t>.</w:t>
      </w:r>
    </w:p>
    <w:p w14:paraId="7059C304" w14:textId="77777777" w:rsidR="00E92F05" w:rsidRPr="004F4407" w:rsidRDefault="00E92F05" w:rsidP="003A0447">
      <w:r w:rsidRPr="004F4407">
        <w:t xml:space="preserve">In </w:t>
      </w:r>
      <w:r w:rsidRPr="0032615D">
        <w:t>TTCN</w:t>
      </w:r>
      <w:r w:rsidRPr="004F4407">
        <w:t xml:space="preserve">-3 these two </w:t>
      </w:r>
      <w:r w:rsidR="00740E26" w:rsidRPr="004F4407">
        <w:t>interfaces</w:t>
      </w:r>
      <w:r w:rsidRPr="004F4407">
        <w:t xml:space="preserve"> have been implemented through a </w:t>
      </w:r>
      <w:r w:rsidR="00C666E2" w:rsidRPr="004F4407">
        <w:t xml:space="preserve">set of </w:t>
      </w:r>
      <w:r w:rsidRPr="004F4407">
        <w:t xml:space="preserve">logical </w:t>
      </w:r>
      <w:r w:rsidRPr="0032615D">
        <w:t>TTCN</w:t>
      </w:r>
      <w:r w:rsidRPr="004F4407">
        <w:t>-3 port</w:t>
      </w:r>
      <w:r w:rsidR="00C666E2" w:rsidRPr="004F4407">
        <w:t>s</w:t>
      </w:r>
      <w:r w:rsidRPr="004F4407">
        <w:t xml:space="preserve"> (</w:t>
      </w:r>
      <w:proofErr w:type="spellStart"/>
      <w:r w:rsidR="00740E26" w:rsidRPr="004F4407">
        <w:t>mcaPort</w:t>
      </w:r>
      <w:proofErr w:type="spellEnd"/>
      <w:r w:rsidR="00C666E2" w:rsidRPr="004F4407">
        <w:t xml:space="preserve"> and </w:t>
      </w:r>
      <w:proofErr w:type="spellStart"/>
      <w:r w:rsidR="00C666E2" w:rsidRPr="004F4407">
        <w:t>mcaPortIn</w:t>
      </w:r>
      <w:proofErr w:type="spellEnd"/>
      <w:r w:rsidR="00C666E2" w:rsidRPr="004F4407">
        <w:t xml:space="preserve"> for </w:t>
      </w:r>
      <w:proofErr w:type="spellStart"/>
      <w:r w:rsidR="00C666E2" w:rsidRPr="004F4407">
        <w:t>mca</w:t>
      </w:r>
      <w:proofErr w:type="spellEnd"/>
      <w:r w:rsidR="00C666E2" w:rsidRPr="004F4407">
        <w:t xml:space="preserve"> interface, </w:t>
      </w:r>
      <w:r w:rsidR="00740E26" w:rsidRPr="004F4407">
        <w:t xml:space="preserve">and </w:t>
      </w:r>
      <w:proofErr w:type="spellStart"/>
      <w:r w:rsidR="00740E26" w:rsidRPr="004F4407">
        <w:t>mccPort</w:t>
      </w:r>
      <w:proofErr w:type="spellEnd"/>
      <w:r w:rsidR="00740E26" w:rsidRPr="004F4407">
        <w:t xml:space="preserve"> </w:t>
      </w:r>
      <w:r w:rsidR="00C666E2" w:rsidRPr="004F4407">
        <w:t xml:space="preserve">and </w:t>
      </w:r>
      <w:proofErr w:type="spellStart"/>
      <w:r w:rsidR="00C666E2" w:rsidRPr="004F4407">
        <w:t>mccPortIn</w:t>
      </w:r>
      <w:proofErr w:type="spellEnd"/>
      <w:r w:rsidR="00C666E2" w:rsidRPr="004F4407">
        <w:t xml:space="preserve"> for mcc interface</w:t>
      </w:r>
      <w:r w:rsidRPr="004F4407">
        <w:t xml:space="preserve">) which allows </w:t>
      </w:r>
      <w:r w:rsidR="00740E26" w:rsidRPr="004F4407">
        <w:t>oneM2M</w:t>
      </w:r>
      <w:r w:rsidRPr="004F4407">
        <w:t xml:space="preserve"> message </w:t>
      </w:r>
      <w:r w:rsidR="00740E26" w:rsidRPr="004F4407">
        <w:t xml:space="preserve">primitives </w:t>
      </w:r>
      <w:r w:rsidRPr="004F4407">
        <w:t xml:space="preserve">exchange with the </w:t>
      </w:r>
      <w:r w:rsidRPr="0032615D">
        <w:t>IUT</w:t>
      </w:r>
      <w:r w:rsidRPr="004F4407">
        <w:t>.</w:t>
      </w:r>
    </w:p>
    <w:p w14:paraId="3E9B56E1" w14:textId="1BF90E58" w:rsidR="00DA57DD" w:rsidRPr="004F4407" w:rsidRDefault="00DB6073" w:rsidP="00802AA2">
      <w:pPr>
        <w:pStyle w:val="FL"/>
        <w:jc w:val="left"/>
      </w:pPr>
      <w:r w:rsidRPr="004F4407">
        <w:rPr>
          <w:noProof/>
          <w:lang w:eastAsia="en-GB"/>
        </w:rPr>
        <w:lastRenderedPageBreak/>
        <w:drawing>
          <wp:anchor distT="0" distB="0" distL="114300" distR="114300" simplePos="0" relativeHeight="251660800" behindDoc="0" locked="0" layoutInCell="1" allowOverlap="1" wp14:anchorId="4B884665" wp14:editId="3302988C">
            <wp:simplePos x="0" y="0"/>
            <wp:positionH relativeFrom="column">
              <wp:posOffset>-3810</wp:posOffset>
            </wp:positionH>
            <wp:positionV relativeFrom="paragraph">
              <wp:posOffset>34290</wp:posOffset>
            </wp:positionV>
            <wp:extent cx="6115050" cy="464820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15050" cy="4648200"/>
                    </a:xfrm>
                    <a:prstGeom prst="rect">
                      <a:avLst/>
                    </a:prstGeom>
                    <a:noFill/>
                    <a:ln>
                      <a:noFill/>
                    </a:ln>
                  </pic:spPr>
                </pic:pic>
              </a:graphicData>
            </a:graphic>
          </wp:anchor>
        </w:drawing>
      </w:r>
    </w:p>
    <w:p w14:paraId="6860DB44" w14:textId="77777777" w:rsidR="00DA57DD" w:rsidRPr="004F4407" w:rsidRDefault="00DA57DD" w:rsidP="00DA57DD">
      <w:pPr>
        <w:pStyle w:val="TF"/>
        <w:rPr>
          <w:rFonts w:ascii="Verdana" w:hAnsi="Verdana"/>
          <w:color w:val="000000"/>
          <w:lang w:eastAsia="el-GR"/>
        </w:rPr>
      </w:pPr>
      <w:r w:rsidRPr="004F4407">
        <w:t>Figure 5.3-2: oneM2M Test Architecture</w:t>
      </w:r>
    </w:p>
    <w:p w14:paraId="66C89E43" w14:textId="64C08CCF" w:rsidR="00E92F05" w:rsidRPr="004F4407" w:rsidRDefault="004E4009" w:rsidP="003A0447">
      <w:r w:rsidRPr="004F4407">
        <w:t>The oneM2M primitive</w:t>
      </w:r>
      <w:r w:rsidR="00E92F05" w:rsidRPr="004F4407">
        <w:t xml:space="preserve"> messages have been mapped into </w:t>
      </w:r>
      <w:r w:rsidR="00E92F05" w:rsidRPr="0032615D">
        <w:t>TTCN</w:t>
      </w:r>
      <w:r w:rsidR="00E92F05" w:rsidRPr="004F4407">
        <w:t xml:space="preserve">-3 structure. Through this mapping, the </w:t>
      </w:r>
      <w:r w:rsidR="00E92F05" w:rsidRPr="0032615D">
        <w:t>TTCN</w:t>
      </w:r>
      <w:r w:rsidR="00E92F05" w:rsidRPr="004F4407">
        <w:t xml:space="preserve">-3 </w:t>
      </w:r>
      <w:proofErr w:type="gramStart"/>
      <w:r w:rsidR="00E92F05" w:rsidRPr="004F4407">
        <w:t>is able to</w:t>
      </w:r>
      <w:proofErr w:type="gramEnd"/>
      <w:r w:rsidR="00E92F05" w:rsidRPr="004F4407">
        <w:t xml:space="preserve"> build and send these messages, as well as receive them via</w:t>
      </w:r>
      <w:r w:rsidRPr="004F4407">
        <w:t xml:space="preserve"> the </w:t>
      </w:r>
      <w:r w:rsidR="00A11B1E" w:rsidRPr="004F4407">
        <w:t>ports defined above.</w:t>
      </w:r>
    </w:p>
    <w:p w14:paraId="396C5305" w14:textId="50810D24" w:rsidR="00E92F05" w:rsidRPr="004F4407" w:rsidRDefault="00E92F05" w:rsidP="003A0447">
      <w:r w:rsidRPr="004F4407">
        <w:t xml:space="preserve">Additionally, the test cases </w:t>
      </w:r>
      <w:proofErr w:type="gramStart"/>
      <w:r w:rsidRPr="004F4407">
        <w:t>are able to</w:t>
      </w:r>
      <w:proofErr w:type="gramEnd"/>
      <w:r w:rsidRPr="004F4407">
        <w:t xml:space="preserve"> control and configure the test platform through a dedicated port called </w:t>
      </w:r>
      <w:proofErr w:type="spellStart"/>
      <w:r w:rsidRPr="004F4407">
        <w:t>acPort</w:t>
      </w:r>
      <w:proofErr w:type="spellEnd"/>
      <w:r w:rsidR="00312145" w:rsidRPr="004F4407">
        <w:t xml:space="preserve"> while port </w:t>
      </w:r>
      <w:proofErr w:type="spellStart"/>
      <w:r w:rsidR="00312145" w:rsidRPr="004F4407">
        <w:t>utPort</w:t>
      </w:r>
      <w:proofErr w:type="spellEnd"/>
      <w:r w:rsidR="00312145" w:rsidRPr="004F4407">
        <w:t xml:space="preserve"> enables oneM2M </w:t>
      </w:r>
      <w:r w:rsidR="00312145" w:rsidRPr="0032615D">
        <w:t>TTCN</w:t>
      </w:r>
      <w:r w:rsidR="00312145" w:rsidRPr="004F4407">
        <w:t xml:space="preserve">-3 Test Component module to trigger specific action or behaviour on </w:t>
      </w:r>
      <w:r w:rsidR="00312145" w:rsidRPr="0032615D">
        <w:t>IUT</w:t>
      </w:r>
      <w:r w:rsidR="00312145" w:rsidRPr="004F4407">
        <w:t>.</w:t>
      </w:r>
      <w:r w:rsidRPr="004F4407">
        <w:t xml:space="preserve"> </w:t>
      </w:r>
      <w:r w:rsidR="00A11B1E" w:rsidRPr="0032615D">
        <w:t>TTCN</w:t>
      </w:r>
      <w:r w:rsidR="007C062E">
        <w:noBreakHyphen/>
      </w:r>
      <w:r w:rsidR="00A11B1E" w:rsidRPr="004F4407">
        <w:t xml:space="preserve">3 Test Components can also exchange information through a dedicated port called </w:t>
      </w:r>
      <w:proofErr w:type="spellStart"/>
      <w:r w:rsidR="00F86485" w:rsidRPr="004F4407">
        <w:t>i</w:t>
      </w:r>
      <w:r w:rsidR="00A11B1E" w:rsidRPr="004F4407">
        <w:t>nfoPort</w:t>
      </w:r>
      <w:proofErr w:type="spellEnd"/>
      <w:r w:rsidR="00A11B1E" w:rsidRPr="004F4407">
        <w:t>.</w:t>
      </w:r>
    </w:p>
    <w:p w14:paraId="0BB9C920" w14:textId="647359B0" w:rsidR="00E92F05" w:rsidRPr="004F4407" w:rsidRDefault="00E92F05" w:rsidP="003A0447">
      <w:r w:rsidRPr="004F4407">
        <w:t xml:space="preserve">To build up a tester, the test platform </w:t>
      </w:r>
      <w:r w:rsidR="00BE543E" w:rsidRPr="004F4407">
        <w:t xml:space="preserve">needs to </w:t>
      </w:r>
      <w:r w:rsidRPr="004F4407">
        <w:t>be also developed</w:t>
      </w:r>
      <w:r w:rsidR="004E4009" w:rsidRPr="004F4407">
        <w:t xml:space="preserve"> (out of scope</w:t>
      </w:r>
      <w:r w:rsidRPr="004F4407">
        <w:t>). This test platform is composed of three adaptation layers:</w:t>
      </w:r>
    </w:p>
    <w:p w14:paraId="71659016" w14:textId="77777777" w:rsidR="00E92F05" w:rsidRPr="004F4407" w:rsidRDefault="00E92F05" w:rsidP="00DA57DD">
      <w:pPr>
        <w:pStyle w:val="B1"/>
      </w:pPr>
      <w:r w:rsidRPr="0032615D">
        <w:t>PA</w:t>
      </w:r>
      <w:r w:rsidRPr="004F4407">
        <w:t xml:space="preserve"> (Platform Adaptor) layer functionality implements the communication between the </w:t>
      </w:r>
      <w:r w:rsidRPr="0032615D">
        <w:t>TTCN</w:t>
      </w:r>
      <w:r w:rsidRPr="004F4407">
        <w:t>-3 modules and external elements that constitute the test tool such as timers</w:t>
      </w:r>
      <w:r w:rsidR="004E4009" w:rsidRPr="004F4407">
        <w:t xml:space="preserve"> and</w:t>
      </w:r>
      <w:r w:rsidRPr="004F4407">
        <w:t xml:space="preserve"> external functions. The External functions are a </w:t>
      </w:r>
      <w:proofErr w:type="gramStart"/>
      <w:r w:rsidRPr="004F4407">
        <w:t>powerful resources</w:t>
      </w:r>
      <w:proofErr w:type="gramEnd"/>
      <w:r w:rsidRPr="004F4407">
        <w:t xml:space="preserve"> supported by </w:t>
      </w:r>
      <w:r w:rsidRPr="0032615D">
        <w:t>TTCN</w:t>
      </w:r>
      <w:r w:rsidRPr="004F4407">
        <w:t xml:space="preserve">-3 language. An External function is a function declared at the </w:t>
      </w:r>
      <w:r w:rsidRPr="0032615D">
        <w:t>TTCN</w:t>
      </w:r>
      <w:r w:rsidRPr="004F4407">
        <w:t>-3 level but implemented at the native level.</w:t>
      </w:r>
    </w:p>
    <w:p w14:paraId="6055966C" w14:textId="77777777" w:rsidR="00E92F05" w:rsidRPr="004F4407" w:rsidRDefault="00E92F05" w:rsidP="002F28F5">
      <w:pPr>
        <w:pStyle w:val="B1"/>
        <w:keepNext/>
      </w:pPr>
      <w:r w:rsidRPr="0032615D">
        <w:t>SA</w:t>
      </w:r>
      <w:r w:rsidRPr="004F4407">
        <w:t xml:space="preserve"> (System Adaptor) layer functionality is divided into two modules:</w:t>
      </w:r>
    </w:p>
    <w:p w14:paraId="4E78A5F1" w14:textId="77777777" w:rsidR="00E92F05" w:rsidRPr="004F4407" w:rsidRDefault="004E4009" w:rsidP="00DA57DD">
      <w:pPr>
        <w:pStyle w:val="B2"/>
      </w:pPr>
      <w:r w:rsidRPr="004F4407">
        <w:t xml:space="preserve">oneM2M </w:t>
      </w:r>
      <w:r w:rsidR="00E92F05" w:rsidRPr="004F4407">
        <w:t>lower layer</w:t>
      </w:r>
      <w:r w:rsidRPr="004F4407">
        <w:t>s</w:t>
      </w:r>
      <w:r w:rsidR="00E92F05" w:rsidRPr="004F4407">
        <w:t xml:space="preserve"> stack module implements the communication with the </w:t>
      </w:r>
      <w:r w:rsidR="00E92F05" w:rsidRPr="0032615D">
        <w:t>IUT</w:t>
      </w:r>
      <w:r w:rsidR="00E92F05" w:rsidRPr="004F4407">
        <w:t xml:space="preserve"> and carries out </w:t>
      </w:r>
      <w:r w:rsidRPr="004F4407">
        <w:t xml:space="preserve">the oneM2M </w:t>
      </w:r>
      <w:proofErr w:type="gramStart"/>
      <w:r w:rsidRPr="004F4407">
        <w:t>primitives</w:t>
      </w:r>
      <w:proofErr w:type="gramEnd"/>
      <w:r w:rsidRPr="004F4407">
        <w:t xml:space="preserve"> messages</w:t>
      </w:r>
      <w:r w:rsidR="00E92F05" w:rsidRPr="004F4407">
        <w:t xml:space="preserve"> sent to or received from the </w:t>
      </w:r>
      <w:r w:rsidR="00E92F05" w:rsidRPr="0032615D">
        <w:t>IUT</w:t>
      </w:r>
      <w:r w:rsidR="00E92F05" w:rsidRPr="004F4407">
        <w:t xml:space="preserve">. </w:t>
      </w:r>
      <w:r w:rsidRPr="004F4407">
        <w:t>Th</w:t>
      </w:r>
      <w:r w:rsidR="00E92F05" w:rsidRPr="004F4407">
        <w:t xml:space="preserve">is module is based on </w:t>
      </w:r>
      <w:r w:rsidRPr="0032615D">
        <w:t>TCP</w:t>
      </w:r>
      <w:r w:rsidRPr="004F4407">
        <w:t xml:space="preserve"> or </w:t>
      </w:r>
      <w:r w:rsidR="00E92F05" w:rsidRPr="0032615D">
        <w:t>UDP</w:t>
      </w:r>
      <w:r w:rsidRPr="004F4407">
        <w:t xml:space="preserve"> depending on the binding supported by the </w:t>
      </w:r>
      <w:r w:rsidRPr="0032615D">
        <w:t>IUT</w:t>
      </w:r>
      <w:r w:rsidRPr="004F4407">
        <w:t>. The bindin</w:t>
      </w:r>
      <w:r w:rsidR="00DC2B0B" w:rsidRPr="004F4407">
        <w:t>g is a system adaptor parameter</w:t>
      </w:r>
      <w:r w:rsidR="00E92F05" w:rsidRPr="004F4407">
        <w:t>.</w:t>
      </w:r>
    </w:p>
    <w:p w14:paraId="0583004C" w14:textId="77777777" w:rsidR="00E92F05" w:rsidRPr="004F4407" w:rsidRDefault="00E92F05" w:rsidP="00DA57DD">
      <w:pPr>
        <w:pStyle w:val="B2"/>
      </w:pPr>
      <w:r w:rsidRPr="004F4407">
        <w:t xml:space="preserve">Upper Tester Transport module implements functions that enable triggering </w:t>
      </w:r>
      <w:r w:rsidR="004E4009" w:rsidRPr="004F4407">
        <w:t xml:space="preserve">specific actions or behaviour on the </w:t>
      </w:r>
      <w:r w:rsidR="004E4009" w:rsidRPr="0032615D">
        <w:t>IUT</w:t>
      </w:r>
      <w:r w:rsidRPr="004F4407">
        <w:t>.</w:t>
      </w:r>
    </w:p>
    <w:p w14:paraId="0DAF0CC0" w14:textId="77777777" w:rsidR="00E92F05" w:rsidRPr="004F4407" w:rsidRDefault="00E92F05" w:rsidP="00DA57DD">
      <w:pPr>
        <w:pStyle w:val="B1"/>
      </w:pPr>
      <w:r w:rsidRPr="0032615D">
        <w:t>CODECS</w:t>
      </w:r>
      <w:r w:rsidRPr="004F4407">
        <w:t xml:space="preserve"> layer is the part of the tester to encode and decode messages between the </w:t>
      </w:r>
      <w:r w:rsidRPr="0032615D">
        <w:t>TTCN</w:t>
      </w:r>
      <w:r w:rsidRPr="004F4407">
        <w:t>-3</w:t>
      </w:r>
      <w:r w:rsidR="000F0447" w:rsidRPr="004F4407">
        <w:t xml:space="preserve"> abstract</w:t>
      </w:r>
      <w:r w:rsidRPr="004F4407">
        <w:t xml:space="preserve"> internal data representation and the format requir</w:t>
      </w:r>
      <w:r w:rsidR="00CD5626" w:rsidRPr="004F4407">
        <w:t xml:space="preserve">ed by the related base standard which the </w:t>
      </w:r>
      <w:r w:rsidR="00CD5626" w:rsidRPr="0032615D">
        <w:t>IUT</w:t>
      </w:r>
      <w:r w:rsidR="00CD5626" w:rsidRPr="004F4407">
        <w:t xml:space="preserve"> understand</w:t>
      </w:r>
      <w:r w:rsidR="000F0447" w:rsidRPr="004F4407">
        <w:t>s</w:t>
      </w:r>
      <w:r w:rsidR="00CD5626" w:rsidRPr="004F4407">
        <w:t xml:space="preserve">. </w:t>
      </w:r>
      <w:r w:rsidR="000F0447" w:rsidRPr="004F4407">
        <w:t>Several</w:t>
      </w:r>
      <w:r w:rsidRPr="004F4407">
        <w:t xml:space="preserve"> </w:t>
      </w:r>
      <w:r w:rsidRPr="0032615D">
        <w:lastRenderedPageBreak/>
        <w:t>CODECS</w:t>
      </w:r>
      <w:r w:rsidRPr="004F4407">
        <w:t xml:space="preserve"> are required in </w:t>
      </w:r>
      <w:r w:rsidR="00CD5626" w:rsidRPr="004F4407">
        <w:t xml:space="preserve">oneM2M </w:t>
      </w:r>
      <w:r w:rsidRPr="004F4407">
        <w:t>tester</w:t>
      </w:r>
      <w:r w:rsidR="000F0447" w:rsidRPr="004F4407">
        <w:t xml:space="preserve"> to cope with the</w:t>
      </w:r>
      <w:r w:rsidR="00CD5626" w:rsidRPr="004F4407">
        <w:t xml:space="preserve"> binding</w:t>
      </w:r>
      <w:r w:rsidR="000F0447" w:rsidRPr="004F4407">
        <w:t>s</w:t>
      </w:r>
      <w:r w:rsidR="00CD5626" w:rsidRPr="004F4407">
        <w:t xml:space="preserve"> considered in oneM2M (</w:t>
      </w:r>
      <w:r w:rsidR="00CD5626" w:rsidRPr="0032615D">
        <w:t>HTTP</w:t>
      </w:r>
      <w:r w:rsidR="00CD5626" w:rsidRPr="004F4407">
        <w:t xml:space="preserve">, </w:t>
      </w:r>
      <w:r w:rsidR="00CD5626" w:rsidRPr="0032615D">
        <w:t>CoAP</w:t>
      </w:r>
      <w:r w:rsidR="00CD5626" w:rsidRPr="004F4407">
        <w:t xml:space="preserve">, </w:t>
      </w:r>
      <w:r w:rsidR="00CD5626" w:rsidRPr="0032615D">
        <w:t>MQTT</w:t>
      </w:r>
      <w:r w:rsidR="00CD5626" w:rsidRPr="004F4407">
        <w:t>)</w:t>
      </w:r>
      <w:r w:rsidR="000F0447" w:rsidRPr="004F4407">
        <w:t xml:space="preserve"> and the serialization methods (</w:t>
      </w:r>
      <w:r w:rsidR="000F0447" w:rsidRPr="0032615D">
        <w:t>xml</w:t>
      </w:r>
      <w:r w:rsidR="000F0447" w:rsidRPr="004F4407">
        <w:t xml:space="preserve">, </w:t>
      </w:r>
      <w:proofErr w:type="spellStart"/>
      <w:r w:rsidR="000F0447" w:rsidRPr="0032615D">
        <w:t>json</w:t>
      </w:r>
      <w:proofErr w:type="spellEnd"/>
      <w:r w:rsidR="000F0447" w:rsidRPr="004F4407">
        <w:t>)</w:t>
      </w:r>
      <w:r w:rsidRPr="004F4407">
        <w:t>.</w:t>
      </w:r>
    </w:p>
    <w:p w14:paraId="0F88CA84" w14:textId="77777777" w:rsidR="00B522D2" w:rsidRPr="004F4407" w:rsidRDefault="00B522D2" w:rsidP="00B522D2">
      <w:pPr>
        <w:pStyle w:val="Heading2"/>
      </w:pPr>
      <w:bookmarkStart w:id="26" w:name="_Toc13748860"/>
      <w:r w:rsidRPr="004F4407">
        <w:t>5.4</w:t>
      </w:r>
      <w:r w:rsidRPr="004F4407">
        <w:tab/>
        <w:t>Ports and ASPs (Abstract Services Primitives)</w:t>
      </w:r>
      <w:bookmarkEnd w:id="26"/>
    </w:p>
    <w:p w14:paraId="08453D8C" w14:textId="51487BD1" w:rsidR="00BE543E" w:rsidRPr="004F4407" w:rsidRDefault="00BE543E" w:rsidP="00BE543E">
      <w:pPr>
        <w:pStyle w:val="Heading3"/>
      </w:pPr>
      <w:bookmarkStart w:id="27" w:name="_Toc13748861"/>
      <w:r w:rsidRPr="004F4407">
        <w:t>5.4.0</w:t>
      </w:r>
      <w:r w:rsidRPr="004F4407">
        <w:tab/>
        <w:t>Introduction</w:t>
      </w:r>
      <w:bookmarkEnd w:id="27"/>
    </w:p>
    <w:p w14:paraId="0DCDD63D" w14:textId="77777777" w:rsidR="00D52549" w:rsidRPr="004F4407" w:rsidRDefault="00D52549" w:rsidP="003A0447">
      <w:r w:rsidRPr="004F4407">
        <w:t xml:space="preserve">The oneM2M </w:t>
      </w:r>
      <w:r w:rsidRPr="0032615D">
        <w:t>ATS</w:t>
      </w:r>
      <w:r w:rsidRPr="004F4407">
        <w:t xml:space="preserve"> implements </w:t>
      </w:r>
      <w:r w:rsidR="00A11B1E" w:rsidRPr="004F4407">
        <w:t xml:space="preserve">the following </w:t>
      </w:r>
      <w:r w:rsidRPr="004F4407">
        <w:t>ports:</w:t>
      </w:r>
    </w:p>
    <w:p w14:paraId="2CA0A30D" w14:textId="77777777" w:rsidR="00D52549" w:rsidRPr="004F4407" w:rsidRDefault="00D52549" w:rsidP="00DA57DD">
      <w:pPr>
        <w:pStyle w:val="B1"/>
      </w:pPr>
      <w:r w:rsidRPr="004F4407">
        <w:t xml:space="preserve">The </w:t>
      </w:r>
      <w:proofErr w:type="spellStart"/>
      <w:r w:rsidRPr="004F4407">
        <w:t>mcaPort</w:t>
      </w:r>
      <w:proofErr w:type="spellEnd"/>
      <w:r w:rsidR="00A11B1E" w:rsidRPr="004F4407">
        <w:t xml:space="preserve"> and </w:t>
      </w:r>
      <w:proofErr w:type="spellStart"/>
      <w:r w:rsidR="00A11B1E" w:rsidRPr="004F4407">
        <w:t>mcaPortIn</w:t>
      </w:r>
      <w:proofErr w:type="spellEnd"/>
    </w:p>
    <w:p w14:paraId="299BE8BD" w14:textId="77777777" w:rsidR="00D52549" w:rsidRPr="004F4407" w:rsidRDefault="00D52549" w:rsidP="00DA57DD">
      <w:pPr>
        <w:pStyle w:val="B1"/>
      </w:pPr>
      <w:r w:rsidRPr="004F4407">
        <w:t xml:space="preserve">The </w:t>
      </w:r>
      <w:proofErr w:type="spellStart"/>
      <w:r w:rsidRPr="004F4407">
        <w:t>mccPort</w:t>
      </w:r>
      <w:proofErr w:type="spellEnd"/>
      <w:r w:rsidR="00A11B1E" w:rsidRPr="004F4407">
        <w:t xml:space="preserve"> and </w:t>
      </w:r>
      <w:proofErr w:type="spellStart"/>
      <w:r w:rsidR="00A11B1E" w:rsidRPr="004F4407">
        <w:t>mccPortIn</w:t>
      </w:r>
      <w:proofErr w:type="spellEnd"/>
    </w:p>
    <w:p w14:paraId="5D3C6B48" w14:textId="77777777" w:rsidR="00D52549" w:rsidRPr="004F4407" w:rsidRDefault="00D52549" w:rsidP="00DA57DD">
      <w:pPr>
        <w:pStyle w:val="B1"/>
      </w:pPr>
      <w:r w:rsidRPr="004F4407">
        <w:t xml:space="preserve">The </w:t>
      </w:r>
      <w:proofErr w:type="spellStart"/>
      <w:r w:rsidRPr="004F4407">
        <w:t>acPort</w:t>
      </w:r>
      <w:proofErr w:type="spellEnd"/>
    </w:p>
    <w:p w14:paraId="71EC9414" w14:textId="77777777" w:rsidR="00D52549" w:rsidRPr="004F4407" w:rsidRDefault="00D52549" w:rsidP="00DA57DD">
      <w:pPr>
        <w:pStyle w:val="B1"/>
      </w:pPr>
      <w:r w:rsidRPr="004F4407">
        <w:t xml:space="preserve">The </w:t>
      </w:r>
      <w:proofErr w:type="spellStart"/>
      <w:r w:rsidRPr="004F4407">
        <w:t>utPort</w:t>
      </w:r>
      <w:proofErr w:type="spellEnd"/>
    </w:p>
    <w:p w14:paraId="1BF9A4D3" w14:textId="063842E7" w:rsidR="00A11B1E" w:rsidRPr="004F4407" w:rsidRDefault="00A11B1E" w:rsidP="00DA57DD">
      <w:pPr>
        <w:pStyle w:val="B1"/>
      </w:pPr>
      <w:r w:rsidRPr="004F4407">
        <w:t xml:space="preserve">The </w:t>
      </w:r>
      <w:proofErr w:type="spellStart"/>
      <w:r w:rsidRPr="004F4407">
        <w:t>InfoPort</w:t>
      </w:r>
      <w:proofErr w:type="spellEnd"/>
    </w:p>
    <w:p w14:paraId="5334F94F" w14:textId="77777777" w:rsidR="00D52549" w:rsidRPr="004F4407" w:rsidRDefault="00FF41EA" w:rsidP="003A0447">
      <w:pPr>
        <w:pStyle w:val="Heading3"/>
      </w:pPr>
      <w:bookmarkStart w:id="28" w:name="_Toc13748862"/>
      <w:r w:rsidRPr="004F4407">
        <w:t>5.4</w:t>
      </w:r>
      <w:r w:rsidR="00D52549" w:rsidRPr="004F4407">
        <w:t>.1</w:t>
      </w:r>
      <w:r w:rsidR="00904FBA" w:rsidRPr="004F4407">
        <w:tab/>
      </w:r>
      <w:proofErr w:type="spellStart"/>
      <w:r w:rsidR="00D52549" w:rsidRPr="004F4407">
        <w:t>mcaPort</w:t>
      </w:r>
      <w:proofErr w:type="spellEnd"/>
      <w:r w:rsidR="00A11B1E" w:rsidRPr="004F4407">
        <w:t xml:space="preserve">, </w:t>
      </w:r>
      <w:proofErr w:type="spellStart"/>
      <w:r w:rsidR="00A11B1E" w:rsidRPr="004F4407">
        <w:t>mcaPortIn</w:t>
      </w:r>
      <w:proofErr w:type="spellEnd"/>
      <w:r w:rsidR="00A11B1E" w:rsidRPr="004F4407">
        <w:t xml:space="preserve">, </w:t>
      </w:r>
      <w:proofErr w:type="spellStart"/>
      <w:r w:rsidR="00A11B1E" w:rsidRPr="004F4407">
        <w:t>mccPort</w:t>
      </w:r>
      <w:proofErr w:type="spellEnd"/>
      <w:r w:rsidR="00A11B1E" w:rsidRPr="004F4407">
        <w:t xml:space="preserve">, </w:t>
      </w:r>
      <w:proofErr w:type="spellStart"/>
      <w:r w:rsidR="00D52549" w:rsidRPr="004F4407">
        <w:t>mccPort</w:t>
      </w:r>
      <w:r w:rsidR="00A11B1E" w:rsidRPr="004F4407">
        <w:t>In</w:t>
      </w:r>
      <w:bookmarkEnd w:id="28"/>
      <w:proofErr w:type="spellEnd"/>
    </w:p>
    <w:p w14:paraId="324D308E" w14:textId="77777777" w:rsidR="00D52549" w:rsidRPr="004F4407" w:rsidRDefault="00D52549" w:rsidP="00D52549">
      <w:pPr>
        <w:jc w:val="both"/>
      </w:pPr>
      <w:r w:rsidRPr="004F4407">
        <w:t>These ports are used to send and rec</w:t>
      </w:r>
      <w:r w:rsidR="00DA57DD" w:rsidRPr="004F4407">
        <w:t>eive the following message sets:</w:t>
      </w:r>
    </w:p>
    <w:p w14:paraId="564C7DCB" w14:textId="682B2AE1" w:rsidR="00D52549" w:rsidRPr="004F4407" w:rsidRDefault="00D52549" w:rsidP="00DA57DD">
      <w:pPr>
        <w:pStyle w:val="B1"/>
      </w:pPr>
      <w:r w:rsidRPr="004F4407">
        <w:t xml:space="preserve">Request Primitives messages in accordance with oneM2M </w:t>
      </w:r>
      <w:r w:rsidRPr="0032615D">
        <w:t>TS</w:t>
      </w:r>
      <w:r w:rsidRPr="004F4407">
        <w:t>-0004</w:t>
      </w:r>
      <w:r w:rsidR="00384556">
        <w:t xml:space="preserve">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w:t>
      </w:r>
    </w:p>
    <w:p w14:paraId="4F82B627" w14:textId="45AD3141" w:rsidR="00D52549" w:rsidRPr="004F4407" w:rsidRDefault="00D52549" w:rsidP="00DA57DD">
      <w:pPr>
        <w:pStyle w:val="B1"/>
      </w:pPr>
      <w:r w:rsidRPr="004F4407">
        <w:t>Response Primitives messages in accordance with</w:t>
      </w:r>
      <w:r w:rsidR="00384556">
        <w:t xml:space="preserve"> </w:t>
      </w:r>
      <w:r w:rsidR="007C062E" w:rsidRPr="0032615D">
        <w:t xml:space="preserve">oneM2M TS-0004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w:t>
      </w:r>
    </w:p>
    <w:p w14:paraId="6492D51A" w14:textId="1C10CA1F" w:rsidR="00D52549" w:rsidRPr="004F4407" w:rsidRDefault="00D52549" w:rsidP="00D52549">
      <w:pPr>
        <w:jc w:val="both"/>
      </w:pPr>
      <w:r w:rsidRPr="004F4407">
        <w:t>Two primitives are currently defined for th</w:t>
      </w:r>
      <w:r w:rsidR="00312145" w:rsidRPr="004F4407">
        <w:t xml:space="preserve">ese </w:t>
      </w:r>
      <w:r w:rsidRPr="004F4407">
        <w:t>port</w:t>
      </w:r>
      <w:r w:rsidR="00312145" w:rsidRPr="004F4407">
        <w:t xml:space="preserve">s indicated as </w:t>
      </w:r>
      <w:r w:rsidR="00AF3504" w:rsidRPr="004F4407">
        <w:t>t</w:t>
      </w:r>
      <w:r w:rsidR="00312145" w:rsidRPr="004F4407">
        <w:t xml:space="preserve">able </w:t>
      </w:r>
      <w:r w:rsidR="00BE543E" w:rsidRPr="004F4407">
        <w:t>5.4.1-</w:t>
      </w:r>
      <w:r w:rsidR="00312145" w:rsidRPr="004F4407">
        <w:t>1</w:t>
      </w:r>
      <w:r w:rsidRPr="004F4407">
        <w:t>:</w:t>
      </w:r>
    </w:p>
    <w:p w14:paraId="7006259A" w14:textId="77777777" w:rsidR="00D52549" w:rsidRPr="004F4407" w:rsidRDefault="00D52549" w:rsidP="002E1900">
      <w:pPr>
        <w:pStyle w:val="BN"/>
        <w:numPr>
          <w:ilvl w:val="0"/>
          <w:numId w:val="14"/>
        </w:numPr>
      </w:pPr>
      <w:r w:rsidRPr="004F4407">
        <w:t>The M2MRequestPrimitive - to send</w:t>
      </w:r>
      <w:r w:rsidR="000E203C" w:rsidRPr="004F4407">
        <w:t xml:space="preserve"> or receive</w:t>
      </w:r>
      <w:r w:rsidRPr="004F4407">
        <w:t xml:space="preserve"> oneM2M messages to</w:t>
      </w:r>
      <w:r w:rsidR="000E203C" w:rsidRPr="004F4407">
        <w:t>/from</w:t>
      </w:r>
      <w:r w:rsidRPr="004F4407">
        <w:t xml:space="preserve"> the </w:t>
      </w:r>
      <w:r w:rsidRPr="0032615D">
        <w:t>IUT</w:t>
      </w:r>
      <w:r w:rsidRPr="004F4407">
        <w:t xml:space="preserve">. Depending on the </w:t>
      </w:r>
      <w:r w:rsidRPr="0032615D">
        <w:t>IUT</w:t>
      </w:r>
      <w:r w:rsidRPr="004F4407">
        <w:t xml:space="preserve"> to be tested:</w:t>
      </w:r>
    </w:p>
    <w:p w14:paraId="36DD7903" w14:textId="77777777" w:rsidR="00D52549" w:rsidRPr="004F4407" w:rsidRDefault="00D52549" w:rsidP="00DA57DD">
      <w:pPr>
        <w:pStyle w:val="BL"/>
        <w:tabs>
          <w:tab w:val="clear" w:pos="737"/>
          <w:tab w:val="clear" w:pos="851"/>
          <w:tab w:val="left" w:pos="1134"/>
        </w:tabs>
        <w:ind w:left="1134"/>
      </w:pPr>
      <w:r w:rsidRPr="004F4407">
        <w:t xml:space="preserve">If the </w:t>
      </w:r>
      <w:r w:rsidRPr="0032615D">
        <w:t>IUT</w:t>
      </w:r>
      <w:r w:rsidRPr="004F4407">
        <w:t xml:space="preserve"> is an </w:t>
      </w:r>
      <w:r w:rsidRPr="0032615D">
        <w:t>AE</w:t>
      </w:r>
      <w:r w:rsidRPr="004F4407">
        <w:t>, the</w:t>
      </w:r>
      <w:r w:rsidR="000E203C" w:rsidRPr="004F4407">
        <w:t>se</w:t>
      </w:r>
      <w:r w:rsidRPr="004F4407">
        <w:t xml:space="preserve"> messages </w:t>
      </w:r>
      <w:r w:rsidR="000E203C" w:rsidRPr="004F4407">
        <w:t xml:space="preserve">are </w:t>
      </w:r>
      <w:r w:rsidR="00610843" w:rsidRPr="004F4407">
        <w:t xml:space="preserve">either </w:t>
      </w:r>
      <w:r w:rsidR="000E203C" w:rsidRPr="004F4407">
        <w:t xml:space="preserve">received </w:t>
      </w:r>
      <w:r w:rsidR="00610843" w:rsidRPr="004F4407">
        <w:t xml:space="preserve">or sent </w:t>
      </w:r>
      <w:r w:rsidRPr="004F4407">
        <w:t xml:space="preserve">by the tester </w:t>
      </w:r>
      <w:r w:rsidR="000E203C" w:rsidRPr="004F4407">
        <w:t xml:space="preserve">which is </w:t>
      </w:r>
      <w:r w:rsidRPr="004F4407">
        <w:t xml:space="preserve">associated with the </w:t>
      </w:r>
      <w:r w:rsidRPr="0032615D">
        <w:t>CSE</w:t>
      </w:r>
      <w:r w:rsidRPr="004F4407">
        <w:t xml:space="preserve"> role</w:t>
      </w:r>
      <w:r w:rsidR="000E203C" w:rsidRPr="004F4407">
        <w:t xml:space="preserve"> through the </w:t>
      </w:r>
      <w:proofErr w:type="spellStart"/>
      <w:r w:rsidR="000E203C" w:rsidRPr="004F4407">
        <w:t>mcaPort</w:t>
      </w:r>
      <w:r w:rsidR="00A11B1E" w:rsidRPr="004F4407">
        <w:t>In</w:t>
      </w:r>
      <w:proofErr w:type="spellEnd"/>
      <w:r w:rsidR="00A11B1E" w:rsidRPr="004F4407">
        <w:t xml:space="preserve"> or the </w:t>
      </w:r>
      <w:proofErr w:type="spellStart"/>
      <w:r w:rsidR="00A11B1E" w:rsidRPr="004F4407">
        <w:t>mcaPort</w:t>
      </w:r>
      <w:proofErr w:type="spellEnd"/>
      <w:r w:rsidR="00A11B1E" w:rsidRPr="004F4407">
        <w:t xml:space="preserve"> respectively</w:t>
      </w:r>
      <w:r w:rsidRPr="004F4407">
        <w:t>.</w:t>
      </w:r>
    </w:p>
    <w:p w14:paraId="69782980" w14:textId="77777777" w:rsidR="00D52549" w:rsidRPr="004F4407" w:rsidRDefault="00D52549" w:rsidP="00DA57DD">
      <w:pPr>
        <w:pStyle w:val="BL"/>
        <w:tabs>
          <w:tab w:val="clear" w:pos="737"/>
          <w:tab w:val="clear" w:pos="851"/>
          <w:tab w:val="left" w:pos="1134"/>
        </w:tabs>
        <w:ind w:left="1134"/>
      </w:pPr>
      <w:r w:rsidRPr="004F4407">
        <w:t xml:space="preserve">If the </w:t>
      </w:r>
      <w:r w:rsidRPr="0032615D">
        <w:t>IUT</w:t>
      </w:r>
      <w:r w:rsidRPr="004F4407">
        <w:t xml:space="preserve"> is a </w:t>
      </w:r>
      <w:r w:rsidR="000E203C" w:rsidRPr="0032615D">
        <w:t>CSE</w:t>
      </w:r>
      <w:r w:rsidRPr="004F4407">
        <w:t>, the</w:t>
      </w:r>
      <w:r w:rsidR="000E203C" w:rsidRPr="004F4407">
        <w:t>se</w:t>
      </w:r>
      <w:r w:rsidRPr="004F4407">
        <w:t xml:space="preserve"> messages </w:t>
      </w:r>
      <w:r w:rsidR="000E203C" w:rsidRPr="004F4407">
        <w:t xml:space="preserve">are either </w:t>
      </w:r>
      <w:r w:rsidRPr="004F4407">
        <w:t xml:space="preserve">sent </w:t>
      </w:r>
      <w:r w:rsidR="008066A4" w:rsidRPr="004F4407">
        <w:t xml:space="preserve">or received </w:t>
      </w:r>
      <w:r w:rsidRPr="004F4407">
        <w:t xml:space="preserve">by the tester </w:t>
      </w:r>
      <w:r w:rsidR="000E203C" w:rsidRPr="004F4407">
        <w:t xml:space="preserve">when it plays the </w:t>
      </w:r>
      <w:r w:rsidR="000E203C" w:rsidRPr="0032615D">
        <w:t>AE</w:t>
      </w:r>
      <w:r w:rsidR="00DA57DD" w:rsidRPr="004F4407">
        <w:t xml:space="preserve"> </w:t>
      </w:r>
      <w:r w:rsidR="000E203C" w:rsidRPr="004F4407">
        <w:t xml:space="preserve">role through the </w:t>
      </w:r>
      <w:proofErr w:type="spellStart"/>
      <w:r w:rsidR="000E203C" w:rsidRPr="004F4407">
        <w:t>mcaPort</w:t>
      </w:r>
      <w:proofErr w:type="spellEnd"/>
      <w:r w:rsidR="000E203C" w:rsidRPr="004F4407">
        <w:t xml:space="preserve"> </w:t>
      </w:r>
      <w:r w:rsidR="008066A4" w:rsidRPr="004F4407">
        <w:t xml:space="preserve">or the </w:t>
      </w:r>
      <w:proofErr w:type="spellStart"/>
      <w:r w:rsidR="008066A4" w:rsidRPr="004F4407">
        <w:t>mcaPortIn</w:t>
      </w:r>
      <w:proofErr w:type="spellEnd"/>
      <w:r w:rsidR="008066A4" w:rsidRPr="004F4407">
        <w:t xml:space="preserve"> </w:t>
      </w:r>
      <w:proofErr w:type="gramStart"/>
      <w:r w:rsidR="008066A4" w:rsidRPr="004F4407">
        <w:t xml:space="preserve">respectively, </w:t>
      </w:r>
      <w:r w:rsidR="000E203C" w:rsidRPr="004F4407">
        <w:t>or</w:t>
      </w:r>
      <w:proofErr w:type="gramEnd"/>
      <w:r w:rsidR="000E203C" w:rsidRPr="004F4407">
        <w:t xml:space="preserve"> </w:t>
      </w:r>
      <w:r w:rsidR="008066A4" w:rsidRPr="004F4407">
        <w:t xml:space="preserve">sent or </w:t>
      </w:r>
      <w:r w:rsidR="000E203C" w:rsidRPr="004F4407">
        <w:t xml:space="preserve">received by the tester when it plays the </w:t>
      </w:r>
      <w:r w:rsidR="000E203C" w:rsidRPr="0032615D">
        <w:t>CSE</w:t>
      </w:r>
      <w:r w:rsidR="000E203C" w:rsidRPr="004F4407">
        <w:t xml:space="preserve"> role through the </w:t>
      </w:r>
      <w:proofErr w:type="spellStart"/>
      <w:r w:rsidR="000E203C" w:rsidRPr="004F4407">
        <w:t>mccPort</w:t>
      </w:r>
      <w:proofErr w:type="spellEnd"/>
      <w:r w:rsidR="008066A4" w:rsidRPr="004F4407">
        <w:t xml:space="preserve"> or the </w:t>
      </w:r>
      <w:proofErr w:type="spellStart"/>
      <w:r w:rsidR="008066A4" w:rsidRPr="004F4407">
        <w:t>mccPort</w:t>
      </w:r>
      <w:r w:rsidR="00A11B1E" w:rsidRPr="004F4407">
        <w:t>In</w:t>
      </w:r>
      <w:proofErr w:type="spellEnd"/>
      <w:r w:rsidR="008066A4" w:rsidRPr="004F4407">
        <w:t xml:space="preserve"> respectively</w:t>
      </w:r>
      <w:r w:rsidRPr="004F4407">
        <w:t>.</w:t>
      </w:r>
    </w:p>
    <w:p w14:paraId="41DD034B" w14:textId="77777777" w:rsidR="000E203C" w:rsidRPr="004F4407" w:rsidRDefault="000E203C" w:rsidP="002E1900">
      <w:pPr>
        <w:pStyle w:val="BN"/>
      </w:pPr>
      <w:r w:rsidRPr="004F4407">
        <w:t xml:space="preserve">The M2MResponsePrimitive - to send or receive oneM2M messages to/from the </w:t>
      </w:r>
      <w:r w:rsidRPr="0032615D">
        <w:t>IUT</w:t>
      </w:r>
      <w:r w:rsidRPr="004F4407">
        <w:t xml:space="preserve">. Depending on the </w:t>
      </w:r>
      <w:r w:rsidRPr="0032615D">
        <w:t>IUT</w:t>
      </w:r>
      <w:r w:rsidRPr="004F4407">
        <w:t xml:space="preserve"> to be tested:</w:t>
      </w:r>
    </w:p>
    <w:p w14:paraId="56D42E62" w14:textId="77777777" w:rsidR="000E203C" w:rsidRPr="004F4407" w:rsidRDefault="000E203C" w:rsidP="002E1900">
      <w:pPr>
        <w:pStyle w:val="BL"/>
        <w:numPr>
          <w:ilvl w:val="0"/>
          <w:numId w:val="13"/>
        </w:numPr>
        <w:tabs>
          <w:tab w:val="clear" w:pos="737"/>
          <w:tab w:val="clear" w:pos="851"/>
          <w:tab w:val="left" w:pos="1276"/>
        </w:tabs>
        <w:ind w:left="1276"/>
      </w:pPr>
      <w:r w:rsidRPr="004F4407">
        <w:t xml:space="preserve">If the </w:t>
      </w:r>
      <w:r w:rsidRPr="0032615D">
        <w:t>IUT</w:t>
      </w:r>
      <w:r w:rsidRPr="004F4407">
        <w:t xml:space="preserve"> is an </w:t>
      </w:r>
      <w:r w:rsidRPr="0032615D">
        <w:t>AE</w:t>
      </w:r>
      <w:r w:rsidRPr="004F4407">
        <w:t xml:space="preserve">, these messages are </w:t>
      </w:r>
      <w:r w:rsidR="00610843" w:rsidRPr="004F4407">
        <w:t xml:space="preserve">either </w:t>
      </w:r>
      <w:r w:rsidRPr="004F4407">
        <w:t xml:space="preserve">sent </w:t>
      </w:r>
      <w:r w:rsidR="00610843" w:rsidRPr="004F4407">
        <w:t xml:space="preserve">or received </w:t>
      </w:r>
      <w:r w:rsidRPr="004F4407">
        <w:t xml:space="preserve">by the tester which is associated with the </w:t>
      </w:r>
      <w:r w:rsidRPr="0032615D">
        <w:t>CSE</w:t>
      </w:r>
      <w:r w:rsidRPr="004F4407">
        <w:t xml:space="preserve"> role through the </w:t>
      </w:r>
      <w:proofErr w:type="spellStart"/>
      <w:r w:rsidRPr="004F4407">
        <w:t>mcaPort</w:t>
      </w:r>
      <w:r w:rsidR="008066A4" w:rsidRPr="004F4407">
        <w:t>In</w:t>
      </w:r>
      <w:proofErr w:type="spellEnd"/>
      <w:r w:rsidR="008066A4" w:rsidRPr="004F4407">
        <w:t xml:space="preserve"> or the </w:t>
      </w:r>
      <w:proofErr w:type="spellStart"/>
      <w:r w:rsidR="008066A4" w:rsidRPr="004F4407">
        <w:t>mcaPort</w:t>
      </w:r>
      <w:proofErr w:type="spellEnd"/>
      <w:r w:rsidR="008066A4" w:rsidRPr="004F4407">
        <w:t xml:space="preserve"> respectively</w:t>
      </w:r>
      <w:r w:rsidRPr="004F4407">
        <w:t>.</w:t>
      </w:r>
    </w:p>
    <w:p w14:paraId="25045326" w14:textId="77777777" w:rsidR="000E203C" w:rsidRPr="004F4407" w:rsidRDefault="000E203C" w:rsidP="00DC2B0B">
      <w:pPr>
        <w:pStyle w:val="BL"/>
        <w:tabs>
          <w:tab w:val="clear" w:pos="737"/>
          <w:tab w:val="clear" w:pos="851"/>
          <w:tab w:val="left" w:pos="1276"/>
        </w:tabs>
        <w:ind w:left="1276"/>
      </w:pPr>
      <w:r w:rsidRPr="004F4407">
        <w:t xml:space="preserve">If the </w:t>
      </w:r>
      <w:r w:rsidRPr="0032615D">
        <w:t>IUT</w:t>
      </w:r>
      <w:r w:rsidRPr="004F4407">
        <w:t xml:space="preserve"> is a </w:t>
      </w:r>
      <w:r w:rsidRPr="0032615D">
        <w:t>CSE</w:t>
      </w:r>
      <w:r w:rsidRPr="004F4407">
        <w:t>, these messages are either sent</w:t>
      </w:r>
      <w:r w:rsidR="008066A4" w:rsidRPr="004F4407">
        <w:t xml:space="preserve"> or received</w:t>
      </w:r>
      <w:r w:rsidRPr="004F4407">
        <w:t xml:space="preserve"> by the tester when it plays the </w:t>
      </w:r>
      <w:r w:rsidRPr="0032615D">
        <w:t>CSE</w:t>
      </w:r>
      <w:r w:rsidR="00DA57DD" w:rsidRPr="004F4407">
        <w:t xml:space="preserve"> </w:t>
      </w:r>
      <w:r w:rsidRPr="004F4407">
        <w:t xml:space="preserve">role through the </w:t>
      </w:r>
      <w:proofErr w:type="spellStart"/>
      <w:r w:rsidRPr="004F4407">
        <w:t>mccPort</w:t>
      </w:r>
      <w:r w:rsidR="008066A4" w:rsidRPr="004F4407">
        <w:t>In</w:t>
      </w:r>
      <w:proofErr w:type="spellEnd"/>
      <w:r w:rsidR="008066A4" w:rsidRPr="004F4407">
        <w:t xml:space="preserve"> or the </w:t>
      </w:r>
      <w:proofErr w:type="spellStart"/>
      <w:r w:rsidR="008066A4" w:rsidRPr="004F4407">
        <w:t>mccPort</w:t>
      </w:r>
      <w:proofErr w:type="spellEnd"/>
      <w:r w:rsidR="008066A4" w:rsidRPr="004F4407">
        <w:t xml:space="preserve"> respectively,</w:t>
      </w:r>
      <w:r w:rsidRPr="004F4407">
        <w:t xml:space="preserve"> </w:t>
      </w:r>
      <w:r w:rsidR="008066A4" w:rsidRPr="004F4407">
        <w:t xml:space="preserve">sent </w:t>
      </w:r>
      <w:r w:rsidRPr="004F4407">
        <w:t xml:space="preserve">or received by the tester when it plays the </w:t>
      </w:r>
      <w:r w:rsidRPr="0032615D">
        <w:t>AE</w:t>
      </w:r>
      <w:r w:rsidRPr="004F4407">
        <w:t xml:space="preserve"> role through the </w:t>
      </w:r>
      <w:proofErr w:type="spellStart"/>
      <w:r w:rsidRPr="004F4407">
        <w:t>mcaPort</w:t>
      </w:r>
      <w:r w:rsidR="008066A4" w:rsidRPr="004F4407">
        <w:t>In</w:t>
      </w:r>
      <w:proofErr w:type="spellEnd"/>
      <w:r w:rsidR="008066A4" w:rsidRPr="004F4407">
        <w:t xml:space="preserve"> or </w:t>
      </w:r>
      <w:proofErr w:type="spellStart"/>
      <w:r w:rsidR="008066A4" w:rsidRPr="004F4407">
        <w:t>mcaPort</w:t>
      </w:r>
      <w:proofErr w:type="spellEnd"/>
      <w:r w:rsidR="008066A4" w:rsidRPr="004F4407">
        <w:t xml:space="preserve"> respectively</w:t>
      </w:r>
      <w:r w:rsidRPr="004F4407">
        <w:t>.</w:t>
      </w:r>
    </w:p>
    <w:p w14:paraId="31F6A1B6" w14:textId="77777777" w:rsidR="00D52549" w:rsidRPr="004F4407" w:rsidRDefault="004D6D1E" w:rsidP="002F28F5">
      <w:pPr>
        <w:keepNext/>
      </w:pPr>
      <w:r w:rsidRPr="004F4407">
        <w:t xml:space="preserve">Both primitives contain another </w:t>
      </w:r>
      <w:proofErr w:type="gramStart"/>
      <w:r w:rsidRPr="004F4407">
        <w:t>parameters</w:t>
      </w:r>
      <w:proofErr w:type="gramEnd"/>
      <w:r w:rsidRPr="004F4407">
        <w:t xml:space="preserve"> that permits to dynamically configure the test adaptor for every single sending. These parameter</w:t>
      </w:r>
      <w:r w:rsidR="0001600E" w:rsidRPr="004F4407">
        <w:t>s</w:t>
      </w:r>
      <w:r w:rsidRPr="004F4407">
        <w:t xml:space="preserve"> are:</w:t>
      </w:r>
    </w:p>
    <w:p w14:paraId="5DA692D7" w14:textId="77777777" w:rsidR="004D6D1E" w:rsidRPr="004F4407" w:rsidRDefault="004D6D1E" w:rsidP="00DC2B0B">
      <w:pPr>
        <w:pStyle w:val="B1"/>
      </w:pPr>
      <w:r w:rsidRPr="004F4407">
        <w:t xml:space="preserve">Host: </w:t>
      </w:r>
      <w:r w:rsidRPr="0032615D">
        <w:t>IP</w:t>
      </w:r>
      <w:r w:rsidRPr="004F4407">
        <w:t xml:space="preserve"> address of the </w:t>
      </w:r>
      <w:r w:rsidRPr="0032615D">
        <w:t>IUT</w:t>
      </w:r>
    </w:p>
    <w:p w14:paraId="5A5C2622" w14:textId="77777777" w:rsidR="004D6D1E" w:rsidRPr="004F4407" w:rsidRDefault="004D6D1E" w:rsidP="00DC2B0B">
      <w:pPr>
        <w:pStyle w:val="B1"/>
      </w:pPr>
      <w:r w:rsidRPr="0032615D">
        <w:t>XML</w:t>
      </w:r>
      <w:r w:rsidRPr="004F4407">
        <w:t xml:space="preserve"> Namespace</w:t>
      </w:r>
    </w:p>
    <w:p w14:paraId="1C2FD300" w14:textId="77777777" w:rsidR="004D6D1E" w:rsidRPr="004F4407" w:rsidRDefault="00817557" w:rsidP="00DC2B0B">
      <w:pPr>
        <w:pStyle w:val="B1"/>
      </w:pPr>
      <w:r w:rsidRPr="004F4407">
        <w:t>Protocol b</w:t>
      </w:r>
      <w:r w:rsidR="004D6D1E" w:rsidRPr="004F4407">
        <w:t>inding</w:t>
      </w:r>
    </w:p>
    <w:p w14:paraId="71BE6902" w14:textId="77777777" w:rsidR="004D6D1E" w:rsidRPr="004F4407" w:rsidRDefault="004D6D1E" w:rsidP="00DC2B0B">
      <w:pPr>
        <w:pStyle w:val="B1"/>
      </w:pPr>
      <w:r w:rsidRPr="004F4407">
        <w:t>Serialization</w:t>
      </w:r>
    </w:p>
    <w:p w14:paraId="30CF72E7" w14:textId="628225DF" w:rsidR="008066A4" w:rsidRPr="004F4407" w:rsidRDefault="008066A4" w:rsidP="00DC2B0B">
      <w:pPr>
        <w:pStyle w:val="B1"/>
      </w:pPr>
      <w:proofErr w:type="spellStart"/>
      <w:r w:rsidRPr="004F4407">
        <w:t>ForceFields</w:t>
      </w:r>
      <w:proofErr w:type="spellEnd"/>
      <w:r w:rsidRPr="004F4407">
        <w:t xml:space="preserve">: used to force invalid or empty values to certain attributes. This </w:t>
      </w:r>
      <w:r w:rsidR="000E5084" w:rsidRPr="004F4407">
        <w:t>behaviour</w:t>
      </w:r>
      <w:r w:rsidRPr="004F4407">
        <w:t xml:space="preserve"> </w:t>
      </w:r>
      <w:r w:rsidR="00BE543E" w:rsidRPr="004F4407">
        <w:t xml:space="preserve">shall </w:t>
      </w:r>
      <w:r w:rsidRPr="004F4407">
        <w:t xml:space="preserve">be implemented by the </w:t>
      </w:r>
      <w:r w:rsidR="00946D60" w:rsidRPr="004F4407">
        <w:t>System Adaptor.</w:t>
      </w:r>
    </w:p>
    <w:p w14:paraId="2177E774" w14:textId="77777777" w:rsidR="00312145" w:rsidRPr="004F4407" w:rsidRDefault="00312145" w:rsidP="00EE7945">
      <w:pPr>
        <w:pStyle w:val="TableCaption"/>
      </w:pPr>
      <w:r w:rsidRPr="004F4407">
        <w:lastRenderedPageBreak/>
        <w:t xml:space="preserve">Table </w:t>
      </w:r>
      <w:r w:rsidR="00200D78" w:rsidRPr="004F4407">
        <w:t>5.4.1-1</w:t>
      </w:r>
      <w:r w:rsidR="00DC2B0B" w:rsidRPr="004F4407">
        <w:t>:</w:t>
      </w:r>
      <w:r w:rsidRPr="004F4407">
        <w:t xml:space="preserve"> Mapping of </w:t>
      </w:r>
      <w:r w:rsidRPr="0032615D">
        <w:t>TTCN</w:t>
      </w:r>
      <w:r w:rsidRPr="004F4407">
        <w:t>-3 Primitives to oneM2M Service Primitives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2117"/>
        <w:gridCol w:w="3365"/>
        <w:gridCol w:w="1382"/>
        <w:gridCol w:w="1117"/>
      </w:tblGrid>
      <w:tr w:rsidR="00D52549" w:rsidRPr="00474402" w14:paraId="155A4A80" w14:textId="77777777" w:rsidTr="00565622">
        <w:trPr>
          <w:jc w:val="center"/>
        </w:trPr>
        <w:tc>
          <w:tcPr>
            <w:tcW w:w="2117" w:type="dxa"/>
            <w:vAlign w:val="center"/>
          </w:tcPr>
          <w:p w14:paraId="0FF71753" w14:textId="04488642" w:rsidR="00D52549" w:rsidRPr="00474402" w:rsidRDefault="00817557" w:rsidP="00474402">
            <w:pPr>
              <w:pStyle w:val="TAH"/>
            </w:pPr>
            <w:r w:rsidRPr="00474402">
              <w:t>TTCN-3</w:t>
            </w:r>
            <w:r w:rsidR="00565622" w:rsidRPr="00474402">
              <w:t xml:space="preserve"> </w:t>
            </w:r>
            <w:r w:rsidR="00D52549" w:rsidRPr="00474402">
              <w:t>Primitive</w:t>
            </w:r>
          </w:p>
        </w:tc>
        <w:tc>
          <w:tcPr>
            <w:tcW w:w="3365" w:type="dxa"/>
            <w:vAlign w:val="center"/>
          </w:tcPr>
          <w:p w14:paraId="154677E3" w14:textId="2BED43B9" w:rsidR="00D52549" w:rsidRPr="00474402" w:rsidRDefault="00817557" w:rsidP="00474402">
            <w:pPr>
              <w:pStyle w:val="TAH"/>
            </w:pPr>
            <w:r w:rsidRPr="00474402">
              <w:t>oneM2M</w:t>
            </w:r>
            <w:r w:rsidR="00565622" w:rsidRPr="00474402">
              <w:t xml:space="preserve"> </w:t>
            </w:r>
            <w:r w:rsidR="00D52549" w:rsidRPr="00474402">
              <w:t>Message</w:t>
            </w:r>
          </w:p>
        </w:tc>
        <w:tc>
          <w:tcPr>
            <w:tcW w:w="1382" w:type="dxa"/>
            <w:vAlign w:val="center"/>
          </w:tcPr>
          <w:p w14:paraId="4B7203CD" w14:textId="77777777" w:rsidR="00D52549" w:rsidRPr="00474402" w:rsidRDefault="00D52549" w:rsidP="00474402">
            <w:pPr>
              <w:pStyle w:val="TAH"/>
            </w:pPr>
            <w:r w:rsidRPr="00474402">
              <w:t>Direction</w:t>
            </w:r>
          </w:p>
        </w:tc>
        <w:tc>
          <w:tcPr>
            <w:tcW w:w="1117" w:type="dxa"/>
            <w:vAlign w:val="center"/>
          </w:tcPr>
          <w:p w14:paraId="70089C1F" w14:textId="77777777" w:rsidR="00D52549" w:rsidRPr="00474402" w:rsidRDefault="00D52549" w:rsidP="00474402">
            <w:pPr>
              <w:pStyle w:val="TAH"/>
            </w:pPr>
            <w:r w:rsidRPr="00474402">
              <w:t>IUT</w:t>
            </w:r>
          </w:p>
        </w:tc>
      </w:tr>
      <w:tr w:rsidR="004D6D1E" w:rsidRPr="00474402" w14:paraId="24EB6451" w14:textId="77777777" w:rsidTr="00565622">
        <w:trPr>
          <w:jc w:val="center"/>
        </w:trPr>
        <w:tc>
          <w:tcPr>
            <w:tcW w:w="2117" w:type="dxa"/>
            <w:vMerge w:val="restart"/>
            <w:vAlign w:val="center"/>
          </w:tcPr>
          <w:p w14:paraId="43E8C014" w14:textId="77777777" w:rsidR="004D6D1E" w:rsidRPr="00474402" w:rsidRDefault="004D6D1E" w:rsidP="00474402">
            <w:pPr>
              <w:pStyle w:val="TAH"/>
            </w:pPr>
            <w:r w:rsidRPr="00474402">
              <w:t>M2MRequestPrimitive</w:t>
            </w:r>
          </w:p>
        </w:tc>
        <w:tc>
          <w:tcPr>
            <w:tcW w:w="3365" w:type="dxa"/>
            <w:vAlign w:val="center"/>
          </w:tcPr>
          <w:p w14:paraId="531DA637" w14:textId="21703647" w:rsidR="004D6D1E" w:rsidRPr="00474402" w:rsidRDefault="004D6D1E" w:rsidP="00474402">
            <w:pPr>
              <w:pStyle w:val="TAH"/>
            </w:pPr>
            <w:r w:rsidRPr="00474402">
              <w:t>Request</w:t>
            </w:r>
            <w:r w:rsidR="00565622" w:rsidRPr="00474402">
              <w:t xml:space="preserve"> </w:t>
            </w:r>
            <w:r w:rsidRPr="00474402">
              <w:t>Primitive</w:t>
            </w:r>
          </w:p>
        </w:tc>
        <w:tc>
          <w:tcPr>
            <w:tcW w:w="1382" w:type="dxa"/>
            <w:vAlign w:val="center"/>
          </w:tcPr>
          <w:p w14:paraId="337E7BD9" w14:textId="77777777" w:rsidR="00EB33D5" w:rsidRPr="00474402" w:rsidRDefault="00FF41EA" w:rsidP="00474402">
            <w:pPr>
              <w:pStyle w:val="TAH"/>
            </w:pPr>
            <w:r w:rsidRPr="00474402">
              <w:sym w:font="Wingdings" w:char="F0DF"/>
            </w:r>
          </w:p>
          <w:p w14:paraId="166214F1" w14:textId="77777777" w:rsidR="004D6D1E" w:rsidRPr="00474402" w:rsidRDefault="00EB33D5" w:rsidP="00474402">
            <w:pPr>
              <w:pStyle w:val="TAH"/>
            </w:pPr>
            <w:r w:rsidRPr="00474402">
              <w:sym w:font="Wingdings" w:char="F0E0"/>
            </w:r>
          </w:p>
        </w:tc>
        <w:tc>
          <w:tcPr>
            <w:tcW w:w="1117" w:type="dxa"/>
            <w:vAlign w:val="center"/>
          </w:tcPr>
          <w:p w14:paraId="4BCA249C" w14:textId="77777777" w:rsidR="004D6D1E" w:rsidRPr="00474402" w:rsidRDefault="004D6D1E" w:rsidP="00474402">
            <w:pPr>
              <w:pStyle w:val="TAH"/>
            </w:pPr>
            <w:r w:rsidRPr="00474402">
              <w:t>AE</w:t>
            </w:r>
          </w:p>
        </w:tc>
      </w:tr>
      <w:tr w:rsidR="004D6D1E" w:rsidRPr="00474402" w14:paraId="0D434FBB" w14:textId="77777777" w:rsidTr="00565622">
        <w:trPr>
          <w:jc w:val="center"/>
        </w:trPr>
        <w:tc>
          <w:tcPr>
            <w:tcW w:w="2117" w:type="dxa"/>
            <w:vMerge/>
          </w:tcPr>
          <w:p w14:paraId="757443A0" w14:textId="77777777" w:rsidR="004D6D1E" w:rsidRPr="00474402" w:rsidRDefault="004D6D1E" w:rsidP="00474402">
            <w:pPr>
              <w:pStyle w:val="TAH"/>
            </w:pPr>
          </w:p>
        </w:tc>
        <w:tc>
          <w:tcPr>
            <w:tcW w:w="3365" w:type="dxa"/>
            <w:vAlign w:val="center"/>
          </w:tcPr>
          <w:p w14:paraId="085346EA" w14:textId="4F204AF5" w:rsidR="004D6D1E" w:rsidRPr="00474402" w:rsidRDefault="004D6D1E" w:rsidP="00474402">
            <w:pPr>
              <w:pStyle w:val="TAH"/>
            </w:pPr>
            <w:r w:rsidRPr="00474402">
              <w:t>Request</w:t>
            </w:r>
            <w:r w:rsidR="00565622" w:rsidRPr="00474402">
              <w:t xml:space="preserve"> </w:t>
            </w:r>
            <w:r w:rsidRPr="00474402">
              <w:t>Primitive</w:t>
            </w:r>
          </w:p>
        </w:tc>
        <w:tc>
          <w:tcPr>
            <w:tcW w:w="1382" w:type="dxa"/>
            <w:vAlign w:val="center"/>
          </w:tcPr>
          <w:p w14:paraId="7DD44729" w14:textId="77777777" w:rsidR="004D6D1E" w:rsidRPr="00474402" w:rsidRDefault="004D6D1E" w:rsidP="00474402">
            <w:pPr>
              <w:pStyle w:val="TAH"/>
            </w:pPr>
            <w:r w:rsidRPr="00474402">
              <w:sym w:font="Wingdings" w:char="F0E0"/>
            </w:r>
          </w:p>
          <w:p w14:paraId="53BAED06" w14:textId="77777777" w:rsidR="00FF41EA" w:rsidRPr="00474402" w:rsidRDefault="00FF41EA" w:rsidP="00474402">
            <w:pPr>
              <w:pStyle w:val="TAH"/>
            </w:pPr>
            <w:r w:rsidRPr="00474402">
              <w:sym w:font="Wingdings" w:char="F0DF"/>
            </w:r>
          </w:p>
        </w:tc>
        <w:tc>
          <w:tcPr>
            <w:tcW w:w="1117" w:type="dxa"/>
            <w:vAlign w:val="center"/>
          </w:tcPr>
          <w:p w14:paraId="4523E635" w14:textId="77777777" w:rsidR="004D6D1E" w:rsidRPr="00474402" w:rsidRDefault="004D6D1E" w:rsidP="00474402">
            <w:pPr>
              <w:pStyle w:val="TAH"/>
            </w:pPr>
            <w:r w:rsidRPr="00474402">
              <w:t>CSE</w:t>
            </w:r>
          </w:p>
        </w:tc>
      </w:tr>
      <w:tr w:rsidR="004D6D1E" w:rsidRPr="00474402" w14:paraId="00206849" w14:textId="77777777" w:rsidTr="00565622">
        <w:trPr>
          <w:jc w:val="center"/>
        </w:trPr>
        <w:tc>
          <w:tcPr>
            <w:tcW w:w="2117" w:type="dxa"/>
            <w:vMerge w:val="restart"/>
            <w:vAlign w:val="center"/>
          </w:tcPr>
          <w:p w14:paraId="6A566F8E" w14:textId="77777777" w:rsidR="004D6D1E" w:rsidRPr="00474402" w:rsidRDefault="00EB33D5" w:rsidP="00474402">
            <w:pPr>
              <w:pStyle w:val="TAH"/>
            </w:pPr>
            <w:r w:rsidRPr="00474402">
              <w:t>M2MResponse</w:t>
            </w:r>
            <w:r w:rsidR="004D6D1E" w:rsidRPr="00474402">
              <w:t>Primitive</w:t>
            </w:r>
          </w:p>
        </w:tc>
        <w:tc>
          <w:tcPr>
            <w:tcW w:w="3365" w:type="dxa"/>
            <w:vAlign w:val="center"/>
          </w:tcPr>
          <w:p w14:paraId="11028463" w14:textId="06F77E36" w:rsidR="004D6D1E" w:rsidRPr="00474402" w:rsidRDefault="004D6D1E" w:rsidP="00474402">
            <w:pPr>
              <w:pStyle w:val="TAH"/>
            </w:pPr>
            <w:r w:rsidRPr="00474402">
              <w:t>Response</w:t>
            </w:r>
            <w:r w:rsidR="00565622" w:rsidRPr="00474402">
              <w:t xml:space="preserve"> </w:t>
            </w:r>
            <w:r w:rsidRPr="00474402">
              <w:t>Primitive</w:t>
            </w:r>
          </w:p>
        </w:tc>
        <w:tc>
          <w:tcPr>
            <w:tcW w:w="1382" w:type="dxa"/>
            <w:vAlign w:val="center"/>
          </w:tcPr>
          <w:p w14:paraId="289D8FBA" w14:textId="77777777" w:rsidR="00EB33D5" w:rsidRPr="00474402" w:rsidRDefault="00FF41EA" w:rsidP="00474402">
            <w:pPr>
              <w:pStyle w:val="TAH"/>
            </w:pPr>
            <w:r w:rsidRPr="00474402">
              <w:sym w:font="Wingdings" w:char="F0E0"/>
            </w:r>
          </w:p>
          <w:p w14:paraId="3F9F8A2B" w14:textId="77777777" w:rsidR="004D6D1E" w:rsidRPr="00474402" w:rsidRDefault="00EB33D5" w:rsidP="00474402">
            <w:pPr>
              <w:pStyle w:val="TAH"/>
            </w:pPr>
            <w:r w:rsidRPr="00474402">
              <w:sym w:font="Wingdings" w:char="F0DF"/>
            </w:r>
          </w:p>
        </w:tc>
        <w:tc>
          <w:tcPr>
            <w:tcW w:w="1117" w:type="dxa"/>
            <w:vAlign w:val="center"/>
          </w:tcPr>
          <w:p w14:paraId="668464EB" w14:textId="77777777" w:rsidR="004D6D1E" w:rsidRPr="00474402" w:rsidRDefault="00FF41EA" w:rsidP="00474402">
            <w:pPr>
              <w:pStyle w:val="TAH"/>
            </w:pPr>
            <w:r w:rsidRPr="00474402">
              <w:t>AE</w:t>
            </w:r>
          </w:p>
        </w:tc>
      </w:tr>
      <w:tr w:rsidR="004D6D1E" w:rsidRPr="00474402" w14:paraId="4DD5B7C8" w14:textId="77777777" w:rsidTr="00565622">
        <w:trPr>
          <w:jc w:val="center"/>
        </w:trPr>
        <w:tc>
          <w:tcPr>
            <w:tcW w:w="2117" w:type="dxa"/>
            <w:vMerge/>
          </w:tcPr>
          <w:p w14:paraId="764D74FC" w14:textId="77777777" w:rsidR="004D6D1E" w:rsidRPr="00474402" w:rsidRDefault="004D6D1E" w:rsidP="00474402">
            <w:pPr>
              <w:pStyle w:val="TAH"/>
            </w:pPr>
          </w:p>
        </w:tc>
        <w:tc>
          <w:tcPr>
            <w:tcW w:w="3365" w:type="dxa"/>
            <w:vAlign w:val="center"/>
          </w:tcPr>
          <w:p w14:paraId="148DD7CB" w14:textId="38DBE59E" w:rsidR="004D6D1E" w:rsidRPr="00474402" w:rsidRDefault="004D6D1E" w:rsidP="00474402">
            <w:pPr>
              <w:pStyle w:val="TAH"/>
            </w:pPr>
            <w:r w:rsidRPr="00474402">
              <w:t>Response</w:t>
            </w:r>
            <w:r w:rsidR="00565622" w:rsidRPr="00474402">
              <w:t xml:space="preserve"> </w:t>
            </w:r>
            <w:r w:rsidRPr="00474402">
              <w:t>Primitive</w:t>
            </w:r>
          </w:p>
        </w:tc>
        <w:tc>
          <w:tcPr>
            <w:tcW w:w="1382" w:type="dxa"/>
            <w:vAlign w:val="center"/>
          </w:tcPr>
          <w:p w14:paraId="209C4C5B" w14:textId="77777777" w:rsidR="00FF41EA" w:rsidRPr="00474402" w:rsidRDefault="00FF41EA" w:rsidP="00474402">
            <w:pPr>
              <w:pStyle w:val="TAH"/>
            </w:pPr>
            <w:r w:rsidRPr="00474402">
              <w:sym w:font="Wingdings" w:char="F0E0"/>
            </w:r>
          </w:p>
          <w:p w14:paraId="272A0F15" w14:textId="77777777" w:rsidR="004D6D1E" w:rsidRPr="00474402" w:rsidRDefault="004D6D1E" w:rsidP="00474402">
            <w:pPr>
              <w:pStyle w:val="TAH"/>
            </w:pPr>
            <w:r w:rsidRPr="00474402">
              <w:sym w:font="Wingdings" w:char="F0DF"/>
            </w:r>
          </w:p>
        </w:tc>
        <w:tc>
          <w:tcPr>
            <w:tcW w:w="1117" w:type="dxa"/>
            <w:vAlign w:val="center"/>
          </w:tcPr>
          <w:p w14:paraId="1391722C" w14:textId="77777777" w:rsidR="004D6D1E" w:rsidRPr="00474402" w:rsidRDefault="004D6D1E" w:rsidP="00474402">
            <w:pPr>
              <w:pStyle w:val="TAH"/>
            </w:pPr>
            <w:r w:rsidRPr="00474402">
              <w:t>CSE</w:t>
            </w:r>
          </w:p>
        </w:tc>
      </w:tr>
    </w:tbl>
    <w:p w14:paraId="1AF85D88" w14:textId="77777777" w:rsidR="00FF41EA" w:rsidRPr="004F4407" w:rsidRDefault="00FF41EA" w:rsidP="00D52549">
      <w:pPr>
        <w:jc w:val="both"/>
      </w:pPr>
    </w:p>
    <w:p w14:paraId="4528F722" w14:textId="77777777" w:rsidR="00D52549" w:rsidRPr="004F4407" w:rsidRDefault="00FF41EA" w:rsidP="003A0447">
      <w:pPr>
        <w:pStyle w:val="Heading3"/>
      </w:pPr>
      <w:bookmarkStart w:id="29" w:name="_Toc13748863"/>
      <w:r w:rsidRPr="004F4407">
        <w:t>5.4</w:t>
      </w:r>
      <w:r w:rsidR="00D52549" w:rsidRPr="004F4407">
        <w:t>.2</w:t>
      </w:r>
      <w:r w:rsidR="00904FBA" w:rsidRPr="004F4407">
        <w:tab/>
      </w:r>
      <w:proofErr w:type="spellStart"/>
      <w:r w:rsidR="00D52549" w:rsidRPr="004F4407">
        <w:t>utPort</w:t>
      </w:r>
      <w:bookmarkEnd w:id="29"/>
      <w:proofErr w:type="spellEnd"/>
    </w:p>
    <w:p w14:paraId="4F9DAD31" w14:textId="77777777" w:rsidR="00D57D73" w:rsidRPr="004F4407" w:rsidRDefault="00D57D73" w:rsidP="00D57D73">
      <w:pPr>
        <w:pStyle w:val="Heading4"/>
      </w:pPr>
      <w:bookmarkStart w:id="30" w:name="_Toc13748864"/>
      <w:r w:rsidRPr="004F4407">
        <w:t>5.4.2</w:t>
      </w:r>
      <w:r w:rsidR="00904FBA" w:rsidRPr="004F4407">
        <w:t>.0</w:t>
      </w:r>
      <w:r w:rsidR="00904FBA" w:rsidRPr="004F4407">
        <w:tab/>
      </w:r>
      <w:r w:rsidRPr="004F4407">
        <w:t>Introduction</w:t>
      </w:r>
      <w:bookmarkEnd w:id="30"/>
    </w:p>
    <w:p w14:paraId="6F0A0278" w14:textId="32EE94ED" w:rsidR="00D57D73" w:rsidRPr="004F4407" w:rsidRDefault="00D57D73" w:rsidP="00D57D73">
      <w:pPr>
        <w:jc w:val="both"/>
      </w:pPr>
      <w:r w:rsidRPr="004F4407">
        <w:t xml:space="preserve">The </w:t>
      </w:r>
      <w:proofErr w:type="spellStart"/>
      <w:r w:rsidRPr="004F4407">
        <w:t>utPort</w:t>
      </w:r>
      <w:proofErr w:type="spellEnd"/>
      <w:r w:rsidRPr="004F4407">
        <w:t xml:space="preserve"> </w:t>
      </w:r>
      <w:r w:rsidR="00946D60" w:rsidRPr="004F4407">
        <w:t>is</w:t>
      </w:r>
      <w:r w:rsidRPr="004F4407">
        <w:t xml:space="preserve"> included in the oneM2M </w:t>
      </w:r>
      <w:r w:rsidRPr="0032615D">
        <w:t>ATS</w:t>
      </w:r>
      <w:r w:rsidRPr="004F4407">
        <w:t xml:space="preserve"> </w:t>
      </w:r>
      <w:proofErr w:type="gramStart"/>
      <w:r w:rsidRPr="004F4407">
        <w:t>in order to</w:t>
      </w:r>
      <w:proofErr w:type="gramEnd"/>
      <w:r w:rsidRPr="004F4407">
        <w:t xml:space="preserve"> be able to stimulate the </w:t>
      </w:r>
      <w:r w:rsidRPr="0032615D">
        <w:t>IUT</w:t>
      </w:r>
      <w:r w:rsidRPr="004F4407">
        <w:t xml:space="preserve"> and receive extra information from </w:t>
      </w:r>
      <w:r w:rsidRPr="0032615D">
        <w:t>IUT</w:t>
      </w:r>
      <w:r w:rsidRPr="004F4407">
        <w:t xml:space="preserve"> upper layers. </w:t>
      </w:r>
      <w:r w:rsidR="00946D60" w:rsidRPr="004F4407">
        <w:t>For instance, t</w:t>
      </w:r>
      <w:r w:rsidRPr="004F4407">
        <w:t xml:space="preserve">he </w:t>
      </w:r>
      <w:proofErr w:type="spellStart"/>
      <w:r w:rsidRPr="004F4407">
        <w:t>utPort</w:t>
      </w:r>
      <w:proofErr w:type="spellEnd"/>
      <w:r w:rsidRPr="004F4407">
        <w:t xml:space="preserve"> can be applied to automate </w:t>
      </w:r>
      <w:r w:rsidRPr="0032615D">
        <w:t>AE</w:t>
      </w:r>
      <w:r w:rsidRPr="004F4407">
        <w:t xml:space="preserve"> testing shown as </w:t>
      </w:r>
      <w:r w:rsidR="00DC2B0B" w:rsidRPr="004F4407">
        <w:t>clause</w:t>
      </w:r>
      <w:r w:rsidRPr="004F4407">
        <w:t xml:space="preserve"> 5.4.2.1.</w:t>
      </w:r>
    </w:p>
    <w:p w14:paraId="1EF2E5A2" w14:textId="77777777" w:rsidR="00D57D73" w:rsidRPr="004F4407" w:rsidRDefault="00904FBA" w:rsidP="00D57D73">
      <w:pPr>
        <w:pStyle w:val="Heading4"/>
      </w:pPr>
      <w:bookmarkStart w:id="31" w:name="_Toc13748865"/>
      <w:r w:rsidRPr="004F4407">
        <w:t>5.4.2.1</w:t>
      </w:r>
      <w:r w:rsidRPr="004F4407">
        <w:tab/>
      </w:r>
      <w:r w:rsidR="00D57D73" w:rsidRPr="004F4407">
        <w:t xml:space="preserve">Usage for Automated </w:t>
      </w:r>
      <w:r w:rsidR="00D57D73" w:rsidRPr="0032615D">
        <w:t>AE</w:t>
      </w:r>
      <w:r w:rsidR="00D57D73" w:rsidRPr="004F4407">
        <w:t xml:space="preserve"> Testing</w:t>
      </w:r>
      <w:bookmarkEnd w:id="31"/>
    </w:p>
    <w:p w14:paraId="67604AA5" w14:textId="77777777" w:rsidR="00DD4E9B" w:rsidRPr="004F4407" w:rsidRDefault="00DD4E9B" w:rsidP="00DD4E9B">
      <w:pPr>
        <w:jc w:val="both"/>
      </w:pPr>
      <w:r w:rsidRPr="004F4407">
        <w:t xml:space="preserve">The </w:t>
      </w:r>
      <w:proofErr w:type="spellStart"/>
      <w:r w:rsidRPr="004F4407">
        <w:t>utPort</w:t>
      </w:r>
      <w:proofErr w:type="spellEnd"/>
      <w:r w:rsidRPr="004F4407">
        <w:t xml:space="preserve"> </w:t>
      </w:r>
      <w:proofErr w:type="gramStart"/>
      <w:r w:rsidRPr="004F4407">
        <w:t>is in charge of</w:t>
      </w:r>
      <w:proofErr w:type="gramEnd"/>
      <w:r w:rsidRPr="004F4407">
        <w:t xml:space="preserve"> the communication between </w:t>
      </w:r>
      <w:r w:rsidRPr="0032615D">
        <w:t>TTCN</w:t>
      </w:r>
      <w:r w:rsidRPr="004F4407">
        <w:t xml:space="preserve">-3 Test Component module in Test </w:t>
      </w:r>
      <w:r w:rsidR="000E5084" w:rsidRPr="004F4407">
        <w:t>System</w:t>
      </w:r>
      <w:r w:rsidRPr="004F4407">
        <w:t xml:space="preserve"> and the Upper Tester Application in </w:t>
      </w:r>
      <w:r w:rsidRPr="0032615D">
        <w:t>SUT</w:t>
      </w:r>
      <w:r w:rsidRPr="004F4407">
        <w:t>.</w:t>
      </w:r>
    </w:p>
    <w:p w14:paraId="741C9120" w14:textId="77777777" w:rsidR="00DD4E9B" w:rsidRPr="004F4407" w:rsidRDefault="00DD4E9B" w:rsidP="00DD4E9B">
      <w:pPr>
        <w:jc w:val="both"/>
      </w:pPr>
      <w:r w:rsidRPr="004F4407">
        <w:t xml:space="preserve">Functionalities that </w:t>
      </w:r>
      <w:r w:rsidRPr="0032615D">
        <w:t>TTCN</w:t>
      </w:r>
      <w:r w:rsidRPr="004F4407">
        <w:t>-3 Test Component module and the Upper Tester Application are required to implement are listed as follows:</w:t>
      </w:r>
    </w:p>
    <w:p w14:paraId="06F87C21" w14:textId="77777777" w:rsidR="00DD4E9B" w:rsidRPr="004F4407" w:rsidRDefault="00DD4E9B" w:rsidP="001F4D0C">
      <w:pPr>
        <w:pStyle w:val="B1"/>
      </w:pPr>
      <w:r w:rsidRPr="0032615D">
        <w:t>TTCN</w:t>
      </w:r>
      <w:r w:rsidRPr="004F4407">
        <w:t xml:space="preserve">-3 Test Component </w:t>
      </w:r>
      <w:proofErr w:type="gramStart"/>
      <w:r w:rsidRPr="004F4407">
        <w:t>is able to</w:t>
      </w:r>
      <w:proofErr w:type="gramEnd"/>
      <w:r w:rsidRPr="004F4407">
        <w:t xml:space="preserve"> configure the Test System and send standardized triggering commands to the </w:t>
      </w:r>
      <w:r w:rsidRPr="0032615D">
        <w:t>SUT</w:t>
      </w:r>
      <w:r w:rsidRPr="004F4407">
        <w:t xml:space="preserve"> (Upper Tester Application).</w:t>
      </w:r>
    </w:p>
    <w:p w14:paraId="05BEA913" w14:textId="77777777" w:rsidR="00DD4E9B" w:rsidRPr="004F4407" w:rsidRDefault="00DD4E9B" w:rsidP="001F4D0C">
      <w:pPr>
        <w:pStyle w:val="B1"/>
      </w:pPr>
      <w:r w:rsidRPr="004F4407">
        <w:t>Upper Tester Application can process the triggering command messages received from Test System (</w:t>
      </w:r>
      <w:r w:rsidRPr="0032615D">
        <w:t>TTCN</w:t>
      </w:r>
      <w:r w:rsidRPr="004F4407">
        <w:t xml:space="preserve">-3 Test Component) and stimulates </w:t>
      </w:r>
      <w:r w:rsidRPr="0032615D">
        <w:t>IUT</w:t>
      </w:r>
      <w:r w:rsidRPr="004F4407">
        <w:t xml:space="preserve"> to act following the corresponding triggering command (i.e. sending oneM2M service primitives to Test System through </w:t>
      </w:r>
      <w:proofErr w:type="spellStart"/>
      <w:r w:rsidRPr="004F4407">
        <w:rPr>
          <w:rFonts w:hint="eastAsia"/>
          <w:lang w:eastAsia="ko-KR"/>
        </w:rPr>
        <w:t>M</w:t>
      </w:r>
      <w:r w:rsidRPr="004F4407">
        <w:t>ca</w:t>
      </w:r>
      <w:proofErr w:type="spellEnd"/>
      <w:r w:rsidRPr="004F4407">
        <w:t xml:space="preserve"> port).</w:t>
      </w:r>
    </w:p>
    <w:p w14:paraId="7E690262" w14:textId="77777777" w:rsidR="00DD4E9B" w:rsidRPr="004F4407" w:rsidRDefault="00DD4E9B" w:rsidP="001F4D0C">
      <w:pPr>
        <w:keepNext/>
        <w:jc w:val="both"/>
      </w:pPr>
      <w:r w:rsidRPr="004F4407">
        <w:t xml:space="preserve">oneM2M service Primitive defined for </w:t>
      </w:r>
      <w:proofErr w:type="spellStart"/>
      <w:r w:rsidRPr="004F4407">
        <w:t>utPort</w:t>
      </w:r>
      <w:proofErr w:type="spellEnd"/>
      <w:r w:rsidRPr="004F4407">
        <w:t xml:space="preserve"> is listed as follows:</w:t>
      </w:r>
    </w:p>
    <w:p w14:paraId="1D8D6A8E" w14:textId="77777777" w:rsidR="00DD4E9B" w:rsidRPr="004F4407" w:rsidRDefault="00DD4E9B" w:rsidP="001F4D0C">
      <w:pPr>
        <w:pStyle w:val="B1"/>
      </w:pPr>
      <w:r w:rsidRPr="004F4407">
        <w:t xml:space="preserve">The </w:t>
      </w:r>
      <w:proofErr w:type="spellStart"/>
      <w:r w:rsidRPr="004F4407">
        <w:t>UtTrigger</w:t>
      </w:r>
      <w:proofErr w:type="spellEnd"/>
      <w:r w:rsidRPr="004F4407">
        <w:t xml:space="preserve"> primitive is used to trigger upper layer events in </w:t>
      </w:r>
      <w:r w:rsidRPr="0032615D">
        <w:t>IUT</w:t>
      </w:r>
      <w:r w:rsidRPr="004F4407">
        <w:t xml:space="preserve"> (i.e. sending oneM2M service primitives to Test System through </w:t>
      </w:r>
      <w:proofErr w:type="spellStart"/>
      <w:r w:rsidRPr="004F4407">
        <w:t>Mca</w:t>
      </w:r>
      <w:proofErr w:type="spellEnd"/>
      <w:r w:rsidRPr="004F4407">
        <w:t xml:space="preserve"> port).</w:t>
      </w:r>
    </w:p>
    <w:p w14:paraId="553D944A" w14:textId="77777777" w:rsidR="00DD4E9B" w:rsidRPr="004F4407" w:rsidRDefault="00DD4E9B" w:rsidP="001F4D0C">
      <w:pPr>
        <w:pStyle w:val="B1"/>
      </w:pPr>
      <w:r w:rsidRPr="004F4407">
        <w:t xml:space="preserve">The </w:t>
      </w:r>
      <w:proofErr w:type="spellStart"/>
      <w:r w:rsidRPr="004F4407">
        <w:t>UtTriggerAck</w:t>
      </w:r>
      <w:proofErr w:type="spellEnd"/>
      <w:r w:rsidRPr="004F4407">
        <w:t xml:space="preserve"> primitive is used by </w:t>
      </w:r>
      <w:r w:rsidRPr="0032615D">
        <w:t>IUT</w:t>
      </w:r>
      <w:r w:rsidRPr="004F4407">
        <w:t xml:space="preserve"> to send acknowledgement back to the Test System.</w:t>
      </w:r>
    </w:p>
    <w:p w14:paraId="366EB865" w14:textId="11EDBC72" w:rsidR="00DD4E9B" w:rsidRDefault="00DD4E9B" w:rsidP="001F4D0C">
      <w:r w:rsidRPr="004F4407">
        <w:t xml:space="preserve">The Upper Tester Application in </w:t>
      </w:r>
      <w:r w:rsidRPr="0032615D">
        <w:t>SUT</w:t>
      </w:r>
      <w:r w:rsidRPr="004F4407">
        <w:t xml:space="preserve"> can be implemented as an embedded source code. An example for implementation of automated </w:t>
      </w:r>
      <w:r w:rsidRPr="0032615D">
        <w:t>AE</w:t>
      </w:r>
      <w:r w:rsidRPr="004F4407">
        <w:t xml:space="preserve"> test for Registration is shown as </w:t>
      </w:r>
      <w:r w:rsidR="00623015" w:rsidRPr="004F4407">
        <w:t>f</w:t>
      </w:r>
      <w:r w:rsidRPr="004F4407">
        <w:t xml:space="preserve">igure </w:t>
      </w:r>
      <w:r w:rsidR="00BE543E" w:rsidRPr="004F4407">
        <w:t>5.4.2.1-1</w:t>
      </w:r>
      <w:r w:rsidR="001F4D0C" w:rsidRPr="004F4407">
        <w:t>.</w:t>
      </w:r>
    </w:p>
    <w:p w14:paraId="5B2D6B08" w14:textId="77777777" w:rsidR="00407AC1" w:rsidRPr="004F4407" w:rsidRDefault="00407AC1" w:rsidP="00C905E4">
      <w:pPr>
        <w:pStyle w:val="SourceCode"/>
      </w:pPr>
    </w:p>
    <w:p w14:paraId="50A4C88B" w14:textId="5D92E0BA" w:rsidR="001F4D0C" w:rsidRPr="004F4407" w:rsidRDefault="00DB6073" w:rsidP="002F28F5">
      <w:pPr>
        <w:pStyle w:val="FL"/>
      </w:pPr>
      <w:r w:rsidRPr="004F4407">
        <w:rPr>
          <w:noProof/>
          <w:lang w:eastAsia="en-GB"/>
        </w:rPr>
        <w:lastRenderedPageBreak/>
        <w:drawing>
          <wp:anchor distT="0" distB="0" distL="114300" distR="114300" simplePos="0" relativeHeight="251661824" behindDoc="0" locked="0" layoutInCell="1" allowOverlap="1" wp14:anchorId="46015E9E" wp14:editId="01AD604A">
            <wp:simplePos x="0" y="0"/>
            <wp:positionH relativeFrom="column">
              <wp:posOffset>179070</wp:posOffset>
            </wp:positionH>
            <wp:positionV relativeFrom="paragraph">
              <wp:posOffset>0</wp:posOffset>
            </wp:positionV>
            <wp:extent cx="5762625" cy="2657475"/>
            <wp:effectExtent l="0" t="0" r="0"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b="6802"/>
                    <a:stretch>
                      <a:fillRect/>
                    </a:stretch>
                  </pic:blipFill>
                  <pic:spPr bwMode="auto">
                    <a:xfrm>
                      <a:off x="0" y="0"/>
                      <a:ext cx="5762625" cy="2657475"/>
                    </a:xfrm>
                    <a:prstGeom prst="rect">
                      <a:avLst/>
                    </a:prstGeom>
                    <a:noFill/>
                    <a:ln>
                      <a:noFill/>
                    </a:ln>
                  </pic:spPr>
                </pic:pic>
              </a:graphicData>
            </a:graphic>
          </wp:anchor>
        </w:drawing>
      </w:r>
    </w:p>
    <w:p w14:paraId="5CAE4BC5" w14:textId="47E60BF8" w:rsidR="001F4D0C" w:rsidRPr="004F4407" w:rsidRDefault="001F4D0C" w:rsidP="001F4D0C">
      <w:pPr>
        <w:pStyle w:val="TF"/>
      </w:pPr>
      <w:r w:rsidRPr="004F4407">
        <w:t xml:space="preserve">Figure </w:t>
      </w:r>
      <w:r w:rsidR="00127265" w:rsidRPr="004F4407">
        <w:t>5.4.2.1-1</w:t>
      </w:r>
      <w:r w:rsidR="00BE543E" w:rsidRPr="004F4407">
        <w:t xml:space="preserve">: Example of automated </w:t>
      </w:r>
      <w:r w:rsidR="00BE543E" w:rsidRPr="0032615D">
        <w:t>AE</w:t>
      </w:r>
      <w:r w:rsidR="00BE543E" w:rsidRPr="004F4407">
        <w:t xml:space="preserve"> test using </w:t>
      </w:r>
      <w:r w:rsidR="00BE543E" w:rsidRPr="0032615D">
        <w:t>Ut</w:t>
      </w:r>
      <w:r w:rsidR="00BE543E" w:rsidRPr="004F4407">
        <w:t xml:space="preserve"> interface</w:t>
      </w:r>
    </w:p>
    <w:p w14:paraId="259DA527" w14:textId="77777777" w:rsidR="001E73A3" w:rsidRPr="004F4407" w:rsidRDefault="001E73A3" w:rsidP="001E73A3">
      <w:pPr>
        <w:pStyle w:val="Heading4"/>
      </w:pPr>
      <w:bookmarkStart w:id="32" w:name="_Toc13748866"/>
      <w:r w:rsidRPr="004F4407">
        <w:t>5.4.2.2</w:t>
      </w:r>
      <w:r w:rsidR="00BD30A0" w:rsidRPr="004F4407">
        <w:tab/>
      </w:r>
      <w:r w:rsidRPr="004F4407">
        <w:t>Upper Tester Control Primitives</w:t>
      </w:r>
      <w:bookmarkEnd w:id="32"/>
    </w:p>
    <w:p w14:paraId="2BD581D1" w14:textId="77777777" w:rsidR="001E73A3" w:rsidRPr="004F4407" w:rsidRDefault="00BD30A0" w:rsidP="002C411B">
      <w:pPr>
        <w:pStyle w:val="Heading5"/>
      </w:pPr>
      <w:bookmarkStart w:id="33" w:name="_Toc13748867"/>
      <w:r w:rsidRPr="004F4407">
        <w:t>5.4.2.2.1</w:t>
      </w:r>
      <w:r w:rsidRPr="004F4407">
        <w:tab/>
      </w:r>
      <w:r w:rsidR="001E73A3" w:rsidRPr="004F4407">
        <w:t>Introduction</w:t>
      </w:r>
      <w:bookmarkEnd w:id="33"/>
    </w:p>
    <w:p w14:paraId="38E1EEB1" w14:textId="77777777" w:rsidR="001E73A3" w:rsidRPr="004F4407" w:rsidRDefault="001E73A3" w:rsidP="001E73A3">
      <w:r w:rsidRPr="004F4407">
        <w:rPr>
          <w:rFonts w:hint="eastAsia"/>
        </w:rPr>
        <w:t xml:space="preserve">The upper tester </w:t>
      </w:r>
      <w:r w:rsidRPr="004F4407">
        <w:t xml:space="preserve">triggering message is used to transport control commands between Test System and the Upper Tester Application. The control command will contain essential parameters that are required for certain </w:t>
      </w:r>
      <w:r w:rsidR="000E5084" w:rsidRPr="004F4407">
        <w:t>test case</w:t>
      </w:r>
      <w:r w:rsidRPr="004F4407">
        <w:t>.</w:t>
      </w:r>
    </w:p>
    <w:p w14:paraId="4E8EC5E1" w14:textId="77777777" w:rsidR="001E73A3" w:rsidRPr="004F4407" w:rsidRDefault="001E73A3" w:rsidP="001E73A3">
      <w:r w:rsidRPr="004F4407">
        <w:t xml:space="preserve">The upper tester triggering message type maps to </w:t>
      </w:r>
      <w:proofErr w:type="gramStart"/>
      <w:r w:rsidRPr="004F4407">
        <w:t>particular message</w:t>
      </w:r>
      <w:proofErr w:type="gramEnd"/>
      <w:r w:rsidRPr="004F4407">
        <w:t xml:space="preserve"> formats for exchanging data and those message formats are defined by </w:t>
      </w:r>
      <w:r w:rsidRPr="0032615D">
        <w:t>TTCN</w:t>
      </w:r>
      <w:r w:rsidRPr="004F4407">
        <w:t>-3 primitive as shown at table 5.4.2.2.1-1,</w:t>
      </w:r>
      <w:r w:rsidRPr="004F4407">
        <w:rPr>
          <w:rFonts w:ascii="Arial" w:hAnsi="Arial" w:cs="Arial" w:hint="eastAsia"/>
          <w:sz w:val="16"/>
          <w:szCs w:val="16"/>
        </w:rPr>
        <w:t xml:space="preserve"> </w:t>
      </w:r>
      <w:proofErr w:type="spellStart"/>
      <w:r w:rsidRPr="004F4407">
        <w:rPr>
          <w:rFonts w:hint="eastAsia"/>
          <w:i/>
        </w:rPr>
        <w:t>U</w:t>
      </w:r>
      <w:r w:rsidRPr="004F4407">
        <w:rPr>
          <w:i/>
        </w:rPr>
        <w:t>tTrigger</w:t>
      </w:r>
      <w:proofErr w:type="spellEnd"/>
      <w:r w:rsidRPr="004F4407">
        <w:t xml:space="preserve"> and </w:t>
      </w:r>
      <w:proofErr w:type="spellStart"/>
      <w:r w:rsidRPr="004F4407">
        <w:rPr>
          <w:rFonts w:hint="eastAsia"/>
          <w:i/>
        </w:rPr>
        <w:t>U</w:t>
      </w:r>
      <w:r w:rsidRPr="004F4407">
        <w:rPr>
          <w:i/>
        </w:rPr>
        <w:t>tTriggerAck</w:t>
      </w:r>
      <w:proofErr w:type="spellEnd"/>
      <w:r w:rsidRPr="004F4407">
        <w:t xml:space="preserve"> </w:t>
      </w:r>
      <w:r w:rsidRPr="004F4407">
        <w:rPr>
          <w:rFonts w:hint="eastAsia"/>
        </w:rPr>
        <w:t>primitive</w:t>
      </w:r>
      <w:r w:rsidRPr="004F4407">
        <w:t>.</w:t>
      </w:r>
    </w:p>
    <w:p w14:paraId="564A30D0" w14:textId="77777777" w:rsidR="001E73A3" w:rsidRPr="004F4407" w:rsidRDefault="001E73A3" w:rsidP="001F4D0C">
      <w:pPr>
        <w:pStyle w:val="TH"/>
      </w:pPr>
      <w:r w:rsidRPr="004F4407">
        <w:t>Table 5.4.2.2.1-1</w:t>
      </w:r>
      <w:r w:rsidR="001F4D0C" w:rsidRPr="004F4407">
        <w:t>:</w:t>
      </w:r>
      <w:r w:rsidRPr="004F4407">
        <w:t xml:space="preserve"> Mapping of </w:t>
      </w:r>
      <w:r w:rsidRPr="0032615D">
        <w:t>TTCN</w:t>
      </w:r>
      <w:r w:rsidRPr="004F4407">
        <w:t>-3 Primitives to oneM2M Service Primitives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3258"/>
        <w:gridCol w:w="2407"/>
        <w:gridCol w:w="562"/>
        <w:gridCol w:w="572"/>
      </w:tblGrid>
      <w:tr w:rsidR="001E73A3" w:rsidRPr="004F4407" w14:paraId="4EA6CD81" w14:textId="77777777" w:rsidTr="00565622">
        <w:trPr>
          <w:jc w:val="center"/>
        </w:trPr>
        <w:tc>
          <w:tcPr>
            <w:tcW w:w="3258" w:type="dxa"/>
            <w:vMerge w:val="restart"/>
            <w:shd w:val="clear" w:color="auto" w:fill="auto"/>
          </w:tcPr>
          <w:p w14:paraId="773F80DD" w14:textId="1B96D2DD" w:rsidR="001E73A3" w:rsidRPr="004F4407" w:rsidRDefault="001E73A3" w:rsidP="001F4D0C">
            <w:pPr>
              <w:pStyle w:val="TAH"/>
            </w:pPr>
            <w:r w:rsidRPr="004F4407">
              <w:t>Upper</w:t>
            </w:r>
            <w:r w:rsidR="00565622" w:rsidRPr="004F4407">
              <w:t xml:space="preserve"> </w:t>
            </w:r>
            <w:r w:rsidRPr="00270454">
              <w:t>Tester</w:t>
            </w:r>
            <w:r w:rsidR="00F359D2" w:rsidRPr="00270454">
              <w:t xml:space="preserve"> </w:t>
            </w:r>
            <w:r w:rsidRPr="00270454">
              <w:t>Control</w:t>
            </w:r>
            <w:r w:rsidR="00565622" w:rsidRPr="004F4407">
              <w:t xml:space="preserve"> </w:t>
            </w:r>
            <w:r w:rsidRPr="004F4407">
              <w:t>Message</w:t>
            </w:r>
            <w:r w:rsidR="00565622" w:rsidRPr="004F4407">
              <w:t xml:space="preserve"> </w:t>
            </w:r>
            <w:r w:rsidRPr="004F4407">
              <w:t>Type</w:t>
            </w:r>
          </w:p>
        </w:tc>
        <w:tc>
          <w:tcPr>
            <w:tcW w:w="2407" w:type="dxa"/>
            <w:vMerge w:val="restart"/>
            <w:shd w:val="clear" w:color="auto" w:fill="auto"/>
          </w:tcPr>
          <w:p w14:paraId="5A3F8E4D" w14:textId="41D4FAFE" w:rsidR="001E73A3" w:rsidRPr="004F4407" w:rsidRDefault="001E73A3" w:rsidP="001F4D0C">
            <w:pPr>
              <w:pStyle w:val="TAH"/>
            </w:pPr>
            <w:r w:rsidRPr="0032615D">
              <w:t>TTCN</w:t>
            </w:r>
            <w:r w:rsidRPr="004F4407">
              <w:t>-3</w:t>
            </w:r>
            <w:r w:rsidR="00565622" w:rsidRPr="004F4407">
              <w:t xml:space="preserve"> </w:t>
            </w:r>
            <w:r w:rsidRPr="004F4407">
              <w:t>Primitives</w:t>
            </w:r>
          </w:p>
        </w:tc>
        <w:tc>
          <w:tcPr>
            <w:tcW w:w="1134" w:type="dxa"/>
            <w:gridSpan w:val="2"/>
            <w:shd w:val="clear" w:color="auto" w:fill="auto"/>
          </w:tcPr>
          <w:p w14:paraId="53430F17" w14:textId="77777777" w:rsidR="001E73A3" w:rsidRPr="004F4407" w:rsidRDefault="001E73A3" w:rsidP="001F4D0C">
            <w:pPr>
              <w:pStyle w:val="TAH"/>
            </w:pPr>
            <w:r w:rsidRPr="004F4407">
              <w:t>Direction</w:t>
            </w:r>
          </w:p>
        </w:tc>
      </w:tr>
      <w:tr w:rsidR="001E73A3" w:rsidRPr="004F4407" w14:paraId="4C6B996C" w14:textId="77777777" w:rsidTr="00565622">
        <w:trPr>
          <w:jc w:val="center"/>
        </w:trPr>
        <w:tc>
          <w:tcPr>
            <w:tcW w:w="3258" w:type="dxa"/>
            <w:vMerge/>
            <w:shd w:val="clear" w:color="auto" w:fill="auto"/>
          </w:tcPr>
          <w:p w14:paraId="7026BA22" w14:textId="77777777" w:rsidR="001E73A3" w:rsidRPr="004F4407" w:rsidRDefault="001E73A3" w:rsidP="001F4D0C">
            <w:pPr>
              <w:pStyle w:val="TAH"/>
            </w:pPr>
          </w:p>
        </w:tc>
        <w:tc>
          <w:tcPr>
            <w:tcW w:w="2407" w:type="dxa"/>
            <w:vMerge/>
            <w:shd w:val="clear" w:color="auto" w:fill="auto"/>
          </w:tcPr>
          <w:p w14:paraId="18BF9640" w14:textId="77777777" w:rsidR="001E73A3" w:rsidRPr="004F4407" w:rsidRDefault="001E73A3" w:rsidP="001F4D0C">
            <w:pPr>
              <w:pStyle w:val="TAH"/>
            </w:pPr>
          </w:p>
        </w:tc>
        <w:tc>
          <w:tcPr>
            <w:tcW w:w="562" w:type="dxa"/>
            <w:shd w:val="clear" w:color="auto" w:fill="auto"/>
          </w:tcPr>
          <w:p w14:paraId="08F3DE4F" w14:textId="77777777" w:rsidR="001E73A3" w:rsidRPr="004F4407" w:rsidRDefault="001E73A3" w:rsidP="001F4D0C">
            <w:pPr>
              <w:pStyle w:val="TAH"/>
            </w:pPr>
            <w:r w:rsidRPr="0032615D">
              <w:rPr>
                <w:rFonts w:hint="eastAsia"/>
              </w:rPr>
              <w:t>TS</w:t>
            </w:r>
          </w:p>
        </w:tc>
        <w:tc>
          <w:tcPr>
            <w:tcW w:w="572" w:type="dxa"/>
            <w:shd w:val="clear" w:color="auto" w:fill="auto"/>
          </w:tcPr>
          <w:p w14:paraId="0EA43400" w14:textId="77777777" w:rsidR="001E73A3" w:rsidRPr="004F4407" w:rsidRDefault="001E73A3" w:rsidP="001F4D0C">
            <w:pPr>
              <w:pStyle w:val="TAH"/>
            </w:pPr>
            <w:r w:rsidRPr="0032615D">
              <w:rPr>
                <w:rFonts w:hint="eastAsia"/>
              </w:rPr>
              <w:t>UT</w:t>
            </w:r>
          </w:p>
        </w:tc>
      </w:tr>
      <w:tr w:rsidR="001E73A3" w:rsidRPr="004F4407" w14:paraId="16B2EEE5" w14:textId="77777777" w:rsidTr="00565622">
        <w:trPr>
          <w:jc w:val="center"/>
        </w:trPr>
        <w:tc>
          <w:tcPr>
            <w:tcW w:w="3258" w:type="dxa"/>
            <w:shd w:val="clear" w:color="auto" w:fill="auto"/>
          </w:tcPr>
          <w:p w14:paraId="56E9B1A1" w14:textId="77777777" w:rsidR="001E73A3" w:rsidRPr="004F4407" w:rsidRDefault="001E73A3" w:rsidP="00DB59ED">
            <w:pPr>
              <w:spacing w:after="0"/>
              <w:jc w:val="center"/>
              <w:rPr>
                <w:rFonts w:ascii="Arial" w:hAnsi="Arial" w:cs="Arial"/>
                <w:sz w:val="18"/>
                <w:szCs w:val="16"/>
              </w:rPr>
            </w:pPr>
            <w:r w:rsidRPr="004F4407">
              <w:rPr>
                <w:rFonts w:ascii="Arial" w:hAnsi="Arial" w:cs="Arial"/>
                <w:sz w:val="18"/>
                <w:szCs w:val="16"/>
              </w:rPr>
              <w:t>Trigger</w:t>
            </w:r>
          </w:p>
        </w:tc>
        <w:tc>
          <w:tcPr>
            <w:tcW w:w="2407" w:type="dxa"/>
            <w:shd w:val="clear" w:color="auto" w:fill="auto"/>
          </w:tcPr>
          <w:p w14:paraId="5E504ED2" w14:textId="7AF47A49" w:rsidR="001E73A3" w:rsidRPr="004F4407" w:rsidRDefault="001E73A3" w:rsidP="00DB59ED">
            <w:pPr>
              <w:spacing w:after="0"/>
              <w:jc w:val="center"/>
              <w:rPr>
                <w:rFonts w:ascii="Arial" w:hAnsi="Arial" w:cs="Arial"/>
                <w:sz w:val="18"/>
                <w:szCs w:val="16"/>
              </w:rPr>
            </w:pPr>
            <w:proofErr w:type="spellStart"/>
            <w:r w:rsidRPr="004F4407">
              <w:rPr>
                <w:rFonts w:ascii="Arial" w:hAnsi="Arial" w:cs="Arial" w:hint="eastAsia"/>
                <w:sz w:val="18"/>
                <w:szCs w:val="16"/>
              </w:rPr>
              <w:t>U</w:t>
            </w:r>
            <w:r w:rsidRPr="004F4407">
              <w:rPr>
                <w:rFonts w:ascii="Arial" w:hAnsi="Arial" w:cs="Arial"/>
                <w:sz w:val="18"/>
                <w:szCs w:val="16"/>
              </w:rPr>
              <w:t>tTrigger</w:t>
            </w:r>
            <w:proofErr w:type="spellEnd"/>
            <w:r w:rsidR="00565622" w:rsidRPr="004F4407">
              <w:rPr>
                <w:rFonts w:ascii="Arial" w:hAnsi="Arial" w:cs="Arial"/>
                <w:sz w:val="18"/>
                <w:szCs w:val="16"/>
              </w:rPr>
              <w:t xml:space="preserve"> </w:t>
            </w:r>
            <w:r w:rsidRPr="004F4407">
              <w:rPr>
                <w:rFonts w:ascii="Arial" w:hAnsi="Arial" w:cs="Arial" w:hint="eastAsia"/>
                <w:sz w:val="18"/>
                <w:szCs w:val="16"/>
              </w:rPr>
              <w:t>Primitive</w:t>
            </w:r>
          </w:p>
        </w:tc>
        <w:tc>
          <w:tcPr>
            <w:tcW w:w="1134" w:type="dxa"/>
            <w:gridSpan w:val="2"/>
            <w:shd w:val="clear" w:color="auto" w:fill="auto"/>
          </w:tcPr>
          <w:p w14:paraId="49ECA641" w14:textId="77777777" w:rsidR="001E73A3" w:rsidRPr="004F4407" w:rsidRDefault="001E73A3" w:rsidP="00DB59ED">
            <w:pPr>
              <w:spacing w:after="0"/>
              <w:jc w:val="center"/>
              <w:rPr>
                <w:rFonts w:ascii="Arial" w:hAnsi="Arial" w:cs="Arial"/>
                <w:b/>
                <w:sz w:val="18"/>
                <w:szCs w:val="16"/>
              </w:rPr>
            </w:pPr>
            <w:r w:rsidRPr="004F4407">
              <w:rPr>
                <w:rFonts w:ascii="Arial" w:hAnsi="Arial" w:cs="Arial"/>
                <w:b/>
                <w:sz w:val="18"/>
                <w:szCs w:val="16"/>
              </w:rPr>
              <w:sym w:font="Wingdings" w:char="F0E0"/>
            </w:r>
          </w:p>
        </w:tc>
      </w:tr>
      <w:tr w:rsidR="001E73A3" w:rsidRPr="004F4407" w14:paraId="2E5D4F0C" w14:textId="77777777" w:rsidTr="00565622">
        <w:trPr>
          <w:jc w:val="center"/>
        </w:trPr>
        <w:tc>
          <w:tcPr>
            <w:tcW w:w="3258" w:type="dxa"/>
            <w:shd w:val="clear" w:color="auto" w:fill="auto"/>
          </w:tcPr>
          <w:p w14:paraId="69839484" w14:textId="0E4427BF" w:rsidR="001E73A3" w:rsidRPr="004F4407" w:rsidRDefault="001E73A3" w:rsidP="00DB59ED">
            <w:pPr>
              <w:spacing w:after="0"/>
              <w:jc w:val="center"/>
              <w:rPr>
                <w:rFonts w:ascii="Arial" w:hAnsi="Arial" w:cs="Arial"/>
                <w:sz w:val="18"/>
                <w:szCs w:val="16"/>
                <w:lang w:eastAsia="ko-KR"/>
              </w:rPr>
            </w:pPr>
            <w:r w:rsidRPr="004F4407">
              <w:rPr>
                <w:rFonts w:ascii="Arial" w:hAnsi="Arial" w:cs="Arial" w:hint="eastAsia"/>
                <w:sz w:val="18"/>
                <w:szCs w:val="16"/>
                <w:lang w:eastAsia="ko-KR"/>
              </w:rPr>
              <w:t>Trigger</w:t>
            </w:r>
            <w:r w:rsidR="00565622" w:rsidRPr="004F4407">
              <w:rPr>
                <w:rFonts w:ascii="Arial" w:hAnsi="Arial" w:cs="Arial"/>
                <w:sz w:val="18"/>
                <w:szCs w:val="16"/>
                <w:lang w:eastAsia="ko-KR"/>
              </w:rPr>
              <w:t xml:space="preserve"> </w:t>
            </w:r>
            <w:r w:rsidRPr="004F4407">
              <w:rPr>
                <w:rFonts w:ascii="Arial" w:hAnsi="Arial" w:cs="Arial"/>
                <w:sz w:val="18"/>
                <w:szCs w:val="16"/>
                <w:lang w:eastAsia="ko-KR"/>
              </w:rPr>
              <w:t>Acknowledgement</w:t>
            </w:r>
          </w:p>
        </w:tc>
        <w:tc>
          <w:tcPr>
            <w:tcW w:w="2407" w:type="dxa"/>
            <w:shd w:val="clear" w:color="auto" w:fill="auto"/>
          </w:tcPr>
          <w:p w14:paraId="77E5772C" w14:textId="3C2850BD" w:rsidR="001E73A3" w:rsidRPr="004F4407" w:rsidRDefault="001E73A3" w:rsidP="00DB59ED">
            <w:pPr>
              <w:spacing w:after="0"/>
              <w:jc w:val="center"/>
              <w:rPr>
                <w:rFonts w:ascii="Arial" w:hAnsi="Arial" w:cs="Arial"/>
                <w:sz w:val="18"/>
                <w:szCs w:val="16"/>
                <w:lang w:eastAsia="ko-KR"/>
              </w:rPr>
            </w:pPr>
            <w:proofErr w:type="spellStart"/>
            <w:r w:rsidRPr="004F4407">
              <w:rPr>
                <w:rFonts w:ascii="Arial" w:hAnsi="Arial" w:cs="Arial" w:hint="eastAsia"/>
                <w:sz w:val="18"/>
                <w:szCs w:val="16"/>
                <w:lang w:eastAsia="ko-KR"/>
              </w:rPr>
              <w:t>UtTriggerAck</w:t>
            </w:r>
            <w:proofErr w:type="spellEnd"/>
            <w:r w:rsidR="00565622" w:rsidRPr="004F4407">
              <w:rPr>
                <w:rFonts w:ascii="Arial" w:hAnsi="Arial" w:cs="Arial"/>
                <w:sz w:val="18"/>
                <w:szCs w:val="16"/>
                <w:lang w:eastAsia="ko-KR"/>
              </w:rPr>
              <w:t xml:space="preserve"> </w:t>
            </w:r>
            <w:r w:rsidRPr="004F4407">
              <w:rPr>
                <w:rFonts w:ascii="Arial" w:hAnsi="Arial" w:cs="Arial"/>
                <w:sz w:val="18"/>
                <w:szCs w:val="16"/>
                <w:lang w:eastAsia="ko-KR"/>
              </w:rPr>
              <w:t>Primitive</w:t>
            </w:r>
          </w:p>
        </w:tc>
        <w:tc>
          <w:tcPr>
            <w:tcW w:w="1134" w:type="dxa"/>
            <w:gridSpan w:val="2"/>
            <w:shd w:val="clear" w:color="auto" w:fill="auto"/>
          </w:tcPr>
          <w:p w14:paraId="3919D06A" w14:textId="77777777" w:rsidR="001E73A3" w:rsidRPr="004F4407" w:rsidRDefault="001E73A3" w:rsidP="00DB59ED">
            <w:pPr>
              <w:spacing w:after="0"/>
              <w:jc w:val="center"/>
              <w:rPr>
                <w:rFonts w:ascii="Arial" w:hAnsi="Arial" w:cs="Arial"/>
                <w:b/>
                <w:sz w:val="18"/>
                <w:szCs w:val="16"/>
                <w:lang w:eastAsia="ko-KR"/>
              </w:rPr>
            </w:pPr>
            <w:r w:rsidRPr="004F4407">
              <w:rPr>
                <w:rFonts w:ascii="Arial" w:hAnsi="Arial" w:cs="Arial"/>
                <w:b/>
                <w:sz w:val="18"/>
                <w:szCs w:val="16"/>
              </w:rPr>
              <w:sym w:font="Wingdings" w:char="F0DF"/>
            </w:r>
          </w:p>
        </w:tc>
      </w:tr>
    </w:tbl>
    <w:p w14:paraId="4CAE3F59" w14:textId="77777777" w:rsidR="001E73A3" w:rsidRPr="004F4407" w:rsidRDefault="001E73A3" w:rsidP="00C31CB4"/>
    <w:p w14:paraId="53C117D1" w14:textId="65795E70" w:rsidR="001E73A3" w:rsidRPr="004F4407" w:rsidRDefault="00BD30A0" w:rsidP="002C411B">
      <w:pPr>
        <w:pStyle w:val="Heading5"/>
      </w:pPr>
      <w:bookmarkStart w:id="34" w:name="_Toc13748868"/>
      <w:r w:rsidRPr="004F4407">
        <w:t>5.4.2.2.2</w:t>
      </w:r>
      <w:r w:rsidRPr="004F4407">
        <w:tab/>
      </w:r>
      <w:proofErr w:type="spellStart"/>
      <w:r w:rsidR="001E73A3" w:rsidRPr="004F4407">
        <w:t>UtTrigger</w:t>
      </w:r>
      <w:proofErr w:type="spellEnd"/>
      <w:r w:rsidR="001E73A3" w:rsidRPr="004F4407">
        <w:t xml:space="preserve"> and </w:t>
      </w:r>
      <w:proofErr w:type="spellStart"/>
      <w:r w:rsidR="001E73A3" w:rsidRPr="004F4407">
        <w:t>UtTriggerAck</w:t>
      </w:r>
      <w:proofErr w:type="spellEnd"/>
      <w:r w:rsidR="001E73A3" w:rsidRPr="004F4407">
        <w:t xml:space="preserve"> Primitives</w:t>
      </w:r>
      <w:bookmarkEnd w:id="34"/>
    </w:p>
    <w:p w14:paraId="31BB88A4" w14:textId="71EB1E18" w:rsidR="001E73A3" w:rsidRPr="004F4407" w:rsidRDefault="001E73A3" w:rsidP="001F4D0C">
      <w:r w:rsidRPr="004F4407">
        <w:t xml:space="preserve">The </w:t>
      </w:r>
      <w:proofErr w:type="spellStart"/>
      <w:r w:rsidRPr="004F4407">
        <w:t>UtTrigger</w:t>
      </w:r>
      <w:proofErr w:type="spellEnd"/>
      <w:r w:rsidRPr="004F4407">
        <w:t xml:space="preserve"> primitive is initialized by the Test System to send triggering message to the target </w:t>
      </w:r>
      <w:r w:rsidRPr="0032615D">
        <w:t>IUT</w:t>
      </w:r>
      <w:r w:rsidRPr="004F4407">
        <w:t xml:space="preserve"> as depicted in </w:t>
      </w:r>
      <w:r w:rsidR="009F5486" w:rsidRPr="004F4407">
        <w:t xml:space="preserve">figure </w:t>
      </w:r>
      <w:r w:rsidRPr="004F4407">
        <w:t xml:space="preserve">5.4.2.2.2-1. The </w:t>
      </w:r>
      <w:r w:rsidRPr="0032615D">
        <w:t>IUT</w:t>
      </w:r>
      <w:r w:rsidRPr="004F4407">
        <w:t xml:space="preserve"> will send acknowledgement message back to the Test System using </w:t>
      </w:r>
      <w:proofErr w:type="spellStart"/>
      <w:r w:rsidRPr="004F4407">
        <w:t>UtTriggerAck</w:t>
      </w:r>
      <w:proofErr w:type="spellEnd"/>
      <w:r w:rsidRPr="004F4407">
        <w:t xml:space="preserve"> primitive if trigger message is successfully transported to the </w:t>
      </w:r>
      <w:r w:rsidRPr="0032615D">
        <w:t>IUT</w:t>
      </w:r>
      <w:r w:rsidRPr="004F4407">
        <w:t xml:space="preserve">. Then </w:t>
      </w:r>
      <w:r w:rsidRPr="0032615D">
        <w:t>IUT</w:t>
      </w:r>
      <w:r w:rsidRPr="004F4407">
        <w:t xml:space="preserve"> starts interaction with Test System through oneM2M request and response primitives.</w:t>
      </w:r>
    </w:p>
    <w:p w14:paraId="0275BBA5" w14:textId="77777777" w:rsidR="001E73A3" w:rsidRPr="004F4407" w:rsidRDefault="001F4D0C" w:rsidP="001F4D0C">
      <w:pPr>
        <w:pStyle w:val="FL"/>
      </w:pPr>
      <w:r w:rsidRPr="004F4407">
        <w:object w:dxaOrig="1968" w:dyaOrig="1279" w14:anchorId="3D97A9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120pt" o:ole="">
            <v:imagedata r:id="rId21" o:title="" cropbottom="8994f" cropright="13397f"/>
          </v:shape>
          <o:OLEObject Type="Embed" ProgID="Visio.Drawing.15" ShapeID="_x0000_i1025" DrawAspect="Content" ObjectID="_1769584464" r:id="rId22"/>
        </w:object>
      </w:r>
    </w:p>
    <w:p w14:paraId="79AC6807" w14:textId="77777777" w:rsidR="001E73A3" w:rsidRPr="004F4407" w:rsidRDefault="001E73A3" w:rsidP="001F4D0C">
      <w:pPr>
        <w:pStyle w:val="TF"/>
      </w:pPr>
      <w:r w:rsidRPr="004F4407">
        <w:t>Figure 5.4.2.2.2-1</w:t>
      </w:r>
      <w:r w:rsidR="001F4D0C" w:rsidRPr="004F4407">
        <w:t>:</w:t>
      </w:r>
      <w:r w:rsidRPr="004F4407">
        <w:t xml:space="preserve"> Trigger message flow</w:t>
      </w:r>
    </w:p>
    <w:p w14:paraId="661FD27F" w14:textId="292DDB28" w:rsidR="001E73A3" w:rsidRPr="004F4407" w:rsidRDefault="001E73A3" w:rsidP="001E73A3">
      <w:r w:rsidRPr="004F4407">
        <w:lastRenderedPageBreak/>
        <w:t>Table 5.4.2.2.2-</w:t>
      </w:r>
      <w:r w:rsidR="00FD5764" w:rsidRPr="004F4407">
        <w:t xml:space="preserve">1 </w:t>
      </w:r>
      <w:r w:rsidRPr="004F4407">
        <w:t xml:space="preserve">defines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primitives including oneM2M data types to which are mapped as well as examples to show how to </w:t>
      </w:r>
      <w:r w:rsidR="000E5084" w:rsidRPr="004F4407">
        <w:t>implement</w:t>
      </w:r>
      <w:r w:rsidRPr="004F4407">
        <w:t xml:space="preserve">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primitives.</w:t>
      </w:r>
    </w:p>
    <w:p w14:paraId="6DDB4FF0" w14:textId="77777777" w:rsidR="001E73A3" w:rsidRPr="004F4407" w:rsidRDefault="001E73A3" w:rsidP="001E73A3">
      <w:pPr>
        <w:rPr>
          <w:color w:val="C00000"/>
        </w:rPr>
        <w:sectPr w:rsidR="001E73A3" w:rsidRPr="004F4407" w:rsidSect="00802AA2">
          <w:headerReference w:type="default" r:id="rId23"/>
          <w:footerReference w:type="default" r:id="rId24"/>
          <w:footnotePr>
            <w:numRestart w:val="eachSect"/>
          </w:footnotePr>
          <w:pgSz w:w="11907" w:h="16840"/>
          <w:pgMar w:top="1418" w:right="1134" w:bottom="1134" w:left="1134" w:header="680" w:footer="680" w:gutter="0"/>
          <w:cols w:space="720"/>
          <w:docGrid w:linePitch="272"/>
        </w:sectPr>
      </w:pPr>
    </w:p>
    <w:p w14:paraId="5BEE31D4" w14:textId="6055A06E" w:rsidR="00405B2A" w:rsidRPr="004F4407" w:rsidRDefault="00405B2A" w:rsidP="001F4D0C">
      <w:pPr>
        <w:pStyle w:val="TH"/>
      </w:pPr>
      <w:r w:rsidRPr="004F4407">
        <w:lastRenderedPageBreak/>
        <w:t>Table 5.4.2.2.2-</w:t>
      </w:r>
      <w:r w:rsidR="009F5486" w:rsidRPr="004F4407">
        <w:t>1</w:t>
      </w:r>
      <w:r w:rsidR="001F4D0C" w:rsidRPr="004F4407">
        <w:t>:</w:t>
      </w:r>
      <w:r w:rsidRPr="004F4407">
        <w:t xml:space="preserve">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w:t>
      </w:r>
    </w:p>
    <w:tbl>
      <w:tblPr>
        <w:tblW w:w="14703" w:type="dxa"/>
        <w:jc w:val="center"/>
        <w:tblCellSpacing w:w="0" w:type="dxa"/>
        <w:tblBorders>
          <w:top w:val="single" w:sz="6" w:space="0" w:color="auto"/>
          <w:left w:val="single" w:sz="6" w:space="0" w:color="auto"/>
          <w:bottom w:val="single" w:sz="6" w:space="0" w:color="auto"/>
          <w:right w:val="single" w:sz="6" w:space="0" w:color="auto"/>
        </w:tblBorders>
        <w:tblLayout w:type="fixed"/>
        <w:tblCellMar>
          <w:left w:w="28" w:type="dxa"/>
        </w:tblCellMar>
        <w:tblLook w:val="04A0" w:firstRow="1" w:lastRow="0" w:firstColumn="1" w:lastColumn="0" w:noHBand="0" w:noVBand="1"/>
      </w:tblPr>
      <w:tblGrid>
        <w:gridCol w:w="1413"/>
        <w:gridCol w:w="1698"/>
        <w:gridCol w:w="1531"/>
        <w:gridCol w:w="1129"/>
        <w:gridCol w:w="4732"/>
        <w:gridCol w:w="4200"/>
      </w:tblGrid>
      <w:tr w:rsidR="006D6FB4" w:rsidRPr="004F4407" w14:paraId="4FBBFBCA" w14:textId="77777777" w:rsidTr="003C7FCA">
        <w:trPr>
          <w:tblHeader/>
          <w:tblCellSpacing w:w="0" w:type="dxa"/>
          <w:jc w:val="center"/>
        </w:trPr>
        <w:tc>
          <w:tcPr>
            <w:tcW w:w="1413" w:type="dxa"/>
            <w:tcBorders>
              <w:top w:val="nil"/>
              <w:bottom w:val="single" w:sz="6" w:space="0" w:color="auto"/>
              <w:right w:val="single" w:sz="6" w:space="0" w:color="auto"/>
            </w:tcBorders>
          </w:tcPr>
          <w:p w14:paraId="5BFA888D" w14:textId="4643EE60" w:rsidR="00405B2A" w:rsidRPr="004F4407" w:rsidRDefault="00405B2A" w:rsidP="00AB0309">
            <w:pPr>
              <w:pStyle w:val="TAH"/>
              <w:rPr>
                <w:rFonts w:eastAsia="Gulim"/>
              </w:rPr>
            </w:pPr>
            <w:r w:rsidRPr="0032615D">
              <w:rPr>
                <w:rFonts w:eastAsia="Gulim"/>
              </w:rPr>
              <w:t>Ut</w:t>
            </w:r>
            <w:r w:rsidR="00565622" w:rsidRPr="004F4407">
              <w:rPr>
                <w:rFonts w:eastAsia="Gulim"/>
              </w:rPr>
              <w:t xml:space="preserve"> </w:t>
            </w:r>
            <w:r w:rsidRPr="004F4407">
              <w:rPr>
                <w:rFonts w:eastAsia="Gulim" w:hint="eastAsia"/>
              </w:rPr>
              <w:t>Control</w:t>
            </w:r>
            <w:r w:rsidR="00565622" w:rsidRPr="004F4407">
              <w:rPr>
                <w:rFonts w:eastAsia="Gulim" w:hint="eastAsia"/>
              </w:rPr>
              <w:t xml:space="preserve"> </w:t>
            </w:r>
            <w:r w:rsidRPr="004F4407">
              <w:rPr>
                <w:rFonts w:eastAsia="Gulim" w:hint="eastAsia"/>
              </w:rPr>
              <w:t>Primitive</w:t>
            </w:r>
          </w:p>
        </w:tc>
        <w:tc>
          <w:tcPr>
            <w:tcW w:w="1698" w:type="dxa"/>
            <w:tcBorders>
              <w:top w:val="nil"/>
              <w:left w:val="single" w:sz="6" w:space="0" w:color="auto"/>
              <w:bottom w:val="single" w:sz="6" w:space="0" w:color="auto"/>
              <w:right w:val="single" w:sz="6" w:space="0" w:color="auto"/>
            </w:tcBorders>
            <w:hideMark/>
          </w:tcPr>
          <w:p w14:paraId="355570B3" w14:textId="2407BD48" w:rsidR="00405B2A" w:rsidRPr="004F4407" w:rsidRDefault="00405B2A" w:rsidP="00AB0309">
            <w:pPr>
              <w:pStyle w:val="TAH"/>
              <w:rPr>
                <w:rFonts w:eastAsia="Gulim"/>
              </w:rPr>
            </w:pPr>
            <w:r w:rsidRPr="004F4407">
              <w:rPr>
                <w:rFonts w:eastAsia="Gulim"/>
              </w:rPr>
              <w:t>Mapping</w:t>
            </w:r>
            <w:r w:rsidR="00565622" w:rsidRPr="004F4407">
              <w:rPr>
                <w:rFonts w:eastAsia="Gulim"/>
              </w:rPr>
              <w:t xml:space="preserve"> </w:t>
            </w:r>
            <w:r w:rsidRPr="004F4407">
              <w:rPr>
                <w:rFonts w:eastAsia="Gulim"/>
              </w:rPr>
              <w:t>to</w:t>
            </w:r>
            <w:r w:rsidR="00565622" w:rsidRPr="004F4407">
              <w:rPr>
                <w:rFonts w:eastAsia="Gulim"/>
              </w:rPr>
              <w:t xml:space="preserve"> </w:t>
            </w:r>
            <w:r w:rsidRPr="004F4407">
              <w:rPr>
                <w:rFonts w:eastAsia="Gulim"/>
              </w:rPr>
              <w:t>oneM2M</w:t>
            </w:r>
            <w:r w:rsidR="00565622" w:rsidRPr="004F4407">
              <w:rPr>
                <w:rFonts w:eastAsia="Gulim"/>
              </w:rPr>
              <w:t xml:space="preserve"> </w:t>
            </w:r>
            <w:r w:rsidRPr="004F4407">
              <w:rPr>
                <w:rFonts w:eastAsia="Gulim"/>
              </w:rPr>
              <w:t>data</w:t>
            </w:r>
            <w:r w:rsidR="00565622" w:rsidRPr="004F4407">
              <w:rPr>
                <w:rFonts w:eastAsia="Gulim"/>
              </w:rPr>
              <w:t xml:space="preserve"> </w:t>
            </w:r>
            <w:r w:rsidRPr="004F4407">
              <w:rPr>
                <w:rFonts w:eastAsia="Gulim"/>
              </w:rPr>
              <w:t>types</w:t>
            </w:r>
          </w:p>
        </w:tc>
        <w:tc>
          <w:tcPr>
            <w:tcW w:w="1531" w:type="dxa"/>
            <w:tcBorders>
              <w:top w:val="nil"/>
              <w:left w:val="single" w:sz="6" w:space="0" w:color="auto"/>
              <w:bottom w:val="single" w:sz="6" w:space="0" w:color="auto"/>
              <w:right w:val="single" w:sz="6" w:space="0" w:color="auto"/>
            </w:tcBorders>
            <w:hideMark/>
          </w:tcPr>
          <w:p w14:paraId="29D156F3" w14:textId="77777777" w:rsidR="00405B2A" w:rsidRPr="004F4407" w:rsidRDefault="00405B2A" w:rsidP="00AB0309">
            <w:pPr>
              <w:pStyle w:val="TAH"/>
              <w:rPr>
                <w:rFonts w:eastAsia="Gulim"/>
              </w:rPr>
            </w:pPr>
            <w:r w:rsidRPr="004F4407">
              <w:rPr>
                <w:rFonts w:eastAsia="Gulim"/>
              </w:rPr>
              <w:t>Description</w:t>
            </w:r>
          </w:p>
        </w:tc>
        <w:tc>
          <w:tcPr>
            <w:tcW w:w="1129" w:type="dxa"/>
            <w:tcBorders>
              <w:top w:val="nil"/>
              <w:left w:val="single" w:sz="6" w:space="0" w:color="auto"/>
              <w:bottom w:val="single" w:sz="6" w:space="0" w:color="auto"/>
              <w:right w:val="single" w:sz="6" w:space="0" w:color="auto"/>
            </w:tcBorders>
            <w:hideMark/>
          </w:tcPr>
          <w:p w14:paraId="5F016C89" w14:textId="77777777" w:rsidR="00405B2A" w:rsidRPr="004F4407" w:rsidRDefault="00405B2A" w:rsidP="00AB0309">
            <w:pPr>
              <w:pStyle w:val="TAH"/>
              <w:rPr>
                <w:rFonts w:eastAsia="Gulim"/>
              </w:rPr>
            </w:pPr>
            <w:r w:rsidRPr="004F4407">
              <w:rPr>
                <w:rFonts w:eastAsia="Gulim"/>
              </w:rPr>
              <w:t>Reference</w:t>
            </w:r>
          </w:p>
        </w:tc>
        <w:tc>
          <w:tcPr>
            <w:tcW w:w="4732" w:type="dxa"/>
            <w:tcBorders>
              <w:top w:val="nil"/>
              <w:left w:val="single" w:sz="6" w:space="0" w:color="auto"/>
              <w:bottom w:val="single" w:sz="6" w:space="0" w:color="auto"/>
              <w:right w:val="single" w:sz="6" w:space="0" w:color="auto"/>
            </w:tcBorders>
          </w:tcPr>
          <w:p w14:paraId="54ADAFD1" w14:textId="7721F51E" w:rsidR="00405B2A" w:rsidRPr="004F4407" w:rsidRDefault="00405B2A" w:rsidP="00AB0309">
            <w:pPr>
              <w:pStyle w:val="TAH"/>
              <w:rPr>
                <w:rFonts w:eastAsia="Gulim"/>
              </w:rPr>
            </w:pPr>
            <w:r w:rsidRPr="004F4407">
              <w:rPr>
                <w:rFonts w:eastAsia="Gulim"/>
              </w:rPr>
              <w:t>Triggering</w:t>
            </w:r>
            <w:r w:rsidR="00565622" w:rsidRPr="004F4407">
              <w:rPr>
                <w:rFonts w:eastAsia="Gulim"/>
              </w:rPr>
              <w:t xml:space="preserve"> </w:t>
            </w:r>
            <w:r w:rsidRPr="004F4407">
              <w:rPr>
                <w:rFonts w:eastAsia="Gulim"/>
              </w:rPr>
              <w:t>Message</w:t>
            </w:r>
          </w:p>
        </w:tc>
        <w:tc>
          <w:tcPr>
            <w:tcW w:w="4200" w:type="dxa"/>
            <w:tcBorders>
              <w:top w:val="nil"/>
              <w:left w:val="single" w:sz="6" w:space="0" w:color="auto"/>
              <w:bottom w:val="single" w:sz="6" w:space="0" w:color="auto"/>
            </w:tcBorders>
            <w:hideMark/>
          </w:tcPr>
          <w:p w14:paraId="263EBBEB" w14:textId="6F8B3A4B" w:rsidR="00405B2A" w:rsidRPr="004F4407" w:rsidRDefault="00405B2A" w:rsidP="00AB0309">
            <w:pPr>
              <w:pStyle w:val="TAH"/>
              <w:rPr>
                <w:rFonts w:eastAsia="Gulim"/>
              </w:rPr>
            </w:pPr>
            <w:r w:rsidRPr="0032615D">
              <w:rPr>
                <w:rFonts w:eastAsia="Gulim"/>
              </w:rPr>
              <w:t>HTTP</w:t>
            </w:r>
            <w:r w:rsidR="00565622" w:rsidRPr="004F4407">
              <w:rPr>
                <w:rFonts w:eastAsia="Gulim"/>
              </w:rPr>
              <w:t xml:space="preserve"> </w:t>
            </w:r>
            <w:r w:rsidRPr="004F4407">
              <w:rPr>
                <w:rFonts w:eastAsia="Gulim"/>
              </w:rPr>
              <w:t>message</w:t>
            </w:r>
          </w:p>
        </w:tc>
      </w:tr>
      <w:tr w:rsidR="006D6FB4" w:rsidRPr="004F4407" w14:paraId="4FBEF1C4" w14:textId="77777777" w:rsidTr="003C7FCA">
        <w:trPr>
          <w:tblCellSpacing w:w="0" w:type="dxa"/>
          <w:jc w:val="center"/>
        </w:trPr>
        <w:tc>
          <w:tcPr>
            <w:tcW w:w="1413" w:type="dxa"/>
            <w:vMerge w:val="restart"/>
            <w:tcBorders>
              <w:top w:val="nil"/>
              <w:bottom w:val="single" w:sz="6" w:space="0" w:color="auto"/>
              <w:right w:val="single" w:sz="6" w:space="0" w:color="auto"/>
            </w:tcBorders>
          </w:tcPr>
          <w:p w14:paraId="79B750EB" w14:textId="2EACD114" w:rsidR="00405B2A" w:rsidRPr="004F4407" w:rsidRDefault="00405B2A" w:rsidP="004A5A4F">
            <w:pPr>
              <w:spacing w:after="0"/>
              <w:jc w:val="center"/>
              <w:rPr>
                <w:rFonts w:ascii="Arial" w:eastAsia="Gulim" w:hAnsi="Arial" w:cs="Arial"/>
                <w:i/>
                <w:iCs/>
                <w:sz w:val="18"/>
                <w:szCs w:val="18"/>
                <w:lang w:eastAsia="ko-KR"/>
              </w:rPr>
            </w:pPr>
            <w:proofErr w:type="spellStart"/>
            <w:r w:rsidRPr="004F4407">
              <w:rPr>
                <w:rFonts w:ascii="Arial" w:eastAsia="Gulim" w:hAnsi="Arial" w:cs="Arial"/>
                <w:i/>
                <w:iCs/>
                <w:sz w:val="18"/>
                <w:szCs w:val="18"/>
                <w:lang w:eastAsia="ko-KR"/>
              </w:rPr>
              <w:t>UtTrigger</w:t>
            </w:r>
            <w:proofErr w:type="spellEnd"/>
            <w:r w:rsidR="00565622" w:rsidRPr="004F4407">
              <w:rPr>
                <w:rFonts w:ascii="Arial" w:eastAsia="Gulim" w:hAnsi="Arial" w:cs="Arial"/>
                <w:i/>
                <w:iCs/>
                <w:sz w:val="18"/>
                <w:szCs w:val="18"/>
                <w:lang w:eastAsia="ko-KR"/>
              </w:rPr>
              <w:t xml:space="preserve"> </w:t>
            </w:r>
            <w:r w:rsidRPr="004F4407">
              <w:rPr>
                <w:rFonts w:ascii="Arial" w:eastAsia="Gulim" w:hAnsi="Arial" w:cs="Arial"/>
                <w:i/>
                <w:iCs/>
                <w:sz w:val="18"/>
                <w:szCs w:val="18"/>
                <w:lang w:eastAsia="ko-KR"/>
              </w:rPr>
              <w:t>Primitive</w:t>
            </w:r>
          </w:p>
        </w:tc>
        <w:tc>
          <w:tcPr>
            <w:tcW w:w="1698" w:type="dxa"/>
            <w:vMerge w:val="restart"/>
            <w:tcBorders>
              <w:top w:val="nil"/>
              <w:left w:val="single" w:sz="6" w:space="0" w:color="auto"/>
              <w:bottom w:val="single" w:sz="6" w:space="0" w:color="auto"/>
              <w:right w:val="single" w:sz="6" w:space="0" w:color="auto"/>
            </w:tcBorders>
          </w:tcPr>
          <w:p w14:paraId="36EEF0D8" w14:textId="2BCD2812" w:rsidR="00405B2A" w:rsidRPr="004F4407" w:rsidRDefault="00F359D2" w:rsidP="0061334F">
            <w:pPr>
              <w:overflowPunct/>
              <w:autoSpaceDE/>
              <w:autoSpaceDN/>
              <w:adjustRightInd/>
              <w:spacing w:after="0"/>
              <w:jc w:val="center"/>
              <w:textAlignment w:val="auto"/>
              <w:rPr>
                <w:rFonts w:ascii="Arial" w:eastAsia="Gulim" w:hAnsi="Arial" w:cs="Arial"/>
                <w:i/>
                <w:iCs/>
                <w:sz w:val="18"/>
                <w:szCs w:val="18"/>
                <w:lang w:eastAsia="ko-KR"/>
              </w:rPr>
            </w:pPr>
            <w:proofErr w:type="spellStart"/>
            <w:r>
              <w:rPr>
                <w:rFonts w:ascii="Arial" w:eastAsia="Gulim" w:hAnsi="Arial" w:cs="Arial"/>
                <w:i/>
                <w:iCs/>
                <w:sz w:val="18"/>
                <w:szCs w:val="18"/>
                <w:lang w:eastAsia="ko-KR"/>
              </w:rPr>
              <w:t>requestPrimitive</w:t>
            </w:r>
            <w:proofErr w:type="spellEnd"/>
          </w:p>
        </w:tc>
        <w:tc>
          <w:tcPr>
            <w:tcW w:w="1531" w:type="dxa"/>
            <w:vMerge w:val="restart"/>
            <w:tcBorders>
              <w:top w:val="nil"/>
              <w:left w:val="single" w:sz="6" w:space="0" w:color="auto"/>
              <w:bottom w:val="single" w:sz="6" w:space="0" w:color="auto"/>
              <w:right w:val="single" w:sz="6" w:space="0" w:color="auto"/>
            </w:tcBorders>
          </w:tcPr>
          <w:p w14:paraId="079A51C2" w14:textId="3B0C454D"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essential</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parameters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000E5084"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0E5084" w:rsidRPr="004F4407">
              <w:rPr>
                <w:rFonts w:ascii="Arial" w:eastAsia="Gulim" w:hAnsi="Arial" w:cs="Arial"/>
                <w:bCs/>
                <w:sz w:val="18"/>
                <w:szCs w:val="18"/>
                <w:lang w:eastAsia="ko-KR"/>
              </w:rPr>
              <w:t>case</w:t>
            </w:r>
          </w:p>
          <w:p w14:paraId="463F374C"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p w14:paraId="023944D1" w14:textId="29886ABA" w:rsidR="00405B2A" w:rsidRPr="004F4407" w:rsidRDefault="00BE543E" w:rsidP="006D6FB4">
            <w:pPr>
              <w:pStyle w:val="TAC"/>
              <w:rPr>
                <w:rFonts w:eastAsia="Gulim"/>
                <w:lang w:eastAsia="ko-KR"/>
              </w:rPr>
            </w:pPr>
            <w:r w:rsidRPr="004F4407">
              <w:rPr>
                <w:rFonts w:eastAsia="Gulim"/>
                <w:lang w:eastAsia="ko-KR"/>
              </w:rPr>
              <w:t>See</w:t>
            </w:r>
            <w:r w:rsidR="00565622" w:rsidRPr="004F4407">
              <w:rPr>
                <w:rFonts w:eastAsia="Gulim"/>
                <w:lang w:eastAsia="ko-KR"/>
              </w:rPr>
              <w:t xml:space="preserve"> </w:t>
            </w:r>
            <w:r w:rsidRPr="004F4407">
              <w:rPr>
                <w:rFonts w:eastAsia="Gulim"/>
                <w:lang w:eastAsia="ko-KR"/>
              </w:rPr>
              <w:t>note</w:t>
            </w:r>
            <w:r w:rsidR="00565622" w:rsidRPr="004F4407">
              <w:rPr>
                <w:rFonts w:eastAsia="Gulim"/>
                <w:lang w:eastAsia="ko-KR"/>
              </w:rPr>
              <w:t xml:space="preserve"> </w:t>
            </w:r>
            <w:r w:rsidRPr="004F4407">
              <w:rPr>
                <w:rFonts w:eastAsia="Gulim"/>
                <w:lang w:eastAsia="ko-KR"/>
              </w:rPr>
              <w:t>1</w:t>
            </w:r>
          </w:p>
        </w:tc>
        <w:tc>
          <w:tcPr>
            <w:tcW w:w="1129" w:type="dxa"/>
            <w:vMerge w:val="restart"/>
            <w:tcBorders>
              <w:top w:val="nil"/>
              <w:left w:val="single" w:sz="6" w:space="0" w:color="auto"/>
              <w:bottom w:val="single" w:sz="6" w:space="0" w:color="auto"/>
              <w:right w:val="single" w:sz="6" w:space="0" w:color="auto"/>
            </w:tcBorders>
          </w:tcPr>
          <w:p w14:paraId="6A11B01C" w14:textId="4DA61F64" w:rsidR="00405B2A" w:rsidRPr="004F4407" w:rsidRDefault="00274CC9" w:rsidP="00D67FD1">
            <w:pPr>
              <w:spacing w:after="0"/>
              <w:jc w:val="center"/>
              <w:rPr>
                <w:rFonts w:ascii="Arial" w:eastAsia="Gulim" w:hAnsi="Arial" w:cs="Arial"/>
                <w:sz w:val="18"/>
                <w:szCs w:val="18"/>
                <w:lang w:eastAsia="ko-KR"/>
              </w:rPr>
            </w:pPr>
            <w:r w:rsidRPr="0032615D">
              <w:rPr>
                <w:rFonts w:ascii="Arial" w:eastAsia="Gulim" w:hAnsi="Arial" w:cs="Arial"/>
                <w:sz w:val="18"/>
                <w:szCs w:val="18"/>
                <w:lang w:eastAsia="ko-KR"/>
              </w:rPr>
              <w:t>oneM2M</w:t>
            </w:r>
            <w:r w:rsidRPr="0032615D">
              <w:rPr>
                <w:rFonts w:ascii="Arial" w:eastAsia="Gulim" w:hAnsi="Arial" w:cs="Arial"/>
                <w:sz w:val="18"/>
                <w:szCs w:val="18"/>
                <w:lang w:eastAsia="ko-KR"/>
              </w:rPr>
              <w:br/>
            </w:r>
            <w:r w:rsidR="00405B2A" w:rsidRPr="0032615D">
              <w:rPr>
                <w:rFonts w:ascii="Arial" w:eastAsia="Gulim" w:hAnsi="Arial" w:cs="Arial"/>
                <w:sz w:val="18"/>
                <w:szCs w:val="18"/>
                <w:lang w:eastAsia="ko-KR"/>
              </w:rPr>
              <w:t>TS</w:t>
            </w:r>
            <w:r w:rsidR="00405B2A" w:rsidRPr="004F4407">
              <w:rPr>
                <w:rFonts w:ascii="Arial" w:eastAsia="Gulim" w:hAnsi="Arial" w:cs="Arial"/>
                <w:sz w:val="18"/>
                <w:szCs w:val="18"/>
                <w:lang w:eastAsia="ko-KR"/>
              </w:rPr>
              <w:t>-0004</w:t>
            </w:r>
            <w:r w:rsidR="00565622" w:rsidRPr="00274CC9">
              <w:rPr>
                <w:rFonts w:ascii="Arial" w:eastAsia="Gulim" w:hAnsi="Arial" w:cs="Arial"/>
                <w:sz w:val="18"/>
                <w:szCs w:val="18"/>
                <w:lang w:eastAsia="ko-KR"/>
              </w:rPr>
              <w:t xml:space="preserve"> </w:t>
            </w:r>
            <w:r w:rsidR="00384556" w:rsidRPr="0032615D">
              <w:rPr>
                <w:rFonts w:ascii="Arial" w:eastAsia="Gulim" w:hAnsi="Arial" w:cs="Arial"/>
                <w:sz w:val="18"/>
                <w:szCs w:val="18"/>
                <w:lang w:eastAsia="ko-KR"/>
              </w:rPr>
              <w:t>[</w:t>
            </w:r>
            <w:r w:rsidR="00384556" w:rsidRPr="0032615D">
              <w:rPr>
                <w:rFonts w:ascii="Arial" w:eastAsia="Gulim" w:hAnsi="Arial" w:cs="Arial"/>
                <w:sz w:val="18"/>
                <w:szCs w:val="18"/>
                <w:lang w:eastAsia="ko-KR"/>
              </w:rPr>
              <w:fldChar w:fldCharType="begin"/>
            </w:r>
            <w:r w:rsidR="00384556" w:rsidRPr="0032615D">
              <w:rPr>
                <w:rFonts w:ascii="Arial" w:eastAsia="Gulim" w:hAnsi="Arial" w:cs="Arial"/>
                <w:sz w:val="18"/>
                <w:szCs w:val="18"/>
                <w:lang w:eastAsia="ko-KR"/>
              </w:rPr>
              <w:instrText xml:space="preserve">REF REF_ONEM2MTS_0004 \h </w:instrText>
            </w:r>
            <w:r w:rsidRPr="0032615D">
              <w:rPr>
                <w:rFonts w:ascii="Arial" w:eastAsia="Gulim" w:hAnsi="Arial" w:cs="Arial"/>
                <w:sz w:val="18"/>
                <w:szCs w:val="18"/>
                <w:lang w:eastAsia="ko-KR"/>
              </w:rPr>
              <w:instrText xml:space="preserve"> \* MERGEFORMAT </w:instrText>
            </w:r>
            <w:r w:rsidR="00384556" w:rsidRPr="0032615D">
              <w:rPr>
                <w:rFonts w:ascii="Arial" w:eastAsia="Gulim" w:hAnsi="Arial" w:cs="Arial"/>
                <w:sz w:val="18"/>
                <w:szCs w:val="18"/>
                <w:lang w:eastAsia="ko-KR"/>
              </w:rPr>
            </w:r>
            <w:r w:rsidR="00384556" w:rsidRPr="0032615D">
              <w:rPr>
                <w:rFonts w:ascii="Arial" w:eastAsia="Gulim" w:hAnsi="Arial" w:cs="Arial"/>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sz w:val="18"/>
                <w:szCs w:val="18"/>
                <w:lang w:eastAsia="ko-KR"/>
              </w:rPr>
              <w:fldChar w:fldCharType="end"/>
            </w:r>
            <w:r w:rsidR="00384556" w:rsidRPr="0032615D">
              <w:rPr>
                <w:rFonts w:ascii="Arial" w:eastAsia="Gulim" w:hAnsi="Arial" w:cs="Arial"/>
                <w:sz w:val="18"/>
                <w:szCs w:val="18"/>
                <w:lang w:eastAsia="ko-KR"/>
              </w:rPr>
              <w:t>]</w:t>
            </w:r>
          </w:p>
        </w:tc>
        <w:tc>
          <w:tcPr>
            <w:tcW w:w="8932" w:type="dxa"/>
            <w:gridSpan w:val="2"/>
            <w:tcBorders>
              <w:top w:val="nil"/>
              <w:left w:val="single" w:sz="6" w:space="0" w:color="auto"/>
              <w:bottom w:val="single" w:sz="6" w:space="0" w:color="auto"/>
            </w:tcBorders>
          </w:tcPr>
          <w:p w14:paraId="439E0621" w14:textId="7195FF03" w:rsidR="00405B2A" w:rsidRPr="004F4407" w:rsidRDefault="00A723D1" w:rsidP="00DA57DD">
            <w:pPr>
              <w:tabs>
                <w:tab w:val="center" w:pos="2454"/>
              </w:tabs>
              <w:overflowPunct/>
              <w:autoSpaceDE/>
              <w:autoSpaceDN/>
              <w:adjustRightInd/>
              <w:spacing w:after="0"/>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 xml:space="preserve">EXAMPLE </w:t>
            </w:r>
            <w:r w:rsidRPr="00332B40">
              <w:rPr>
                <w:rFonts w:ascii="Arial" w:eastAsia="Gulim" w:hAnsi="Arial" w:cs="Arial"/>
                <w:b/>
                <w:bCs/>
                <w:sz w:val="18"/>
                <w:szCs w:val="18"/>
                <w:lang w:eastAsia="ko-KR"/>
              </w:rPr>
              <w:t>1</w:t>
            </w:r>
            <w:r w:rsidR="00405B2A" w:rsidRPr="00332B40">
              <w:rPr>
                <w:rFonts w:ascii="Arial" w:eastAsia="Gulim" w:hAnsi="Arial" w:cs="Arial"/>
                <w:b/>
                <w:bCs/>
                <w:sz w:val="18"/>
                <w:szCs w:val="18"/>
                <w:lang w:eastAsia="ko-KR"/>
              </w:rPr>
              <w:t>:</w:t>
            </w:r>
          </w:p>
          <w:p w14:paraId="205DF64F" w14:textId="7540F2AD"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Cs/>
                <w:sz w:val="18"/>
                <w:szCs w:val="18"/>
                <w:lang w:eastAsia="ko-KR"/>
              </w:rPr>
              <w:t>If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objective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DA57DD" w:rsidRPr="004F4407">
              <w:rPr>
                <w:rFonts w:ascii="Arial" w:eastAsia="Gulim" w:hAnsi="Arial" w:cs="Arial"/>
                <w:b/>
                <w:bCs/>
                <w:i/>
                <w:sz w:val="18"/>
                <w:szCs w:val="18"/>
                <w:lang w:eastAsia="ko-KR"/>
              </w:rPr>
              <w:t>"</w:t>
            </w:r>
            <w:r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System</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triggers</w:t>
            </w:r>
            <w:r w:rsidR="00565622" w:rsidRPr="004F4407">
              <w:rPr>
                <w:rFonts w:ascii="Arial" w:eastAsia="Gulim" w:hAnsi="Arial" w:cs="Arial"/>
                <w:b/>
                <w:bCs/>
                <w:i/>
                <w:sz w:val="18"/>
                <w:szCs w:val="18"/>
                <w:lang w:eastAsia="ko-KR"/>
              </w:rPr>
              <w:t xml:space="preserve"> </w:t>
            </w:r>
            <w:r w:rsidRPr="0032615D">
              <w:rPr>
                <w:rFonts w:ascii="Arial" w:eastAsia="Gulim" w:hAnsi="Arial" w:cs="Arial"/>
                <w:b/>
                <w:bCs/>
                <w:i/>
                <w:sz w:val="18"/>
                <w:szCs w:val="18"/>
                <w:lang w:eastAsia="ko-KR"/>
              </w:rPr>
              <w:t>IUT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to</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execute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case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for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creation</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of</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&lt;</w:t>
            </w:r>
            <w:r w:rsidRPr="0032615D">
              <w:rPr>
                <w:rFonts w:ascii="Arial" w:eastAsia="Gulim" w:hAnsi="Arial" w:cs="Arial"/>
                <w:b/>
                <w:bCs/>
                <w:i/>
                <w:sz w:val="18"/>
                <w:szCs w:val="18"/>
                <w:lang w:eastAsia="ko-KR"/>
              </w:rPr>
              <w:t>AE</w:t>
            </w:r>
            <w:r w:rsidRPr="004F4407">
              <w:rPr>
                <w:rFonts w:ascii="Arial" w:eastAsia="Gulim" w:hAnsi="Arial" w:cs="Arial"/>
                <w:b/>
                <w:bCs/>
                <w:i/>
                <w:sz w:val="18"/>
                <w:szCs w:val="18"/>
                <w:lang w:eastAsia="ko-KR"/>
              </w:rPr>
              <w:t>&gt;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with</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labels</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attribute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under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proofErr w:type="spellStart"/>
            <w:r w:rsidRPr="004F4407">
              <w:rPr>
                <w:rFonts w:ascii="Arial" w:eastAsia="Gulim" w:hAnsi="Arial" w:cs="Arial"/>
                <w:b/>
                <w:bCs/>
                <w:i/>
                <w:sz w:val="18"/>
                <w:szCs w:val="18"/>
                <w:lang w:eastAsia="ko-KR"/>
              </w:rPr>
              <w:t>CSEBase</w:t>
            </w:r>
            <w:proofErr w:type="spellEnd"/>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resource</w:t>
            </w:r>
            <w:r w:rsidR="00DA57DD" w:rsidRPr="004F4407">
              <w:rPr>
                <w:rFonts w:ascii="Arial" w:eastAsia="Gulim" w:hAnsi="Arial" w:cs="Arial"/>
                <w:bCs/>
                <w:sz w:val="18"/>
                <w:szCs w:val="18"/>
                <w:lang w:eastAsia="ko-KR"/>
              </w:rPr>
              <w:t>"</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message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would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serialized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following</w:t>
            </w:r>
            <w:r w:rsidR="002F28F5" w:rsidRPr="004F4407">
              <w:rPr>
                <w:rFonts w:ascii="Arial" w:eastAsia="Gulim" w:hAnsi="Arial" w:cs="Arial"/>
                <w:bCs/>
                <w:sz w:val="18"/>
                <w:szCs w:val="18"/>
                <w:lang w:eastAsia="ko-KR"/>
              </w:rPr>
              <w:t>.</w:t>
            </w:r>
          </w:p>
        </w:tc>
      </w:tr>
      <w:tr w:rsidR="006D6FB4" w:rsidRPr="004F4407" w14:paraId="6627603C" w14:textId="77777777" w:rsidTr="003C7FCA">
        <w:trPr>
          <w:tblCellSpacing w:w="0" w:type="dxa"/>
          <w:jc w:val="center"/>
        </w:trPr>
        <w:tc>
          <w:tcPr>
            <w:tcW w:w="1413" w:type="dxa"/>
            <w:vMerge/>
            <w:tcBorders>
              <w:top w:val="single" w:sz="6" w:space="0" w:color="auto"/>
              <w:bottom w:val="single" w:sz="6" w:space="0" w:color="auto"/>
              <w:right w:val="single" w:sz="6" w:space="0" w:color="auto"/>
            </w:tcBorders>
          </w:tcPr>
          <w:p w14:paraId="6B4DC777"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1698" w:type="dxa"/>
            <w:vMerge/>
            <w:tcBorders>
              <w:top w:val="single" w:sz="6" w:space="0" w:color="auto"/>
              <w:left w:val="single" w:sz="6" w:space="0" w:color="auto"/>
              <w:bottom w:val="single" w:sz="6" w:space="0" w:color="auto"/>
              <w:right w:val="single" w:sz="6" w:space="0" w:color="auto"/>
            </w:tcBorders>
          </w:tcPr>
          <w:p w14:paraId="21EA0337"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1531" w:type="dxa"/>
            <w:vMerge/>
            <w:tcBorders>
              <w:top w:val="single" w:sz="6" w:space="0" w:color="auto"/>
              <w:left w:val="single" w:sz="6" w:space="0" w:color="auto"/>
              <w:bottom w:val="single" w:sz="6" w:space="0" w:color="auto"/>
              <w:right w:val="single" w:sz="6" w:space="0" w:color="auto"/>
            </w:tcBorders>
          </w:tcPr>
          <w:p w14:paraId="298A0683" w14:textId="77777777" w:rsidR="00405B2A" w:rsidRPr="004F4407" w:rsidRDefault="00405B2A" w:rsidP="004A5A4F">
            <w:pPr>
              <w:overflowPunct/>
              <w:autoSpaceDE/>
              <w:autoSpaceDN/>
              <w:adjustRightInd/>
              <w:spacing w:after="0"/>
              <w:textAlignment w:val="auto"/>
              <w:rPr>
                <w:rFonts w:ascii="Arial" w:eastAsia="Gulim" w:hAnsi="Arial" w:cs="Arial"/>
                <w:b/>
                <w:bCs/>
                <w:i/>
                <w:sz w:val="18"/>
                <w:szCs w:val="18"/>
                <w:lang w:eastAsia="ko-KR"/>
              </w:rPr>
            </w:pPr>
          </w:p>
        </w:tc>
        <w:tc>
          <w:tcPr>
            <w:tcW w:w="1129" w:type="dxa"/>
            <w:vMerge/>
            <w:tcBorders>
              <w:top w:val="single" w:sz="6" w:space="0" w:color="auto"/>
              <w:left w:val="single" w:sz="6" w:space="0" w:color="auto"/>
              <w:bottom w:val="single" w:sz="6" w:space="0" w:color="auto"/>
              <w:right w:val="single" w:sz="6" w:space="0" w:color="auto"/>
            </w:tcBorders>
          </w:tcPr>
          <w:p w14:paraId="2F28858A"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4732" w:type="dxa"/>
            <w:tcBorders>
              <w:top w:val="nil"/>
              <w:left w:val="single" w:sz="6" w:space="0" w:color="auto"/>
              <w:bottom w:val="nil"/>
              <w:right w:val="single" w:sz="6" w:space="0" w:color="auto"/>
            </w:tcBorders>
          </w:tcPr>
          <w:p w14:paraId="4097D095" w14:textId="77777777"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Request</w:t>
            </w:r>
          </w:p>
          <w:p w14:paraId="1B29A89E" w14:textId="4FA44F76"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283669A0" w14:textId="432952EB" w:rsidR="00405B2A" w:rsidRPr="004F4407" w:rsidRDefault="00DA57DD"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A7EE9C1" w14:textId="64D55F4C" w:rsidR="00405B2A" w:rsidRPr="004F4407" w:rsidRDefault="00565622" w:rsidP="004A5A4F">
            <w:pPr>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1,</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CREATE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01DA67A9" w14:textId="7E9E66D4"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ty</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2,</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type</w:t>
            </w:r>
          </w:p>
          <w:p w14:paraId="32C76A01" w14:textId="45C7FC09"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{TEST_SYSTEM_ADDRESS},</w:t>
            </w:r>
          </w:p>
          <w:p w14:paraId="273A7744" w14:textId="7102387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pc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08FE4073" w14:textId="3922B87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Pr="0032615D">
              <w:rPr>
                <w:rFonts w:ascii="Courier New" w:hAnsi="Courier New" w:cs="Courier New"/>
                <w:sz w:val="18"/>
                <w:szCs w:val="18"/>
                <w:lang w:eastAsia="ko-KR"/>
              </w:rPr>
              <w:t>ae</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1CFB3FF7" w14:textId="5E877B1A"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lbl</w:t>
            </w:r>
            <w:proofErr w:type="spell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UNINITIALIZED</w:t>
            </w:r>
            <w:r w:rsidR="00DA57DD"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eastAsia="Yu Gothic" w:hAnsi="Courier New" w:cs="Courier New"/>
                <w:color w:val="C00000"/>
                <w:sz w:val="18"/>
                <w:szCs w:val="18"/>
                <w:lang w:eastAsia="zh-CN"/>
              </w:rPr>
              <w:t>//indicate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that</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attribute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labels</w:t>
            </w:r>
            <w:r w:rsidR="00565622" w:rsidRPr="004F4407">
              <w:rPr>
                <w:rFonts w:ascii="Courier New" w:eastAsia="Yu Gothic" w:hAnsi="Courier New" w:cs="Courier New"/>
                <w:color w:val="C00000"/>
                <w:sz w:val="18"/>
                <w:szCs w:val="18"/>
                <w:lang w:eastAsia="zh-CN"/>
              </w:rPr>
              <w:t xml:space="preserve"> </w:t>
            </w:r>
            <w:proofErr w:type="gramStart"/>
            <w:r w:rsidRPr="004F4407">
              <w:rPr>
                <w:rFonts w:ascii="Courier New" w:eastAsia="Yu Gothic" w:hAnsi="Courier New" w:cs="Courier New"/>
                <w:color w:val="C00000"/>
                <w:sz w:val="18"/>
                <w:szCs w:val="18"/>
                <w:lang w:eastAsia="zh-CN"/>
              </w:rPr>
              <w:t>needs</w:t>
            </w:r>
            <w:proofErr w:type="gramEnd"/>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to</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be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included</w:t>
            </w:r>
          </w:p>
          <w:p w14:paraId="6DD1A571" w14:textId="03511483"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t>}</w:t>
            </w:r>
            <w:r w:rsidR="00221E89" w:rsidRPr="004F4407">
              <w:rPr>
                <w:rFonts w:ascii="Courier New" w:hAnsi="Courier New" w:cs="Courier New"/>
                <w:color w:val="0070C1"/>
                <w:sz w:val="18"/>
                <w:szCs w:val="18"/>
                <w:lang w:eastAsia="ko-KR"/>
              </w:rPr>
              <w:t>,</w:t>
            </w:r>
          </w:p>
          <w:p w14:paraId="1EC4E187" w14:textId="73E5E7F3"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7B7B2FC5" w14:textId="54ABFA78" w:rsidR="003235B3" w:rsidRPr="004F4407" w:rsidRDefault="003235B3"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221E89" w:rsidRPr="004F4407">
              <w:rPr>
                <w:rFonts w:ascii="Courier New" w:hAnsi="Courier New" w:cs="Courier New"/>
                <w:color w:val="0070C1"/>
                <w:sz w:val="18"/>
                <w:szCs w:val="18"/>
                <w:lang w:eastAsia="ko-KR"/>
              </w:rPr>
              <w:t>"</w:t>
            </w:r>
            <w:proofErr w:type="spellStart"/>
            <w:r w:rsidR="00221E89" w:rsidRPr="004F4407">
              <w:rPr>
                <w:rFonts w:ascii="Courier New" w:hAnsi="Courier New" w:cs="Courier New"/>
                <w:color w:val="0070C1"/>
                <w:sz w:val="18"/>
                <w:szCs w:val="18"/>
                <w:lang w:eastAsia="ko-KR"/>
              </w:rPr>
              <w:t>rvi</w:t>
            </w:r>
            <w:proofErr w:type="spellEnd"/>
            <w:r w:rsidR="00221E89"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221E89" w:rsidRPr="004F4407">
              <w:rPr>
                <w:rFonts w:ascii="Courier New" w:hAnsi="Courier New" w:cs="Courier New"/>
                <w:color w:val="0070C1"/>
                <w:sz w:val="18"/>
                <w:szCs w:val="18"/>
                <w:lang w:eastAsia="ko-KR"/>
              </w:rPr>
              <w:t>"2a"</w:t>
            </w:r>
          </w:p>
          <w:p w14:paraId="020CCD17"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4024A50D" w14:textId="77777777" w:rsidR="00405B2A" w:rsidRPr="004F4407" w:rsidRDefault="00405B2A" w:rsidP="001F4D0C">
            <w:pPr>
              <w:overflowPunct/>
              <w:autoSpaceDE/>
              <w:autoSpaceDN/>
              <w:adjustRightInd/>
              <w:spacing w:after="0"/>
              <w:textAlignment w:val="auto"/>
              <w:rPr>
                <w:rFonts w:ascii="Arial" w:eastAsia="Gulim" w:hAnsi="Arial" w:cs="Arial"/>
                <w:bCs/>
                <w:sz w:val="18"/>
                <w:szCs w:val="18"/>
                <w:lang w:eastAsia="ko-KR"/>
              </w:rPr>
            </w:pPr>
            <w:r w:rsidRPr="004F4407">
              <w:rPr>
                <w:rFonts w:ascii="Courier New" w:hAnsi="Courier New" w:cs="Courier New"/>
                <w:color w:val="0070C1"/>
                <w:sz w:val="18"/>
                <w:szCs w:val="18"/>
                <w:lang w:eastAsia="ko-KR"/>
              </w:rPr>
              <w:t>}</w:t>
            </w:r>
          </w:p>
        </w:tc>
        <w:tc>
          <w:tcPr>
            <w:tcW w:w="4200" w:type="dxa"/>
            <w:tcBorders>
              <w:top w:val="nil"/>
              <w:left w:val="single" w:sz="6" w:space="0" w:color="auto"/>
              <w:bottom w:val="nil"/>
            </w:tcBorders>
          </w:tcPr>
          <w:p w14:paraId="58DCB851" w14:textId="77777777"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w:t>
            </w:r>
            <w:r w:rsidR="00DA57DD" w:rsidRPr="004F4407">
              <w:rPr>
                <w:rFonts w:ascii="Arial" w:eastAsia="Gulim" w:hAnsi="Arial" w:cs="Arial"/>
                <w:b/>
                <w:bCs/>
                <w:sz w:val="18"/>
                <w:szCs w:val="18"/>
                <w:lang w:eastAsia="ko-KR"/>
              </w:rPr>
              <w:t>t</w:t>
            </w:r>
          </w:p>
          <w:p w14:paraId="2697EF0B" w14:textId="637EF3F5"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POST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UT</w:t>
            </w:r>
            <w:r w:rsidRPr="004F4407">
              <w:rPr>
                <w:rFonts w:ascii="Courier New" w:hAnsi="Courier New" w:cs="Courier New"/>
                <w:color w:val="0070C1"/>
                <w:sz w:val="18"/>
                <w:szCs w:val="18"/>
                <w:lang w:eastAsia="ko-KR"/>
              </w:rPr>
              <w:t>_APPLICATION_URL}</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p>
          <w:p w14:paraId="2DBA36E3" w14:textId="7D1825D6"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Host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IP</w:t>
            </w:r>
            <w:r w:rsidRPr="004F4407">
              <w:rPr>
                <w:rFonts w:ascii="Courier New" w:hAnsi="Courier New" w:cs="Courier New"/>
                <w:color w:val="0070C1"/>
                <w:sz w:val="18"/>
                <w:szCs w:val="18"/>
                <w:lang w:eastAsia="ko-KR"/>
              </w:rPr>
              <w:t>_</w:t>
            </w:r>
            <w:proofErr w:type="gramStart"/>
            <w:r w:rsidRPr="004F4407">
              <w:rPr>
                <w:rFonts w:ascii="Courier New" w:hAnsi="Courier New" w:cs="Courier New"/>
                <w:color w:val="0070C1"/>
                <w:sz w:val="18"/>
                <w:szCs w:val="18"/>
                <w:lang w:eastAsia="ko-KR"/>
              </w:rPr>
              <w:t>ADDRESS:PORT</w:t>
            </w:r>
            <w:proofErr w:type="gramEnd"/>
            <w:r w:rsidRPr="004F4407">
              <w:rPr>
                <w:rFonts w:ascii="Courier New" w:hAnsi="Courier New" w:cs="Courier New"/>
                <w:color w:val="0070C1"/>
                <w:sz w:val="18"/>
                <w:szCs w:val="18"/>
                <w:lang w:eastAsia="ko-KR"/>
              </w:rPr>
              <w:t>}</w:t>
            </w:r>
          </w:p>
          <w:p w14:paraId="5BD87DA7" w14:textId="4EF80B48"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Content-Length</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{PAYLOAD_LENGTH}</w:t>
            </w:r>
          </w:p>
          <w:p w14:paraId="1B594BAF" w14:textId="4C30F2EB"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Content-Type</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b/>
                <w:color w:val="0070C1"/>
                <w:sz w:val="18"/>
                <w:szCs w:val="18"/>
                <w:lang w:eastAsia="ko-KR"/>
              </w:rPr>
              <w:t>application/</w:t>
            </w:r>
            <w:proofErr w:type="spellStart"/>
            <w:r w:rsidRPr="0032615D">
              <w:rPr>
                <w:rFonts w:ascii="Courier New" w:hAnsi="Courier New" w:cs="Courier New"/>
                <w:b/>
                <w:sz w:val="18"/>
                <w:szCs w:val="18"/>
                <w:lang w:eastAsia="ko-KR"/>
              </w:rPr>
              <w:t>json</w:t>
            </w:r>
            <w:proofErr w:type="spellEnd"/>
          </w:p>
          <w:p w14:paraId="4BB92E26" w14:textId="77777777"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p>
          <w:p w14:paraId="1A2C3CC7" w14:textId="2256EAB6"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2E245105" w14:textId="22B238F3" w:rsidR="00405B2A" w:rsidRPr="004F4407" w:rsidRDefault="00DA57DD"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2450588" w14:textId="14C4BBE7" w:rsidR="00405B2A" w:rsidRPr="004F4407" w:rsidRDefault="00565622" w:rsidP="004A5A4F">
            <w:pPr>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1,</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CREATE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6CF20EA4" w14:textId="0918C0F4"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ty</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2,</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type</w:t>
            </w:r>
          </w:p>
          <w:p w14:paraId="1D289A6C" w14:textId="181DD0C5"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{TEST_SYSTEM_ADDRESS},</w:t>
            </w:r>
          </w:p>
          <w:p w14:paraId="39B8E9FE" w14:textId="345951E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pc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05F57710" w14:textId="01F40D2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Pr="0032615D">
              <w:rPr>
                <w:rFonts w:ascii="Courier New" w:hAnsi="Courier New" w:cs="Courier New"/>
                <w:sz w:val="18"/>
                <w:szCs w:val="18"/>
                <w:lang w:eastAsia="ko-KR"/>
              </w:rPr>
              <w:t>ae</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34E566B9" w14:textId="481ED57A"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lbl</w:t>
            </w:r>
            <w:proofErr w:type="spell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UNINITIALIZED</w:t>
            </w:r>
            <w:r w:rsidR="00DA57DD"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eastAsia="Yu Gothic" w:hAnsi="Courier New" w:cs="Courier New"/>
                <w:color w:val="C00000"/>
                <w:sz w:val="18"/>
                <w:szCs w:val="18"/>
                <w:lang w:eastAsia="zh-CN"/>
              </w:rPr>
              <w:t>//indicate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that</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attribute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labels</w:t>
            </w:r>
            <w:r w:rsidR="00565622" w:rsidRPr="004F4407">
              <w:rPr>
                <w:rFonts w:ascii="Courier New" w:eastAsia="Yu Gothic" w:hAnsi="Courier New" w:cs="Courier New"/>
                <w:color w:val="C00000"/>
                <w:sz w:val="18"/>
                <w:szCs w:val="18"/>
                <w:lang w:eastAsia="zh-CN"/>
              </w:rPr>
              <w:t xml:space="preserve"> </w:t>
            </w:r>
            <w:proofErr w:type="gramStart"/>
            <w:r w:rsidRPr="004F4407">
              <w:rPr>
                <w:rFonts w:ascii="Courier New" w:eastAsia="Yu Gothic" w:hAnsi="Courier New" w:cs="Courier New"/>
                <w:color w:val="C00000"/>
                <w:sz w:val="18"/>
                <w:szCs w:val="18"/>
                <w:lang w:eastAsia="zh-CN"/>
              </w:rPr>
              <w:t>needs</w:t>
            </w:r>
            <w:proofErr w:type="gramEnd"/>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to</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be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included</w:t>
            </w:r>
          </w:p>
          <w:p w14:paraId="5FA28CBD"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t>}</w:t>
            </w:r>
          </w:p>
          <w:p w14:paraId="79FE1E13" w14:textId="62E1B928"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00221E89" w:rsidRPr="004F4407">
              <w:rPr>
                <w:rFonts w:ascii="Courier New" w:hAnsi="Courier New" w:cs="Courier New"/>
                <w:color w:val="0070C1"/>
                <w:sz w:val="18"/>
                <w:szCs w:val="18"/>
                <w:lang w:eastAsia="ko-KR"/>
              </w:rPr>
              <w:t>,</w:t>
            </w:r>
          </w:p>
          <w:p w14:paraId="53D2FEB3" w14:textId="65EFF282" w:rsidR="00221E89" w:rsidRPr="004F4407" w:rsidRDefault="00221E89"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rvi</w:t>
            </w:r>
            <w:proofErr w:type="spell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24D4C2EE"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1146DA0A" w14:textId="77777777" w:rsidR="00405B2A" w:rsidRPr="004F4407" w:rsidRDefault="00405B2A" w:rsidP="004A5A4F">
            <w:pPr>
              <w:overflowPunct/>
              <w:autoSpaceDE/>
              <w:autoSpaceDN/>
              <w:adjustRightInd/>
              <w:spacing w:after="0"/>
              <w:textAlignment w:val="auto"/>
              <w:rPr>
                <w:rFonts w:ascii="Arial" w:eastAsia="Gulim" w:hAnsi="Arial" w:cs="Arial"/>
                <w:b/>
                <w:bCs/>
                <w:sz w:val="18"/>
                <w:szCs w:val="18"/>
                <w:lang w:eastAsia="ko-KR"/>
              </w:rPr>
            </w:pPr>
            <w:r w:rsidRPr="004F4407">
              <w:rPr>
                <w:rFonts w:ascii="Courier New" w:hAnsi="Courier New" w:cs="Courier New"/>
                <w:color w:val="0070C1"/>
                <w:sz w:val="18"/>
                <w:szCs w:val="18"/>
                <w:lang w:eastAsia="ko-KR"/>
              </w:rPr>
              <w:t>}</w:t>
            </w:r>
          </w:p>
        </w:tc>
      </w:tr>
      <w:tr w:rsidR="006D6FB4" w:rsidRPr="004F4407" w14:paraId="3AF11F7C" w14:textId="77777777" w:rsidTr="003C7FCA">
        <w:trPr>
          <w:tblCellSpacing w:w="0" w:type="dxa"/>
          <w:jc w:val="center"/>
        </w:trPr>
        <w:tc>
          <w:tcPr>
            <w:tcW w:w="1413" w:type="dxa"/>
            <w:vMerge/>
            <w:tcBorders>
              <w:top w:val="single" w:sz="6" w:space="0" w:color="auto"/>
              <w:bottom w:val="nil"/>
              <w:right w:val="single" w:sz="6" w:space="0" w:color="auto"/>
            </w:tcBorders>
          </w:tcPr>
          <w:p w14:paraId="0FA3DD41"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698" w:type="dxa"/>
            <w:vMerge/>
            <w:tcBorders>
              <w:top w:val="single" w:sz="6" w:space="0" w:color="auto"/>
              <w:left w:val="single" w:sz="6" w:space="0" w:color="auto"/>
              <w:bottom w:val="nil"/>
              <w:right w:val="single" w:sz="6" w:space="0" w:color="auto"/>
            </w:tcBorders>
          </w:tcPr>
          <w:p w14:paraId="1C6BB8F8"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531" w:type="dxa"/>
            <w:vMerge/>
            <w:tcBorders>
              <w:top w:val="single" w:sz="6" w:space="0" w:color="auto"/>
              <w:left w:val="single" w:sz="6" w:space="0" w:color="auto"/>
              <w:bottom w:val="nil"/>
              <w:right w:val="single" w:sz="6" w:space="0" w:color="auto"/>
            </w:tcBorders>
          </w:tcPr>
          <w:p w14:paraId="6BA3B7F7"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tc>
        <w:tc>
          <w:tcPr>
            <w:tcW w:w="1129" w:type="dxa"/>
            <w:vMerge/>
            <w:tcBorders>
              <w:top w:val="single" w:sz="6" w:space="0" w:color="auto"/>
              <w:left w:val="single" w:sz="6" w:space="0" w:color="auto"/>
              <w:bottom w:val="nil"/>
              <w:right w:val="single" w:sz="6" w:space="0" w:color="auto"/>
            </w:tcBorders>
          </w:tcPr>
          <w:p w14:paraId="02D56F94"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
        </w:tc>
        <w:tc>
          <w:tcPr>
            <w:tcW w:w="8932" w:type="dxa"/>
            <w:gridSpan w:val="2"/>
            <w:tcBorders>
              <w:top w:val="single" w:sz="6" w:space="0" w:color="auto"/>
              <w:left w:val="single" w:sz="6" w:space="0" w:color="auto"/>
              <w:bottom w:val="nil"/>
            </w:tcBorders>
          </w:tcPr>
          <w:p w14:paraId="51262328" w14:textId="534FA810" w:rsidR="001F4D0C" w:rsidRPr="004F4407" w:rsidRDefault="00A723D1" w:rsidP="002F28F5">
            <w:pPr>
              <w:keepNext/>
              <w:keepLines/>
              <w:overflowPunct/>
              <w:autoSpaceDE/>
              <w:autoSpaceDN/>
              <w:adjustRightInd/>
              <w:spacing w:after="0"/>
              <w:jc w:val="both"/>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EXAMPLE</w:t>
            </w:r>
            <w:r w:rsidR="00565622" w:rsidRPr="004F4407">
              <w:rPr>
                <w:rFonts w:ascii="Arial" w:eastAsia="Gulim" w:hAnsi="Arial" w:cs="Arial"/>
                <w:b/>
                <w:bCs/>
                <w:sz w:val="18"/>
                <w:szCs w:val="18"/>
                <w:lang w:eastAsia="ko-KR"/>
              </w:rPr>
              <w:t xml:space="preserve"> </w:t>
            </w:r>
            <w:r w:rsidRPr="00F46FF5">
              <w:rPr>
                <w:rFonts w:ascii="Arial" w:eastAsia="Gulim" w:hAnsi="Arial" w:cs="Arial"/>
                <w:b/>
                <w:bCs/>
                <w:sz w:val="18"/>
                <w:szCs w:val="18"/>
                <w:lang w:eastAsia="ko-KR"/>
              </w:rPr>
              <w:t>2</w:t>
            </w:r>
            <w:r w:rsidR="00405B2A" w:rsidRPr="00F46FF5">
              <w:rPr>
                <w:rFonts w:ascii="Arial" w:eastAsia="Gulim" w:hAnsi="Arial" w:cs="Arial"/>
                <w:b/>
                <w:bCs/>
                <w:sz w:val="18"/>
                <w:szCs w:val="18"/>
                <w:lang w:eastAsia="ko-KR"/>
              </w:rPr>
              <w:t>:</w:t>
            </w:r>
            <w:r w:rsidR="00565622" w:rsidRPr="004F4407">
              <w:rPr>
                <w:rFonts w:ascii="Arial" w:eastAsia="Gulim" w:hAnsi="Arial" w:cs="Arial"/>
                <w:b/>
                <w:bCs/>
                <w:sz w:val="18"/>
                <w:szCs w:val="18"/>
                <w:lang w:eastAsia="ko-KR"/>
              </w:rPr>
              <w:t xml:space="preserve"> </w:t>
            </w:r>
          </w:p>
          <w:p w14:paraId="3F1F9DAF" w14:textId="02841ED7" w:rsidR="00405B2A" w:rsidRPr="004F4407" w:rsidDel="009A2926" w:rsidRDefault="00405B2A" w:rsidP="002F28F5">
            <w:pPr>
              <w:keepNext/>
              <w:keepLines/>
              <w:overflowPunct/>
              <w:autoSpaceDE/>
              <w:autoSpaceDN/>
              <w:adjustRightInd/>
              <w:spacing w:after="0"/>
              <w:jc w:val="both"/>
              <w:textAlignment w:val="auto"/>
              <w:rPr>
                <w:rFonts w:ascii="Arial" w:eastAsia="Gulim" w:hAnsi="Arial" w:cs="Arial"/>
                <w:b/>
                <w:bCs/>
                <w:sz w:val="18"/>
                <w:szCs w:val="18"/>
                <w:lang w:eastAsia="ko-KR"/>
              </w:rPr>
            </w:pPr>
            <w:r w:rsidRPr="004F4407">
              <w:rPr>
                <w:rFonts w:ascii="Arial" w:eastAsia="Gulim" w:hAnsi="Arial" w:cs="Arial"/>
                <w:bCs/>
                <w:sz w:val="18"/>
                <w:szCs w:val="18"/>
                <w:lang w:eastAsia="ko-KR"/>
              </w:rPr>
              <w:t>If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objective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DA57DD" w:rsidRPr="004F4407">
              <w:rPr>
                <w:rFonts w:ascii="Arial" w:eastAsia="Gulim" w:hAnsi="Arial" w:cs="Arial"/>
                <w:bCs/>
                <w:sz w:val="18"/>
                <w:szCs w:val="18"/>
                <w:lang w:eastAsia="ko-KR"/>
              </w:rPr>
              <w:t>"</w:t>
            </w:r>
            <w:r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System</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triggers</w:t>
            </w:r>
            <w:r w:rsidR="00565622" w:rsidRPr="004F4407">
              <w:rPr>
                <w:rFonts w:ascii="Arial" w:eastAsia="Gulim" w:hAnsi="Arial" w:cs="Arial"/>
                <w:b/>
                <w:bCs/>
                <w:i/>
                <w:sz w:val="18"/>
                <w:szCs w:val="18"/>
                <w:lang w:eastAsia="ko-KR"/>
              </w:rPr>
              <w:t xml:space="preserve"> </w:t>
            </w:r>
            <w:r w:rsidRPr="0032615D">
              <w:rPr>
                <w:rFonts w:ascii="Arial" w:eastAsia="Gulim" w:hAnsi="Arial" w:cs="Arial"/>
                <w:b/>
                <w:bCs/>
                <w:i/>
                <w:sz w:val="18"/>
                <w:szCs w:val="18"/>
                <w:lang w:eastAsia="ko-KR"/>
              </w:rPr>
              <w:t>IUT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to</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execute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case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for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delete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of</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&lt;</w:t>
            </w:r>
            <w:r w:rsidRPr="0032615D">
              <w:rPr>
                <w:rFonts w:ascii="Arial" w:eastAsia="Gulim" w:hAnsi="Arial" w:cs="Arial"/>
                <w:b/>
                <w:bCs/>
                <w:i/>
                <w:sz w:val="18"/>
                <w:szCs w:val="18"/>
                <w:lang w:eastAsia="ko-KR"/>
              </w:rPr>
              <w:t>AE</w:t>
            </w:r>
            <w:r w:rsidRPr="004F4407">
              <w:rPr>
                <w:rFonts w:ascii="Arial" w:eastAsia="Gulim" w:hAnsi="Arial" w:cs="Arial"/>
                <w:b/>
                <w:bCs/>
                <w:i/>
                <w:sz w:val="18"/>
                <w:szCs w:val="18"/>
                <w:lang w:eastAsia="ko-KR"/>
              </w:rPr>
              <w:t>&gt;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resource.</w:t>
            </w:r>
            <w:r w:rsidR="00DA57DD" w:rsidRPr="004F4407">
              <w:rPr>
                <w:rFonts w:ascii="Arial" w:eastAsia="Gulim" w:hAnsi="Arial" w:cs="Arial"/>
                <w:bCs/>
                <w:sz w:val="18"/>
                <w:szCs w:val="18"/>
                <w:lang w:eastAsia="ko-KR"/>
              </w:rPr>
              <w:t>"</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message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would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serialized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following</w:t>
            </w:r>
            <w:r w:rsidR="002F28F5" w:rsidRPr="004F4407">
              <w:rPr>
                <w:rFonts w:ascii="Arial" w:eastAsia="Gulim" w:hAnsi="Arial" w:cs="Arial"/>
                <w:bCs/>
                <w:sz w:val="18"/>
                <w:szCs w:val="18"/>
                <w:lang w:eastAsia="ko-KR"/>
              </w:rPr>
              <w:t>.</w:t>
            </w:r>
          </w:p>
        </w:tc>
      </w:tr>
      <w:tr w:rsidR="006D6FB4" w:rsidRPr="004F4407" w14:paraId="14C7F051" w14:textId="77777777" w:rsidTr="003C7FCA">
        <w:trPr>
          <w:tblCellSpacing w:w="0" w:type="dxa"/>
          <w:jc w:val="center"/>
        </w:trPr>
        <w:tc>
          <w:tcPr>
            <w:tcW w:w="1413" w:type="dxa"/>
            <w:vMerge/>
            <w:tcBorders>
              <w:top w:val="nil"/>
              <w:bottom w:val="single" w:sz="6" w:space="0" w:color="auto"/>
              <w:right w:val="single" w:sz="6" w:space="0" w:color="auto"/>
            </w:tcBorders>
          </w:tcPr>
          <w:p w14:paraId="4F51BAE0"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698" w:type="dxa"/>
            <w:vMerge/>
            <w:tcBorders>
              <w:top w:val="nil"/>
              <w:left w:val="single" w:sz="6" w:space="0" w:color="auto"/>
              <w:bottom w:val="single" w:sz="6" w:space="0" w:color="auto"/>
              <w:right w:val="single" w:sz="6" w:space="0" w:color="auto"/>
            </w:tcBorders>
          </w:tcPr>
          <w:p w14:paraId="0D7B139F"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531" w:type="dxa"/>
            <w:vMerge/>
            <w:tcBorders>
              <w:top w:val="nil"/>
              <w:left w:val="single" w:sz="6" w:space="0" w:color="auto"/>
              <w:bottom w:val="single" w:sz="6" w:space="0" w:color="auto"/>
              <w:right w:val="single" w:sz="6" w:space="0" w:color="auto"/>
            </w:tcBorders>
          </w:tcPr>
          <w:p w14:paraId="45AC71FC"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tc>
        <w:tc>
          <w:tcPr>
            <w:tcW w:w="1129" w:type="dxa"/>
            <w:vMerge/>
            <w:tcBorders>
              <w:top w:val="nil"/>
              <w:left w:val="single" w:sz="6" w:space="0" w:color="auto"/>
              <w:bottom w:val="single" w:sz="6" w:space="0" w:color="auto"/>
              <w:right w:val="single" w:sz="6" w:space="0" w:color="auto"/>
            </w:tcBorders>
          </w:tcPr>
          <w:p w14:paraId="039DA55F"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
        </w:tc>
        <w:tc>
          <w:tcPr>
            <w:tcW w:w="4732" w:type="dxa"/>
            <w:tcBorders>
              <w:top w:val="nil"/>
              <w:left w:val="single" w:sz="6" w:space="0" w:color="auto"/>
              <w:bottom w:val="nil"/>
              <w:right w:val="single" w:sz="6" w:space="0" w:color="auto"/>
            </w:tcBorders>
          </w:tcPr>
          <w:p w14:paraId="51DDD24D" w14:textId="77777777" w:rsidR="00405B2A" w:rsidRPr="004F4407" w:rsidRDefault="00405B2A" w:rsidP="002F28F5">
            <w:pPr>
              <w:keepNext/>
              <w:keepLines/>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Request</w:t>
            </w:r>
          </w:p>
          <w:p w14:paraId="45D9B4EE" w14:textId="0DCA5531" w:rsidR="00405B2A" w:rsidRPr="004F4407" w:rsidRDefault="00405B2A" w:rsidP="002F28F5">
            <w:pPr>
              <w:keepNext/>
              <w:keepLines/>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4BFEE9F3" w14:textId="0A8DF23F" w:rsidR="00405B2A" w:rsidRPr="004F4407" w:rsidRDefault="00DA57DD"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0D61E0CE" w14:textId="72518700" w:rsidR="00405B2A" w:rsidRPr="004F4407" w:rsidRDefault="00565622" w:rsidP="002F28F5">
            <w:pPr>
              <w:keepNext/>
              <w:keepLines/>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4,</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DELETE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7EF9E3EC" w14:textId="41CDAC44" w:rsidR="00405B2A" w:rsidRPr="004F4407" w:rsidRDefault="00565622"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r w:rsidR="00405B2A" w:rsidRPr="004F4407">
              <w:rPr>
                <w:rFonts w:ascii="Courier New" w:hAnsi="Courier New" w:cs="Courier New"/>
                <w:color w:val="2E74B5"/>
                <w:sz w:val="18"/>
                <w:szCs w:val="18"/>
                <w:lang w:eastAsia="ko-KR"/>
              </w:rPr>
              <w:t>TARGET_</w:t>
            </w:r>
            <w:r w:rsidR="00405B2A" w:rsidRPr="0032615D">
              <w:rPr>
                <w:rFonts w:ascii="Courier New" w:hAnsi="Courier New" w:cs="Courier New"/>
                <w:sz w:val="18"/>
                <w:szCs w:val="18"/>
                <w:lang w:eastAsia="ko-KR"/>
              </w:rPr>
              <w:t>AE</w:t>
            </w:r>
            <w:r w:rsidR="00405B2A" w:rsidRPr="004F4407">
              <w:rPr>
                <w:rFonts w:ascii="Courier New" w:hAnsi="Courier New" w:cs="Courier New"/>
                <w:color w:val="2E74B5"/>
                <w:sz w:val="18"/>
                <w:szCs w:val="18"/>
                <w:lang w:eastAsia="ko-KR"/>
              </w:rPr>
              <w:t>_RESOURCE_ADDRESS</w:t>
            </w:r>
            <w:r w:rsidR="00405B2A" w:rsidRPr="004F4407">
              <w:rPr>
                <w:rFonts w:ascii="Courier New" w:hAnsi="Courier New" w:cs="Courier New"/>
                <w:color w:val="0070C1"/>
                <w:sz w:val="18"/>
                <w:szCs w:val="18"/>
                <w:lang w:eastAsia="ko-KR"/>
              </w:rPr>
              <w:t>}</w:t>
            </w:r>
            <w:r w:rsidR="004E683B"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Target</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0E5084"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address</w:t>
            </w:r>
          </w:p>
          <w:p w14:paraId="2904ED5D" w14:textId="7D8EC2EE" w:rsidR="004E683B" w:rsidRPr="004F4407" w:rsidRDefault="004E683B"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rvi</w:t>
            </w:r>
            <w:proofErr w:type="spell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53A9D190" w14:textId="1F26A7ED" w:rsidR="00405B2A" w:rsidRPr="004F4407" w:rsidRDefault="00405B2A"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34D972D4" w14:textId="77777777" w:rsidR="00405B2A" w:rsidRPr="004F4407" w:rsidRDefault="00405B2A" w:rsidP="002F28F5">
            <w:pPr>
              <w:keepNext/>
              <w:keepLines/>
              <w:overflowPunct/>
              <w:autoSpaceDE/>
              <w:autoSpaceDN/>
              <w:adjustRightInd/>
              <w:spacing w:after="0"/>
              <w:textAlignment w:val="auto"/>
              <w:rPr>
                <w:rFonts w:ascii="Arial" w:eastAsia="Gulim" w:hAnsi="Arial" w:cs="Arial"/>
                <w:bCs/>
                <w:sz w:val="18"/>
                <w:szCs w:val="18"/>
                <w:lang w:eastAsia="ko-KR"/>
              </w:rPr>
            </w:pPr>
            <w:r w:rsidRPr="004F4407">
              <w:rPr>
                <w:rFonts w:ascii="Courier New" w:hAnsi="Courier New" w:cs="Courier New"/>
                <w:color w:val="0070C1"/>
                <w:sz w:val="18"/>
                <w:szCs w:val="18"/>
                <w:lang w:eastAsia="ko-KR"/>
              </w:rPr>
              <w:t>}</w:t>
            </w:r>
          </w:p>
        </w:tc>
        <w:tc>
          <w:tcPr>
            <w:tcW w:w="4200" w:type="dxa"/>
            <w:tcBorders>
              <w:top w:val="nil"/>
              <w:left w:val="single" w:sz="6" w:space="0" w:color="auto"/>
              <w:bottom w:val="nil"/>
            </w:tcBorders>
          </w:tcPr>
          <w:p w14:paraId="15170FFA" w14:textId="77777777" w:rsidR="00405B2A" w:rsidRPr="004F4407" w:rsidRDefault="00405B2A" w:rsidP="002F28F5">
            <w:pPr>
              <w:keepNext/>
              <w:keepLines/>
              <w:overflowPunct/>
              <w:autoSpaceDE/>
              <w:autoSpaceDN/>
              <w:adjustRightInd/>
              <w:spacing w:after="0"/>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Request</w:t>
            </w:r>
          </w:p>
          <w:p w14:paraId="30CC9EF2" w14:textId="26DFD571"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POST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UT</w:t>
            </w:r>
            <w:r w:rsidRPr="004F4407">
              <w:rPr>
                <w:rFonts w:ascii="Courier New" w:hAnsi="Courier New" w:cs="Courier New"/>
                <w:color w:val="0070C1"/>
                <w:sz w:val="18"/>
                <w:szCs w:val="18"/>
                <w:lang w:eastAsia="ko-KR"/>
              </w:rPr>
              <w:t>_APPLICATION_URL}</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p>
          <w:p w14:paraId="34FA7B70" w14:textId="0FB31865"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Host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IP</w:t>
            </w:r>
            <w:r w:rsidRPr="004F4407">
              <w:rPr>
                <w:rFonts w:ascii="Courier New" w:hAnsi="Courier New" w:cs="Courier New"/>
                <w:color w:val="0070C1"/>
                <w:sz w:val="18"/>
                <w:szCs w:val="18"/>
                <w:lang w:eastAsia="ko-KR"/>
              </w:rPr>
              <w:t>_</w:t>
            </w:r>
            <w:proofErr w:type="gramStart"/>
            <w:r w:rsidRPr="004F4407">
              <w:rPr>
                <w:rFonts w:ascii="Courier New" w:hAnsi="Courier New" w:cs="Courier New"/>
                <w:color w:val="0070C1"/>
                <w:sz w:val="18"/>
                <w:szCs w:val="18"/>
                <w:lang w:eastAsia="ko-KR"/>
              </w:rPr>
              <w:t>ADDRESS:PORT</w:t>
            </w:r>
            <w:proofErr w:type="gramEnd"/>
            <w:r w:rsidRPr="004F4407">
              <w:rPr>
                <w:rFonts w:ascii="Courier New" w:hAnsi="Courier New" w:cs="Courier New"/>
                <w:color w:val="0070C1"/>
                <w:sz w:val="18"/>
                <w:szCs w:val="18"/>
                <w:lang w:eastAsia="ko-KR"/>
              </w:rPr>
              <w:t>}</w:t>
            </w:r>
          </w:p>
          <w:p w14:paraId="085E4325" w14:textId="0A4F990A"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Content-Length</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{PAYLOAD_LENGTH}</w:t>
            </w:r>
          </w:p>
          <w:p w14:paraId="2342928C" w14:textId="0CF23AD9"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Content-Type</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b/>
                <w:color w:val="0070C1"/>
                <w:sz w:val="18"/>
                <w:szCs w:val="18"/>
                <w:lang w:eastAsia="ko-KR"/>
              </w:rPr>
              <w:t>application/</w:t>
            </w:r>
            <w:proofErr w:type="spellStart"/>
            <w:r w:rsidRPr="0032615D">
              <w:rPr>
                <w:rFonts w:ascii="Courier New" w:hAnsi="Courier New" w:cs="Courier New"/>
                <w:b/>
                <w:sz w:val="18"/>
                <w:szCs w:val="18"/>
                <w:lang w:eastAsia="ko-KR"/>
              </w:rPr>
              <w:t>json</w:t>
            </w:r>
            <w:proofErr w:type="spellEnd"/>
          </w:p>
          <w:p w14:paraId="4BFCCFDD" w14:textId="77777777" w:rsidR="00405B2A" w:rsidRPr="004F4407" w:rsidRDefault="00405B2A" w:rsidP="002F28F5">
            <w:pPr>
              <w:keepNext/>
              <w:keepLines/>
              <w:overflowPunct/>
              <w:autoSpaceDE/>
              <w:autoSpaceDN/>
              <w:adjustRightInd/>
              <w:spacing w:after="0"/>
              <w:textAlignment w:val="auto"/>
              <w:rPr>
                <w:rFonts w:ascii="Courier New" w:eastAsia="Gulim" w:hAnsi="Courier New" w:cs="Courier New"/>
                <w:bCs/>
                <w:sz w:val="18"/>
                <w:szCs w:val="18"/>
                <w:lang w:eastAsia="ko-KR"/>
              </w:rPr>
            </w:pPr>
          </w:p>
          <w:p w14:paraId="3CBF244E" w14:textId="786CAC9F" w:rsidR="00405B2A" w:rsidRPr="004F4407" w:rsidRDefault="00405B2A" w:rsidP="002F28F5">
            <w:pPr>
              <w:keepNext/>
              <w:keepLines/>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0BE0A812" w14:textId="0CD175DC" w:rsidR="00405B2A" w:rsidRPr="004F4407" w:rsidRDefault="00DA57DD"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49C64F3" w14:textId="099E1DE9" w:rsidR="00405B2A" w:rsidRPr="004F4407" w:rsidRDefault="00565622" w:rsidP="002F28F5">
            <w:pPr>
              <w:keepNext/>
              <w:keepLines/>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4,</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DELETE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3ED990C6" w14:textId="37199EC0" w:rsidR="00405B2A" w:rsidRPr="004F4407" w:rsidRDefault="00565622"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r w:rsidR="00405B2A" w:rsidRPr="004F4407">
              <w:rPr>
                <w:rFonts w:ascii="Courier New" w:hAnsi="Courier New" w:cs="Courier New"/>
                <w:color w:val="2E74B5"/>
                <w:sz w:val="18"/>
                <w:szCs w:val="18"/>
                <w:lang w:eastAsia="ko-KR"/>
              </w:rPr>
              <w:t>TARGET_</w:t>
            </w:r>
            <w:r w:rsidR="00405B2A" w:rsidRPr="0032615D">
              <w:rPr>
                <w:rFonts w:ascii="Courier New" w:hAnsi="Courier New" w:cs="Courier New"/>
                <w:sz w:val="18"/>
                <w:szCs w:val="18"/>
                <w:lang w:eastAsia="ko-KR"/>
              </w:rPr>
              <w:t>AE</w:t>
            </w:r>
            <w:r w:rsidR="00405B2A" w:rsidRPr="004F4407">
              <w:rPr>
                <w:rFonts w:ascii="Courier New" w:hAnsi="Courier New" w:cs="Courier New"/>
                <w:color w:val="2E74B5"/>
                <w:sz w:val="18"/>
                <w:szCs w:val="18"/>
                <w:lang w:eastAsia="ko-KR"/>
              </w:rPr>
              <w:t>_RESOURCE_ADDRESS</w:t>
            </w:r>
            <w:r w:rsidR="00405B2A" w:rsidRPr="004F4407">
              <w:rPr>
                <w:rFonts w:ascii="Courier New" w:hAnsi="Courier New" w:cs="Courier New"/>
                <w:color w:val="0070C1"/>
                <w:sz w:val="18"/>
                <w:szCs w:val="18"/>
                <w:lang w:eastAsia="ko-KR"/>
              </w:rPr>
              <w:t>}</w:t>
            </w:r>
            <w:r w:rsidR="004E683B"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Target</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0E5084"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address</w:t>
            </w:r>
          </w:p>
          <w:p w14:paraId="4ADEB653" w14:textId="67982D01" w:rsidR="004E683B" w:rsidRPr="004F4407" w:rsidRDefault="004E683B"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rvi</w:t>
            </w:r>
            <w:proofErr w:type="spell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3B93D53F" w14:textId="1069EE11" w:rsidR="00405B2A" w:rsidRPr="004F4407" w:rsidRDefault="00405B2A"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31689925" w14:textId="77777777" w:rsidR="00405B2A" w:rsidRPr="004F4407" w:rsidRDefault="00405B2A" w:rsidP="002F28F5">
            <w:pPr>
              <w:keepNext/>
              <w:keepLines/>
              <w:spacing w:after="0"/>
              <w:rPr>
                <w:rFonts w:ascii="Arial" w:eastAsia="Gulim" w:hAnsi="Arial" w:cs="Arial"/>
                <w:b/>
                <w:bCs/>
                <w:sz w:val="18"/>
                <w:szCs w:val="18"/>
                <w:lang w:eastAsia="ko-KR"/>
              </w:rPr>
            </w:pPr>
            <w:r w:rsidRPr="004F4407">
              <w:rPr>
                <w:rFonts w:ascii="Courier New" w:hAnsi="Courier New" w:cs="Courier New"/>
                <w:color w:val="0070C1"/>
                <w:sz w:val="18"/>
                <w:szCs w:val="18"/>
                <w:lang w:eastAsia="ko-KR"/>
              </w:rPr>
              <w:t>}</w:t>
            </w:r>
          </w:p>
        </w:tc>
      </w:tr>
      <w:tr w:rsidR="006D6FB4" w:rsidRPr="004F4407" w14:paraId="7B0A9C59" w14:textId="77777777" w:rsidTr="003C7FCA">
        <w:trPr>
          <w:tblCellSpacing w:w="0" w:type="dxa"/>
          <w:jc w:val="center"/>
        </w:trPr>
        <w:tc>
          <w:tcPr>
            <w:tcW w:w="1413" w:type="dxa"/>
            <w:tcBorders>
              <w:top w:val="nil"/>
              <w:bottom w:val="single" w:sz="6" w:space="0" w:color="auto"/>
              <w:right w:val="single" w:sz="6" w:space="0" w:color="auto"/>
            </w:tcBorders>
          </w:tcPr>
          <w:p w14:paraId="555B1F07" w14:textId="21A9D8BC"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roofErr w:type="spellStart"/>
            <w:r w:rsidRPr="004F4407">
              <w:rPr>
                <w:rFonts w:ascii="Arial" w:eastAsia="Gulim" w:hAnsi="Arial" w:cs="Arial" w:hint="eastAsia"/>
                <w:i/>
                <w:iCs/>
                <w:sz w:val="18"/>
                <w:szCs w:val="18"/>
                <w:lang w:eastAsia="ko-KR"/>
              </w:rPr>
              <w:t>UtTrigger</w:t>
            </w:r>
            <w:r w:rsidRPr="004F4407">
              <w:rPr>
                <w:rFonts w:ascii="Arial" w:eastAsia="Gulim" w:hAnsi="Arial" w:cs="Arial"/>
                <w:i/>
                <w:iCs/>
                <w:sz w:val="18"/>
                <w:szCs w:val="18"/>
                <w:lang w:eastAsia="ko-KR"/>
              </w:rPr>
              <w:t>Ack</w:t>
            </w:r>
            <w:proofErr w:type="spellEnd"/>
            <w:r w:rsidR="00565622" w:rsidRPr="004F4407">
              <w:rPr>
                <w:rFonts w:ascii="Arial" w:eastAsia="Gulim" w:hAnsi="Arial" w:cs="Arial"/>
                <w:i/>
                <w:iCs/>
                <w:sz w:val="18"/>
                <w:szCs w:val="18"/>
                <w:lang w:eastAsia="ko-KR"/>
              </w:rPr>
              <w:t xml:space="preserve"> </w:t>
            </w:r>
            <w:r w:rsidRPr="004F4407">
              <w:rPr>
                <w:rFonts w:ascii="Arial" w:eastAsia="Gulim" w:hAnsi="Arial" w:cs="Arial"/>
                <w:i/>
                <w:iCs/>
                <w:sz w:val="18"/>
                <w:szCs w:val="18"/>
                <w:lang w:eastAsia="ko-KR"/>
              </w:rPr>
              <w:t>Primitive</w:t>
            </w:r>
          </w:p>
        </w:tc>
        <w:tc>
          <w:tcPr>
            <w:tcW w:w="1698" w:type="dxa"/>
            <w:tcBorders>
              <w:top w:val="nil"/>
              <w:left w:val="single" w:sz="6" w:space="0" w:color="auto"/>
              <w:bottom w:val="single" w:sz="6" w:space="0" w:color="auto"/>
              <w:right w:val="single" w:sz="6" w:space="0" w:color="auto"/>
            </w:tcBorders>
            <w:hideMark/>
          </w:tcPr>
          <w:p w14:paraId="23C233F3"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roofErr w:type="spellStart"/>
            <w:r w:rsidRPr="003C7FCA">
              <w:rPr>
                <w:rFonts w:ascii="Arial" w:eastAsia="Gulim" w:hAnsi="Arial" w:cs="Arial"/>
                <w:i/>
                <w:iCs/>
                <w:sz w:val="18"/>
                <w:szCs w:val="18"/>
                <w:lang w:eastAsia="ko-KR"/>
              </w:rPr>
              <w:t>responsePrimitive</w:t>
            </w:r>
            <w:proofErr w:type="spellEnd"/>
          </w:p>
        </w:tc>
        <w:tc>
          <w:tcPr>
            <w:tcW w:w="1531" w:type="dxa"/>
            <w:tcBorders>
              <w:top w:val="nil"/>
              <w:left w:val="single" w:sz="6" w:space="0" w:color="auto"/>
              <w:bottom w:val="single" w:sz="6" w:space="0" w:color="auto"/>
              <w:right w:val="single" w:sz="6" w:space="0" w:color="auto"/>
            </w:tcBorders>
            <w:hideMark/>
          </w:tcPr>
          <w:p w14:paraId="6C4FB409" w14:textId="007F3BE9"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proofErr w:type="spellStart"/>
            <w:r w:rsidRPr="004F4407">
              <w:rPr>
                <w:rFonts w:ascii="Arial" w:eastAsia="Gulim" w:hAnsi="Arial" w:cs="Arial"/>
                <w:bCs/>
                <w:sz w:val="18"/>
                <w:szCs w:val="18"/>
                <w:lang w:eastAsia="ko-KR"/>
              </w:rPr>
              <w:t>responseStatusCode</w:t>
            </w:r>
            <w:proofErr w:type="spellEnd"/>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p>
          <w:p w14:paraId="48BAB767" w14:textId="77777777" w:rsidR="00405B2A" w:rsidRPr="004F4407" w:rsidRDefault="00405B2A" w:rsidP="00C64373">
            <w:pPr>
              <w:overflowPunct/>
              <w:autoSpaceDE/>
              <w:autoSpaceDN/>
              <w:adjustRightInd/>
              <w:spacing w:after="0"/>
              <w:jc w:val="center"/>
              <w:textAlignment w:val="auto"/>
              <w:rPr>
                <w:rFonts w:ascii="Arial" w:eastAsia="Gulim" w:hAnsi="Arial" w:cs="Arial"/>
                <w:b/>
                <w:bCs/>
                <w:sz w:val="18"/>
                <w:szCs w:val="18"/>
                <w:lang w:eastAsia="ko-KR"/>
              </w:rPr>
            </w:pPr>
          </w:p>
          <w:p w14:paraId="3E1AC741" w14:textId="14108CF9" w:rsidR="00405B2A" w:rsidRPr="004F4407" w:rsidRDefault="00BE543E" w:rsidP="006D6FB4">
            <w:pPr>
              <w:pStyle w:val="TAC"/>
              <w:rPr>
                <w:rFonts w:eastAsia="Gulim"/>
                <w:lang w:eastAsia="ko-KR"/>
              </w:rPr>
            </w:pPr>
            <w:r w:rsidRPr="004F4407">
              <w:rPr>
                <w:rFonts w:eastAsia="Gulim"/>
                <w:lang w:eastAsia="ko-KR"/>
              </w:rPr>
              <w:t>See</w:t>
            </w:r>
            <w:r w:rsidR="00565622" w:rsidRPr="004F4407">
              <w:rPr>
                <w:rFonts w:eastAsia="Gulim"/>
                <w:lang w:eastAsia="ko-KR"/>
              </w:rPr>
              <w:t xml:space="preserve"> </w:t>
            </w:r>
            <w:r w:rsidRPr="004F4407">
              <w:rPr>
                <w:rFonts w:eastAsia="Gulim"/>
                <w:lang w:eastAsia="ko-KR"/>
              </w:rPr>
              <w:t>note</w:t>
            </w:r>
            <w:r w:rsidR="00565622" w:rsidRPr="004F4407">
              <w:rPr>
                <w:rFonts w:eastAsia="Gulim"/>
                <w:lang w:eastAsia="ko-KR"/>
              </w:rPr>
              <w:t xml:space="preserve"> </w:t>
            </w:r>
            <w:r w:rsidRPr="004F4407">
              <w:rPr>
                <w:rFonts w:eastAsia="Gulim"/>
                <w:lang w:eastAsia="ko-KR"/>
              </w:rPr>
              <w:t>2</w:t>
            </w:r>
          </w:p>
        </w:tc>
        <w:tc>
          <w:tcPr>
            <w:tcW w:w="1129" w:type="dxa"/>
            <w:tcBorders>
              <w:top w:val="nil"/>
              <w:left w:val="single" w:sz="6" w:space="0" w:color="auto"/>
              <w:bottom w:val="single" w:sz="6" w:space="0" w:color="auto"/>
              <w:right w:val="single" w:sz="6" w:space="0" w:color="auto"/>
            </w:tcBorders>
            <w:hideMark/>
          </w:tcPr>
          <w:p w14:paraId="245AE47A" w14:textId="2F8BA5FF" w:rsidR="00405B2A" w:rsidRPr="004F4407" w:rsidRDefault="00274CC9" w:rsidP="00D67FD1">
            <w:pPr>
              <w:overflowPunct/>
              <w:autoSpaceDE/>
              <w:autoSpaceDN/>
              <w:adjustRightInd/>
              <w:spacing w:after="0"/>
              <w:jc w:val="center"/>
              <w:textAlignment w:val="auto"/>
              <w:rPr>
                <w:rFonts w:ascii="Arial" w:eastAsia="Gulim" w:hAnsi="Arial" w:cs="Arial"/>
                <w:sz w:val="18"/>
                <w:szCs w:val="18"/>
                <w:lang w:eastAsia="ko-KR"/>
              </w:rPr>
            </w:pPr>
            <w:r w:rsidRPr="0032615D">
              <w:rPr>
                <w:rFonts w:ascii="Arial" w:eastAsia="Gulim" w:hAnsi="Arial" w:cs="Arial"/>
                <w:sz w:val="18"/>
                <w:szCs w:val="18"/>
                <w:lang w:eastAsia="ko-KR"/>
              </w:rPr>
              <w:t xml:space="preserve">oneM2M </w:t>
            </w:r>
            <w:r w:rsidR="00405B2A" w:rsidRPr="0032615D">
              <w:rPr>
                <w:rFonts w:ascii="Arial" w:eastAsia="Gulim" w:hAnsi="Arial" w:cs="Arial"/>
                <w:sz w:val="18"/>
                <w:szCs w:val="18"/>
                <w:lang w:eastAsia="ko-KR"/>
              </w:rPr>
              <w:t>TS</w:t>
            </w:r>
            <w:r w:rsidR="00405B2A" w:rsidRPr="004F4407">
              <w:rPr>
                <w:rFonts w:ascii="Arial" w:eastAsia="Gulim" w:hAnsi="Arial" w:cs="Arial"/>
                <w:sz w:val="18"/>
                <w:szCs w:val="18"/>
                <w:lang w:eastAsia="ko-KR"/>
              </w:rPr>
              <w:t>-0004</w:t>
            </w:r>
            <w:r w:rsidR="00565622" w:rsidRPr="00274CC9">
              <w:rPr>
                <w:rFonts w:ascii="Arial" w:eastAsia="Gulim" w:hAnsi="Arial" w:cs="Arial"/>
                <w:sz w:val="18"/>
                <w:szCs w:val="18"/>
                <w:lang w:eastAsia="ko-KR"/>
              </w:rPr>
              <w:t xml:space="preserve"> </w:t>
            </w:r>
            <w:r w:rsidR="00384556" w:rsidRPr="0032615D">
              <w:rPr>
                <w:rFonts w:ascii="Arial" w:eastAsia="Gulim" w:hAnsi="Arial" w:cs="Arial"/>
                <w:sz w:val="18"/>
                <w:szCs w:val="18"/>
                <w:lang w:eastAsia="ko-KR"/>
              </w:rPr>
              <w:t>[</w:t>
            </w:r>
            <w:r w:rsidR="00384556" w:rsidRPr="0032615D">
              <w:rPr>
                <w:rFonts w:ascii="Arial" w:eastAsia="Gulim" w:hAnsi="Arial" w:cs="Arial"/>
                <w:sz w:val="18"/>
                <w:szCs w:val="18"/>
                <w:lang w:eastAsia="ko-KR"/>
              </w:rPr>
              <w:fldChar w:fldCharType="begin"/>
            </w:r>
            <w:r w:rsidR="00384556" w:rsidRPr="0032615D">
              <w:rPr>
                <w:rFonts w:ascii="Arial" w:eastAsia="Gulim" w:hAnsi="Arial" w:cs="Arial"/>
                <w:sz w:val="18"/>
                <w:szCs w:val="18"/>
                <w:lang w:eastAsia="ko-KR"/>
              </w:rPr>
              <w:instrText xml:space="preserve">REF REF_ONEM2MTS_0004 \h </w:instrText>
            </w:r>
            <w:r w:rsidRPr="0032615D">
              <w:rPr>
                <w:rFonts w:ascii="Arial" w:eastAsia="Gulim" w:hAnsi="Arial" w:cs="Arial"/>
                <w:sz w:val="18"/>
                <w:szCs w:val="18"/>
                <w:lang w:eastAsia="ko-KR"/>
              </w:rPr>
              <w:instrText xml:space="preserve"> \* MERGEFORMAT </w:instrText>
            </w:r>
            <w:r w:rsidR="00384556" w:rsidRPr="0032615D">
              <w:rPr>
                <w:rFonts w:ascii="Arial" w:eastAsia="Gulim" w:hAnsi="Arial" w:cs="Arial"/>
                <w:sz w:val="18"/>
                <w:szCs w:val="18"/>
                <w:lang w:eastAsia="ko-KR"/>
              </w:rPr>
            </w:r>
            <w:r w:rsidR="00384556" w:rsidRPr="0032615D">
              <w:rPr>
                <w:rFonts w:ascii="Arial" w:eastAsia="Gulim" w:hAnsi="Arial" w:cs="Arial"/>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sz w:val="18"/>
                <w:szCs w:val="18"/>
                <w:lang w:eastAsia="ko-KR"/>
              </w:rPr>
              <w:fldChar w:fldCharType="end"/>
            </w:r>
            <w:r w:rsidR="00384556" w:rsidRPr="0032615D">
              <w:rPr>
                <w:rFonts w:ascii="Arial" w:eastAsia="Gulim" w:hAnsi="Arial" w:cs="Arial"/>
                <w:sz w:val="18"/>
                <w:szCs w:val="18"/>
                <w:lang w:eastAsia="ko-KR"/>
              </w:rPr>
              <w:t>]</w:t>
            </w:r>
          </w:p>
        </w:tc>
        <w:tc>
          <w:tcPr>
            <w:tcW w:w="4732" w:type="dxa"/>
            <w:tcBorders>
              <w:top w:val="single" w:sz="6" w:space="0" w:color="auto"/>
              <w:left w:val="single" w:sz="6" w:space="0" w:color="auto"/>
              <w:bottom w:val="single" w:sz="6" w:space="0" w:color="auto"/>
              <w:right w:val="single" w:sz="6" w:space="0" w:color="auto"/>
            </w:tcBorders>
          </w:tcPr>
          <w:p w14:paraId="4DFBEA52" w14:textId="77777777" w:rsidR="00405B2A" w:rsidRPr="004F4407" w:rsidRDefault="00405B2A" w:rsidP="004A5A4F">
            <w:pPr>
              <w:spacing w:after="0"/>
              <w:jc w:val="both"/>
              <w:rPr>
                <w:rFonts w:ascii="Arial" w:eastAsia="Gulim" w:hAnsi="Arial" w:cs="Arial"/>
                <w:b/>
                <w:bCs/>
                <w:sz w:val="18"/>
                <w:szCs w:val="18"/>
                <w:lang w:eastAsia="ko-KR"/>
              </w:rPr>
            </w:pPr>
            <w:r w:rsidRPr="004F4407">
              <w:rPr>
                <w:rFonts w:ascii="Arial" w:eastAsia="Gulim" w:hAnsi="Arial" w:cs="Arial"/>
                <w:b/>
                <w:bCs/>
                <w:sz w:val="18"/>
                <w:szCs w:val="18"/>
                <w:lang w:eastAsia="ko-KR"/>
              </w:rPr>
              <w:t>Response</w:t>
            </w:r>
          </w:p>
          <w:p w14:paraId="54592900"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7B86BD56" w14:textId="46E53950"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C73B08" w:rsidRPr="004F4407">
              <w:rPr>
                <w:rFonts w:ascii="Courier New" w:hAnsi="Courier New" w:cs="Courier New"/>
                <w:color w:val="0070C1"/>
                <w:sz w:val="18"/>
                <w:szCs w:val="18"/>
                <w:lang w:eastAsia="ko-KR"/>
              </w:rPr>
              <w:t>m2</w:t>
            </w:r>
            <w:proofErr w:type="gramStart"/>
            <w:r w:rsidR="00C73B08" w:rsidRPr="004F4407">
              <w:rPr>
                <w:rFonts w:ascii="Courier New" w:hAnsi="Courier New" w:cs="Courier New"/>
                <w:color w:val="0070C1"/>
                <w:sz w:val="18"/>
                <w:szCs w:val="18"/>
                <w:lang w:eastAsia="ko-KR"/>
              </w:rPr>
              <w:t>m:</w:t>
            </w:r>
            <w:r w:rsidRPr="004F4407">
              <w:rPr>
                <w:rFonts w:ascii="Courier New" w:hAnsi="Courier New" w:cs="Courier New"/>
                <w:color w:val="0070C1"/>
                <w:sz w:val="18"/>
                <w:szCs w:val="18"/>
                <w:lang w:eastAsia="ko-KR"/>
              </w:rPr>
              <w:t>rsp</w:t>
            </w:r>
            <w:proofErr w:type="gram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7B1A925C" w14:textId="113B553F"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rsc</w:t>
            </w:r>
            <w:proofErr w:type="spell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2000</w:t>
            </w:r>
          </w:p>
          <w:p w14:paraId="456DD905"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t>}</w:t>
            </w:r>
          </w:p>
          <w:p w14:paraId="222B6990"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p>
          <w:p w14:paraId="767D7D7F" w14:textId="77777777" w:rsidR="00405B2A" w:rsidRPr="004F4407" w:rsidRDefault="00405B2A" w:rsidP="001F4D0C">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47445637" w14:textId="10533681" w:rsidR="00405B2A" w:rsidRPr="004F4407" w:rsidRDefault="00405B2A" w:rsidP="004A5A4F">
            <w:pPr>
              <w:widowControl w:val="0"/>
              <w:overflowPunct/>
              <w:spacing w:after="0"/>
              <w:textAlignment w:val="auto"/>
              <w:rPr>
                <w:rFonts w:ascii="Arial" w:eastAsia="Gulim" w:hAnsi="Arial" w:cs="Arial"/>
                <w:bCs/>
                <w:sz w:val="18"/>
                <w:szCs w:val="18"/>
                <w:lang w:eastAsia="ko-KR"/>
              </w:rPr>
            </w:pP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it</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contains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status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and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status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can</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either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2000</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t>
            </w:r>
            <w:r w:rsidRPr="0032615D">
              <w:rPr>
                <w:rFonts w:ascii="Arial" w:eastAsia="Gulim" w:hAnsi="Arial" w:cs="Arial"/>
                <w:bCs/>
                <w:sz w:val="18"/>
                <w:szCs w:val="18"/>
                <w:lang w:eastAsia="ko-KR"/>
              </w:rPr>
              <w:t>OK</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4000</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(BAD_REQUEST)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according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rules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operations.</w:t>
            </w:r>
          </w:p>
        </w:tc>
        <w:tc>
          <w:tcPr>
            <w:tcW w:w="4200" w:type="dxa"/>
            <w:tcBorders>
              <w:top w:val="single" w:sz="6" w:space="0" w:color="auto"/>
              <w:left w:val="single" w:sz="6" w:space="0" w:color="auto"/>
              <w:bottom w:val="single" w:sz="6" w:space="0" w:color="auto"/>
            </w:tcBorders>
            <w:hideMark/>
          </w:tcPr>
          <w:p w14:paraId="23AC572C" w14:textId="77777777" w:rsidR="00405B2A" w:rsidRPr="004F4407" w:rsidRDefault="00405B2A" w:rsidP="004A5A4F">
            <w:pPr>
              <w:spacing w:after="0"/>
              <w:jc w:val="both"/>
              <w:rPr>
                <w:rFonts w:ascii="Arial" w:eastAsia="Gulim" w:hAnsi="Arial" w:cs="Arial"/>
                <w:b/>
                <w:bCs/>
                <w:sz w:val="18"/>
                <w:szCs w:val="18"/>
                <w:lang w:eastAsia="ko-KR"/>
              </w:rPr>
            </w:pPr>
            <w:r w:rsidRPr="004F4407">
              <w:rPr>
                <w:rFonts w:ascii="Arial" w:eastAsia="Gulim" w:hAnsi="Arial" w:cs="Arial"/>
                <w:b/>
                <w:bCs/>
                <w:sz w:val="18"/>
                <w:szCs w:val="18"/>
                <w:lang w:eastAsia="ko-KR"/>
              </w:rPr>
              <w:t>Response</w:t>
            </w:r>
          </w:p>
          <w:p w14:paraId="2598E8A3" w14:textId="6C7CA322"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OK</w:t>
            </w:r>
          </w:p>
          <w:p w14:paraId="76216AC9" w14:textId="6AFCDFDB" w:rsidR="00405B2A" w:rsidRPr="004F4407" w:rsidRDefault="00405B2A" w:rsidP="001F4D0C">
            <w:pPr>
              <w:spacing w:after="0"/>
              <w:jc w:val="both"/>
              <w:rPr>
                <w:rFonts w:ascii="Arial" w:eastAsia="Gulim" w:hAnsi="Arial" w:cs="Arial"/>
                <w:b/>
                <w:bCs/>
                <w:sz w:val="18"/>
                <w:szCs w:val="18"/>
                <w:lang w:eastAsia="ko-KR"/>
              </w:rPr>
            </w:pPr>
            <w:r w:rsidRPr="004F4407">
              <w:rPr>
                <w:rFonts w:ascii="Courier New" w:hAnsi="Courier New" w:cs="Courier New"/>
                <w:color w:val="0070C1"/>
                <w:sz w:val="18"/>
                <w:szCs w:val="18"/>
                <w:lang w:eastAsia="ko-KR"/>
              </w:rPr>
              <w:t>X-M2M-RSC:</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2000</w:t>
            </w:r>
          </w:p>
        </w:tc>
      </w:tr>
      <w:tr w:rsidR="00BE543E" w:rsidRPr="004F4407" w14:paraId="47BFEE81" w14:textId="77777777" w:rsidTr="00565622">
        <w:trPr>
          <w:tblCellSpacing w:w="0" w:type="dxa"/>
          <w:jc w:val="center"/>
        </w:trPr>
        <w:tc>
          <w:tcPr>
            <w:tcW w:w="14703" w:type="dxa"/>
            <w:gridSpan w:val="6"/>
            <w:tcBorders>
              <w:top w:val="nil"/>
              <w:bottom w:val="nil"/>
            </w:tcBorders>
          </w:tcPr>
          <w:p w14:paraId="4D812A34" w14:textId="03CDA9C2" w:rsidR="00BE543E" w:rsidRPr="004F4407" w:rsidRDefault="00BE543E" w:rsidP="006D6FB4">
            <w:pPr>
              <w:pStyle w:val="TAN"/>
              <w:rPr>
                <w:rFonts w:eastAsia="Gulim"/>
              </w:rPr>
            </w:pPr>
            <w:r w:rsidRPr="004F4407">
              <w:rPr>
                <w:rFonts w:eastAsia="Gulim"/>
              </w:rPr>
              <w:t>NOTE</w:t>
            </w:r>
            <w:r w:rsidR="00565622" w:rsidRPr="004F4407">
              <w:rPr>
                <w:rFonts w:eastAsia="Gulim"/>
              </w:rPr>
              <w:t xml:space="preserve"> </w:t>
            </w:r>
            <w:r w:rsidRPr="004F4407">
              <w:rPr>
                <w:rFonts w:eastAsia="Gulim"/>
              </w:rPr>
              <w:t>1:</w:t>
            </w:r>
            <w:r w:rsidRPr="004F4407">
              <w:rPr>
                <w:rFonts w:eastAsia="Gulim"/>
              </w:rPr>
              <w:tab/>
              <w:t>Additional</w:t>
            </w:r>
            <w:r w:rsidR="00565622" w:rsidRPr="004F4407">
              <w:rPr>
                <w:rFonts w:eastAsia="Gulim"/>
              </w:rPr>
              <w:t xml:space="preserve"> </w:t>
            </w:r>
            <w:r w:rsidRPr="004F4407">
              <w:rPr>
                <w:rFonts w:eastAsia="Gulim"/>
              </w:rPr>
              <w:t>rules</w:t>
            </w:r>
            <w:r w:rsidR="00565622" w:rsidRPr="004F4407">
              <w:rPr>
                <w:rFonts w:eastAsia="Gulim"/>
              </w:rPr>
              <w:t xml:space="preserve"> </w:t>
            </w:r>
            <w:r w:rsidRPr="004F4407">
              <w:rPr>
                <w:rFonts w:eastAsia="Gulim"/>
              </w:rPr>
              <w:t>defined</w:t>
            </w:r>
            <w:r w:rsidR="00565622" w:rsidRPr="004F4407">
              <w:rPr>
                <w:rFonts w:eastAsia="Gulim"/>
              </w:rPr>
              <w:t xml:space="preserve"> </w:t>
            </w:r>
            <w:r w:rsidRPr="004F4407">
              <w:rPr>
                <w:rFonts w:eastAsia="Gulim"/>
              </w:rPr>
              <w:t>in</w:t>
            </w:r>
            <w:r w:rsidR="00565622" w:rsidRPr="004F4407">
              <w:rPr>
                <w:rFonts w:eastAsia="Gulim"/>
              </w:rPr>
              <w:t xml:space="preserve"> </w:t>
            </w:r>
            <w:r w:rsidRPr="004F4407">
              <w:rPr>
                <w:rFonts w:eastAsia="Gulim"/>
              </w:rPr>
              <w:t>table</w:t>
            </w:r>
            <w:r w:rsidR="00565622" w:rsidRPr="004F4407">
              <w:rPr>
                <w:rFonts w:eastAsia="Gulim"/>
              </w:rPr>
              <w:t xml:space="preserve"> </w:t>
            </w:r>
            <w:r w:rsidRPr="004F4407">
              <w:rPr>
                <w:rFonts w:eastAsia="Gulim"/>
              </w:rPr>
              <w:t>5.4.2.2.2-3</w:t>
            </w:r>
            <w:r w:rsidR="00565622" w:rsidRPr="004F4407">
              <w:rPr>
                <w:rFonts w:eastAsia="Gulim"/>
              </w:rPr>
              <w:t xml:space="preserve"> </w:t>
            </w:r>
            <w:r w:rsidRPr="004F4407">
              <w:rPr>
                <w:rFonts w:eastAsia="Gulim"/>
              </w:rPr>
              <w:t>are</w:t>
            </w:r>
            <w:r w:rsidR="00565622" w:rsidRPr="004F4407">
              <w:rPr>
                <w:rFonts w:eastAsia="Gulim"/>
              </w:rPr>
              <w:t xml:space="preserve"> </w:t>
            </w:r>
            <w:r w:rsidRPr="004F4407">
              <w:rPr>
                <w:rFonts w:eastAsia="Gulim"/>
              </w:rPr>
              <w:t>also</w:t>
            </w:r>
            <w:r w:rsidR="00565622" w:rsidRPr="004F4407">
              <w:rPr>
                <w:rFonts w:eastAsia="Gulim"/>
              </w:rPr>
              <w:t xml:space="preserve"> </w:t>
            </w:r>
            <w:r w:rsidRPr="004F4407">
              <w:rPr>
                <w:rFonts w:eastAsia="Gulim"/>
              </w:rPr>
              <w:t>applied.</w:t>
            </w:r>
          </w:p>
          <w:p w14:paraId="2A883E04" w14:textId="57194F47" w:rsidR="00BE543E" w:rsidRPr="004F4407" w:rsidRDefault="00BE543E" w:rsidP="006D6FB4">
            <w:pPr>
              <w:pStyle w:val="TAN"/>
              <w:rPr>
                <w:rFonts w:eastAsia="Gulim"/>
              </w:rPr>
            </w:pPr>
            <w:r w:rsidRPr="004F4407">
              <w:rPr>
                <w:rFonts w:eastAsia="Gulim"/>
              </w:rPr>
              <w:t>NOTE</w:t>
            </w:r>
            <w:r w:rsidR="00565622" w:rsidRPr="004F4407">
              <w:rPr>
                <w:rFonts w:eastAsia="Gulim"/>
              </w:rPr>
              <w:t xml:space="preserve"> </w:t>
            </w:r>
            <w:r w:rsidRPr="004F4407">
              <w:rPr>
                <w:rFonts w:eastAsia="Gulim"/>
              </w:rPr>
              <w:t>2:</w:t>
            </w:r>
            <w:r w:rsidRPr="004F4407">
              <w:rPr>
                <w:rFonts w:eastAsia="Gulim"/>
              </w:rPr>
              <w:tab/>
              <w:t>Attribute</w:t>
            </w:r>
            <w:r w:rsidR="00565622" w:rsidRPr="004F4407">
              <w:rPr>
                <w:rFonts w:eastAsia="Gulim"/>
              </w:rPr>
              <w:t xml:space="preserve"> </w:t>
            </w:r>
            <w:r w:rsidRPr="004F4407">
              <w:rPr>
                <w:rFonts w:eastAsia="Gulim"/>
              </w:rPr>
              <w:t>r</w:t>
            </w:r>
            <w:r w:rsidRPr="004F4407">
              <w:rPr>
                <w:rFonts w:eastAsia="Gulim" w:hint="eastAsia"/>
              </w:rPr>
              <w:t>esponse</w:t>
            </w:r>
            <w:r w:rsidR="00565622" w:rsidRPr="004F4407">
              <w:rPr>
                <w:rFonts w:eastAsia="Gulim" w:hint="eastAsia"/>
              </w:rPr>
              <w:t xml:space="preserve"> </w:t>
            </w:r>
            <w:r w:rsidRPr="004F4407">
              <w:rPr>
                <w:rFonts w:eastAsia="Gulim" w:hint="eastAsia"/>
              </w:rPr>
              <w:t>status</w:t>
            </w:r>
            <w:r w:rsidR="00565622" w:rsidRPr="004F4407">
              <w:rPr>
                <w:rFonts w:eastAsia="Gulim" w:hint="eastAsia"/>
              </w:rPr>
              <w:t xml:space="preserve"> </w:t>
            </w:r>
            <w:r w:rsidRPr="004F4407">
              <w:rPr>
                <w:rFonts w:eastAsia="Gulim" w:hint="eastAsia"/>
              </w:rPr>
              <w:t>code</w:t>
            </w:r>
            <w:r w:rsidR="00565622" w:rsidRPr="004F4407">
              <w:rPr>
                <w:rFonts w:eastAsia="Gulim" w:hint="eastAsia"/>
              </w:rPr>
              <w:t xml:space="preserve"> </w:t>
            </w:r>
            <w:r w:rsidRPr="004F4407">
              <w:rPr>
                <w:rFonts w:eastAsia="Gulim" w:hint="eastAsia"/>
              </w:rPr>
              <w:t>is</w:t>
            </w:r>
            <w:r w:rsidR="00565622" w:rsidRPr="004F4407">
              <w:rPr>
                <w:rFonts w:eastAsia="Gulim" w:hint="eastAsia"/>
              </w:rPr>
              <w:t xml:space="preserve"> </w:t>
            </w:r>
            <w:r w:rsidRPr="004F4407">
              <w:rPr>
                <w:rFonts w:eastAsia="Gulim" w:hint="eastAsia"/>
              </w:rPr>
              <w:t>defined</w:t>
            </w:r>
            <w:r w:rsidR="00565622" w:rsidRPr="004F4407">
              <w:rPr>
                <w:rFonts w:eastAsia="Gulim" w:hint="eastAsia"/>
              </w:rPr>
              <w:t xml:space="preserve"> </w:t>
            </w:r>
            <w:r w:rsidRPr="004F4407">
              <w:rPr>
                <w:rFonts w:eastAsia="Gulim"/>
              </w:rPr>
              <w:t>at</w:t>
            </w:r>
            <w:r w:rsidR="00565622" w:rsidRPr="004F4407">
              <w:rPr>
                <w:rFonts w:eastAsia="Gulim"/>
              </w:rPr>
              <w:t xml:space="preserve"> </w:t>
            </w:r>
            <w:r w:rsidRPr="004F4407">
              <w:rPr>
                <w:rFonts w:eastAsia="Gulim"/>
              </w:rPr>
              <w:t>table</w:t>
            </w:r>
            <w:r w:rsidR="00565622" w:rsidRPr="004F4407">
              <w:rPr>
                <w:rFonts w:eastAsia="Gulim"/>
              </w:rPr>
              <w:t xml:space="preserve"> </w:t>
            </w:r>
            <w:r w:rsidRPr="004F4407">
              <w:rPr>
                <w:rFonts w:eastAsia="Gulim"/>
              </w:rPr>
              <w:t>5.4.2.2.2-3.</w:t>
            </w:r>
          </w:p>
        </w:tc>
      </w:tr>
    </w:tbl>
    <w:p w14:paraId="611D01EF" w14:textId="77777777" w:rsidR="00405B2A" w:rsidRPr="004F4407" w:rsidRDefault="00405B2A" w:rsidP="001F4D0C"/>
    <w:p w14:paraId="30E0148D" w14:textId="77777777" w:rsidR="001F4D0C" w:rsidRPr="004F4407" w:rsidRDefault="001F4D0C" w:rsidP="001F4D0C">
      <w:pPr>
        <w:pStyle w:val="TH"/>
        <w:sectPr w:rsidR="001F4D0C" w:rsidRPr="004F4407" w:rsidSect="001F4D0C">
          <w:footnotePr>
            <w:numRestart w:val="eachSect"/>
          </w:footnotePr>
          <w:pgSz w:w="16840" w:h="11907" w:orient="landscape"/>
          <w:pgMar w:top="1134" w:right="1418" w:bottom="1134" w:left="1134" w:header="851" w:footer="340" w:gutter="0"/>
          <w:cols w:space="720"/>
          <w:docGrid w:linePitch="272"/>
        </w:sectPr>
      </w:pPr>
    </w:p>
    <w:p w14:paraId="1F814030" w14:textId="1BC94EF1" w:rsidR="00405B2A" w:rsidRPr="004F4407" w:rsidRDefault="00405B2A" w:rsidP="001F4D0C">
      <w:pPr>
        <w:pStyle w:val="TH"/>
      </w:pPr>
      <w:r w:rsidRPr="004F4407">
        <w:lastRenderedPageBreak/>
        <w:t>Table 5.4.2.2.2-</w:t>
      </w:r>
      <w:r w:rsidR="009F5486" w:rsidRPr="004F4407">
        <w:t>2</w:t>
      </w:r>
      <w:r w:rsidR="00DA57DD" w:rsidRPr="004F4407">
        <w:t>:</w:t>
      </w:r>
      <w:r w:rsidRPr="004F4407">
        <w:t xml:space="preserve"> Rules for defining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primitives</w:t>
      </w:r>
    </w:p>
    <w:tbl>
      <w:tblPr>
        <w:tblW w:w="8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8492"/>
      </w:tblGrid>
      <w:tr w:rsidR="00405B2A" w:rsidRPr="004F4407" w14:paraId="4FEB6B90" w14:textId="77777777" w:rsidTr="00565622">
        <w:trPr>
          <w:jc w:val="center"/>
        </w:trPr>
        <w:tc>
          <w:tcPr>
            <w:tcW w:w="8492" w:type="dxa"/>
            <w:shd w:val="clear" w:color="auto" w:fill="auto"/>
          </w:tcPr>
          <w:p w14:paraId="3C88388C" w14:textId="07EA5F58" w:rsidR="001F4D0C" w:rsidRPr="004F4407" w:rsidRDefault="00405B2A" w:rsidP="002E1900">
            <w:pPr>
              <w:numPr>
                <w:ilvl w:val="0"/>
                <w:numId w:val="10"/>
              </w:numPr>
              <w:spacing w:after="0"/>
              <w:ind w:left="531"/>
              <w:rPr>
                <w:b/>
              </w:rPr>
            </w:pPr>
            <w:proofErr w:type="spellStart"/>
            <w:r w:rsidRPr="004F4407">
              <w:rPr>
                <w:rFonts w:ascii="Arial" w:eastAsia="Gulim" w:hAnsi="Arial" w:cs="Arial"/>
                <w:b/>
                <w:bCs/>
                <w:sz w:val="18"/>
                <w:szCs w:val="18"/>
                <w:lang w:eastAsia="ko-KR"/>
              </w:rPr>
              <w:t>UtTrigger</w:t>
            </w:r>
            <w:proofErr w:type="spellEnd"/>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is</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represented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in</w:t>
            </w:r>
            <w:r w:rsidR="00565622" w:rsidRPr="004F4407">
              <w:rPr>
                <w:rFonts w:ascii="Arial" w:eastAsia="Gulim" w:hAnsi="Arial" w:cs="Arial"/>
                <w:b/>
                <w:bCs/>
                <w:sz w:val="18"/>
                <w:szCs w:val="18"/>
                <w:lang w:eastAsia="ko-KR"/>
              </w:rPr>
              <w:t xml:space="preserve"> </w:t>
            </w:r>
            <w:proofErr w:type="spellStart"/>
            <w:r w:rsidRPr="004F4407">
              <w:rPr>
                <w:rFonts w:ascii="Arial" w:eastAsia="Gulim" w:hAnsi="Arial" w:cs="Arial"/>
                <w:b/>
                <w:bCs/>
                <w:sz w:val="18"/>
                <w:szCs w:val="18"/>
                <w:lang w:eastAsia="ko-KR"/>
              </w:rPr>
              <w:t>requestPrimitive</w:t>
            </w:r>
            <w:proofErr w:type="spellEnd"/>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serialized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in</w:t>
            </w:r>
            <w:r w:rsidR="00565622" w:rsidRPr="004F4407">
              <w:rPr>
                <w:rFonts w:ascii="Arial" w:eastAsia="Gulim" w:hAnsi="Arial" w:cs="Arial"/>
                <w:b/>
                <w:bCs/>
                <w:sz w:val="18"/>
                <w:szCs w:val="18"/>
                <w:lang w:eastAsia="ko-KR"/>
              </w:rPr>
              <w:t xml:space="preserve"> </w:t>
            </w:r>
            <w:r w:rsidRPr="0032615D">
              <w:rPr>
                <w:rFonts w:ascii="Arial" w:eastAsia="Gulim" w:hAnsi="Arial" w:cs="Arial"/>
                <w:b/>
                <w:bCs/>
                <w:sz w:val="18"/>
                <w:szCs w:val="18"/>
                <w:lang w:eastAsia="ko-KR"/>
              </w:rPr>
              <w:t>JSON</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format.</w:t>
            </w:r>
            <w:r w:rsidR="00565622" w:rsidRPr="004F4407">
              <w:rPr>
                <w:b/>
              </w:rPr>
              <w:t xml:space="preserve"> </w:t>
            </w:r>
          </w:p>
          <w:p w14:paraId="6052D545" w14:textId="5DAD0D5A" w:rsidR="00656AE6" w:rsidRPr="004F4407" w:rsidRDefault="00BD5CBB" w:rsidP="002E1900">
            <w:pPr>
              <w:numPr>
                <w:ilvl w:val="0"/>
                <w:numId w:val="10"/>
              </w:numPr>
              <w:spacing w:after="0"/>
              <w:ind w:left="531"/>
              <w:rPr>
                <w:rFonts w:ascii="Arial" w:eastAsia="Gulim" w:hAnsi="Arial" w:cs="Arial"/>
                <w:b/>
                <w:bCs/>
                <w:sz w:val="18"/>
                <w:szCs w:val="18"/>
                <w:lang w:eastAsia="ko-KR"/>
              </w:rPr>
            </w:pPr>
            <w:proofErr w:type="spellStart"/>
            <w:r w:rsidRPr="004F4407">
              <w:rPr>
                <w:rFonts w:ascii="Arial" w:eastAsia="Gulim" w:hAnsi="Arial" w:cs="Arial"/>
                <w:b/>
                <w:bCs/>
                <w:sz w:val="18"/>
                <w:szCs w:val="18"/>
                <w:lang w:eastAsia="ko-KR"/>
              </w:rPr>
              <w:t>UtTrigger</w:t>
            </w:r>
            <w:proofErr w:type="spellEnd"/>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shall</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be</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interpreted</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as</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follows:</w:t>
            </w:r>
          </w:p>
          <w:p w14:paraId="43E3145F" w14:textId="06906E25" w:rsidR="00CD4847" w:rsidRPr="004F4407" w:rsidRDefault="00D10065" w:rsidP="00CD4847">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containing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value</w:t>
            </w:r>
            <w:r w:rsidR="00565622" w:rsidRPr="004F4407">
              <w:rPr>
                <w:rFonts w:ascii="Arial" w:eastAsia="Gulim" w:hAnsi="Arial" w:cs="Arial"/>
                <w:bCs/>
                <w:sz w:val="18"/>
                <w:szCs w:val="18"/>
                <w:lang w:eastAsia="ko-KR"/>
              </w:rPr>
              <w:t xml:space="preserve"> </w:t>
            </w:r>
            <w:r w:rsidR="00DE427D"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DE427D"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present</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and</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equal</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request</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primitive</w:t>
            </w:r>
            <w:r w:rsidR="0017719C" w:rsidRPr="004F4407">
              <w:rPr>
                <w:rFonts w:ascii="Arial" w:eastAsia="Gulim" w:hAnsi="Arial" w:cs="Arial"/>
                <w:bCs/>
                <w:sz w:val="18"/>
                <w:szCs w:val="18"/>
                <w:lang w:eastAsia="ko-KR"/>
              </w:rPr>
              <w:t>.</w:t>
            </w:r>
          </w:p>
          <w:p w14:paraId="7D512346" w14:textId="0E1BB5E7" w:rsidR="00341F87" w:rsidRPr="004F4407" w:rsidRDefault="00341F87" w:rsidP="00CD4847">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containing</w:t>
            </w:r>
            <w:r w:rsidR="00565622" w:rsidRPr="004F4407">
              <w:rPr>
                <w:rFonts w:ascii="Arial" w:eastAsia="Gulim" w:hAnsi="Arial" w:cs="Arial"/>
                <w:bCs/>
                <w:sz w:val="18"/>
                <w:szCs w:val="18"/>
                <w:lang w:eastAsia="ko-KR"/>
              </w:rPr>
              <w:t xml:space="preserve"> </w:t>
            </w:r>
            <w:r w:rsidR="007921DF">
              <w:rPr>
                <w:rFonts w:ascii="Arial" w:eastAsia="Gulim" w:hAnsi="Arial" w:cs="Arial"/>
                <w:bCs/>
                <w:sz w:val="18"/>
                <w:szCs w:val="18"/>
                <w:lang w:eastAsia="ko-KR"/>
              </w:rPr>
              <w:t>"</w:t>
            </w:r>
            <w:r w:rsidR="00880453" w:rsidRPr="004F4407">
              <w:rPr>
                <w:rFonts w:ascii="Arial" w:eastAsia="Gulim" w:hAnsi="Arial" w:cs="Arial"/>
                <w:bCs/>
                <w:sz w:val="18"/>
                <w:szCs w:val="18"/>
                <w:lang w:eastAsia="ko-KR"/>
              </w:rPr>
              <w:t>UNINITIALIZED</w:t>
            </w:r>
            <w:r w:rsidR="007921DF">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00880453" w:rsidRPr="0032615D">
              <w:rPr>
                <w:rFonts w:ascii="Arial" w:eastAsia="Gulim" w:hAnsi="Arial" w:cs="Arial"/>
                <w:bCs/>
                <w:sz w:val="18"/>
                <w:szCs w:val="18"/>
                <w:lang w:eastAsia="ko-KR"/>
              </w:rPr>
              <w:t>value</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prese</w:t>
            </w:r>
            <w:r w:rsidR="007F2CA0" w:rsidRPr="004F4407">
              <w:rPr>
                <w:rFonts w:ascii="Arial" w:eastAsia="Gulim" w:hAnsi="Arial" w:cs="Arial"/>
                <w:bCs/>
                <w:sz w:val="18"/>
                <w:szCs w:val="18"/>
                <w:lang w:eastAsia="ko-KR"/>
              </w:rPr>
              <w:t>nt</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request</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primitive</w:t>
            </w:r>
            <w:r w:rsidR="0017719C" w:rsidRPr="004F4407">
              <w:rPr>
                <w:rFonts w:ascii="Arial" w:eastAsia="Gulim" w:hAnsi="Arial" w:cs="Arial"/>
                <w:bCs/>
                <w:sz w:val="18"/>
                <w:szCs w:val="18"/>
                <w:lang w:eastAsia="ko-KR"/>
              </w:rPr>
              <w:t>.</w:t>
            </w:r>
          </w:p>
          <w:p w14:paraId="6BACF6FF" w14:textId="1C56055A" w:rsidR="007F2CA0" w:rsidRPr="00274CC9" w:rsidRDefault="009E059D" w:rsidP="00363991">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other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17719C" w:rsidRPr="004F4407">
              <w:rPr>
                <w:rFonts w:ascii="Arial" w:eastAsia="Gulim" w:hAnsi="Arial" w:cs="Arial"/>
                <w:bCs/>
                <w:sz w:val="18"/>
                <w:szCs w:val="18"/>
                <w:lang w:eastAsia="ko-KR"/>
              </w:rPr>
              <w:t>comply</w:t>
            </w:r>
            <w:r w:rsidR="00565622" w:rsidRPr="004F4407">
              <w:rPr>
                <w:rFonts w:ascii="Arial" w:eastAsia="Gulim" w:hAnsi="Arial" w:cs="Arial"/>
                <w:bCs/>
                <w:sz w:val="18"/>
                <w:szCs w:val="18"/>
                <w:lang w:eastAsia="ko-KR"/>
              </w:rPr>
              <w:t xml:space="preserve"> </w:t>
            </w:r>
            <w:r w:rsidR="0017719C" w:rsidRPr="004F4407">
              <w:rPr>
                <w:rFonts w:ascii="Arial" w:eastAsia="Gulim" w:hAnsi="Arial" w:cs="Arial"/>
                <w:bCs/>
                <w:sz w:val="18"/>
                <w:szCs w:val="18"/>
                <w:lang w:eastAsia="ko-KR"/>
              </w:rPr>
              <w:t>with</w:t>
            </w:r>
            <w:r w:rsidR="00384556" w:rsidRPr="00274CC9">
              <w:rPr>
                <w:rFonts w:ascii="Arial" w:eastAsia="Gulim" w:hAnsi="Arial" w:cs="Arial"/>
                <w:bCs/>
                <w:sz w:val="18"/>
                <w:szCs w:val="18"/>
                <w:lang w:eastAsia="ko-KR"/>
              </w:rPr>
              <w:t xml:space="preserve"> </w:t>
            </w:r>
            <w:r w:rsidR="007C062E" w:rsidRPr="007C062E">
              <w:rPr>
                <w:rFonts w:ascii="Arial" w:eastAsia="Gulim" w:hAnsi="Arial" w:cs="Arial"/>
                <w:bCs/>
                <w:sz w:val="18"/>
                <w:szCs w:val="18"/>
                <w:lang w:eastAsia="ko-KR"/>
              </w:rPr>
              <w:t xml:space="preserve">oneM2M TS-0004 </w:t>
            </w:r>
            <w:r w:rsidR="00384556" w:rsidRPr="0032615D">
              <w:rPr>
                <w:rFonts w:ascii="Arial" w:eastAsia="Gulim" w:hAnsi="Arial" w:cs="Arial"/>
                <w:bCs/>
                <w:sz w:val="18"/>
                <w:szCs w:val="18"/>
                <w:lang w:eastAsia="ko-KR"/>
              </w:rPr>
              <w:t>[</w:t>
            </w:r>
            <w:r w:rsidR="00384556" w:rsidRPr="0032615D">
              <w:rPr>
                <w:rFonts w:ascii="Arial" w:eastAsia="Gulim" w:hAnsi="Arial" w:cs="Arial"/>
                <w:bCs/>
                <w:sz w:val="18"/>
                <w:szCs w:val="18"/>
                <w:lang w:eastAsia="ko-KR"/>
              </w:rPr>
              <w:fldChar w:fldCharType="begin"/>
            </w:r>
            <w:r w:rsidR="00384556" w:rsidRPr="0032615D">
              <w:rPr>
                <w:rFonts w:ascii="Arial" w:eastAsia="Gulim" w:hAnsi="Arial" w:cs="Arial"/>
                <w:bCs/>
                <w:sz w:val="18"/>
                <w:szCs w:val="18"/>
                <w:lang w:eastAsia="ko-KR"/>
              </w:rPr>
              <w:instrText xml:space="preserve">REF REF_ONEM2MTS_0004 \h </w:instrText>
            </w:r>
            <w:r w:rsidR="00274CC9" w:rsidRPr="0032615D">
              <w:rPr>
                <w:rFonts w:ascii="Arial" w:eastAsia="Gulim" w:hAnsi="Arial" w:cs="Arial"/>
                <w:bCs/>
                <w:sz w:val="18"/>
                <w:szCs w:val="18"/>
                <w:lang w:eastAsia="ko-KR"/>
              </w:rPr>
              <w:instrText xml:space="preserve"> \* MERGEFORMAT </w:instrText>
            </w:r>
            <w:r w:rsidR="00384556" w:rsidRPr="0032615D">
              <w:rPr>
                <w:rFonts w:ascii="Arial" w:eastAsia="Gulim" w:hAnsi="Arial" w:cs="Arial"/>
                <w:bCs/>
                <w:sz w:val="18"/>
                <w:szCs w:val="18"/>
                <w:lang w:eastAsia="ko-KR"/>
              </w:rPr>
            </w:r>
            <w:r w:rsidR="00384556" w:rsidRPr="0032615D">
              <w:rPr>
                <w:rFonts w:ascii="Arial" w:eastAsia="Gulim" w:hAnsi="Arial" w:cs="Arial"/>
                <w:bCs/>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bCs/>
                <w:sz w:val="18"/>
                <w:szCs w:val="18"/>
                <w:lang w:eastAsia="ko-KR"/>
              </w:rPr>
              <w:fldChar w:fldCharType="end"/>
            </w:r>
            <w:r w:rsidR="00384556" w:rsidRPr="0032615D">
              <w:rPr>
                <w:rFonts w:ascii="Arial" w:eastAsia="Gulim" w:hAnsi="Arial" w:cs="Arial"/>
                <w:bCs/>
                <w:sz w:val="18"/>
                <w:szCs w:val="18"/>
                <w:lang w:eastAsia="ko-KR"/>
              </w:rPr>
              <w:t>]</w:t>
            </w:r>
            <w:r w:rsidR="0017719C" w:rsidRPr="00274CC9">
              <w:rPr>
                <w:rFonts w:ascii="Arial" w:eastAsia="Gulim" w:hAnsi="Arial" w:cs="Arial"/>
                <w:bCs/>
                <w:sz w:val="18"/>
                <w:szCs w:val="18"/>
                <w:lang w:eastAsia="ko-KR"/>
              </w:rPr>
              <w:t>.</w:t>
            </w:r>
          </w:p>
          <w:p w14:paraId="50EE14CC" w14:textId="3BAF6173" w:rsidR="00405B2A" w:rsidRPr="004F4407" w:rsidRDefault="00405B2A" w:rsidP="002E1900">
            <w:pPr>
              <w:numPr>
                <w:ilvl w:val="0"/>
                <w:numId w:val="10"/>
              </w:numPr>
              <w:spacing w:after="0"/>
              <w:ind w:left="531"/>
              <w:rPr>
                <w:b/>
              </w:rPr>
            </w:pPr>
            <w:r w:rsidRPr="004F4407">
              <w:rPr>
                <w:rFonts w:ascii="Arial" w:eastAsia="Gulim" w:hAnsi="Arial" w:cs="Arial"/>
                <w:b/>
                <w:bCs/>
                <w:sz w:val="18"/>
                <w:szCs w:val="18"/>
                <w:lang w:eastAsia="ko-KR"/>
              </w:rPr>
              <w:t>Parameters</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within</w:t>
            </w:r>
            <w:r w:rsidR="00565622" w:rsidRPr="004F4407">
              <w:rPr>
                <w:rFonts w:ascii="Arial" w:eastAsia="Gulim" w:hAnsi="Arial" w:cs="Arial"/>
                <w:b/>
                <w:bCs/>
                <w:sz w:val="18"/>
                <w:szCs w:val="18"/>
                <w:lang w:eastAsia="ko-KR"/>
              </w:rPr>
              <w:t xml:space="preserve"> </w:t>
            </w:r>
            <w:proofErr w:type="spellStart"/>
            <w:r w:rsidRPr="004F4407">
              <w:rPr>
                <w:b/>
                <w:bCs/>
              </w:rPr>
              <w:t>UtTrigger</w:t>
            </w:r>
            <w:proofErr w:type="spellEnd"/>
            <w:r w:rsidR="00565622" w:rsidRPr="004F4407">
              <w:rPr>
                <w:b/>
                <w:bCs/>
              </w:rPr>
              <w:t xml:space="preserve"> </w:t>
            </w:r>
            <w:r w:rsidRPr="004F4407">
              <w:rPr>
                <w:rFonts w:ascii="Arial" w:eastAsia="Gulim" w:hAnsi="Arial" w:cs="Arial"/>
                <w:b/>
                <w:bCs/>
                <w:sz w:val="18"/>
                <w:szCs w:val="18"/>
                <w:lang w:eastAsia="ko-KR"/>
              </w:rPr>
              <w:t>are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listed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as</w:t>
            </w:r>
            <w:r w:rsidR="00565622" w:rsidRPr="004F4407">
              <w:rPr>
                <w:rFonts w:ascii="Arial" w:eastAsia="Gulim" w:hAnsi="Arial" w:cs="Arial"/>
                <w:b/>
                <w:bCs/>
                <w:sz w:val="18"/>
                <w:szCs w:val="18"/>
                <w:lang w:eastAsia="ko-KR"/>
              </w:rPr>
              <w:t xml:space="preserve"> </w:t>
            </w:r>
            <w:r w:rsidRPr="004F4407">
              <w:rPr>
                <w:b/>
              </w:rPr>
              <w:t>following:</w:t>
            </w:r>
          </w:p>
          <w:p w14:paraId="58A0A9F4" w14:textId="7662C98E" w:rsidR="00405B2A" w:rsidRPr="004F4407" w:rsidRDefault="00405B2A" w:rsidP="002E1900">
            <w:pPr>
              <w:numPr>
                <w:ilvl w:val="0"/>
                <w:numId w:val="9"/>
              </w:numPr>
              <w:spacing w:after="0"/>
              <w:rPr>
                <w:rFonts w:ascii="Arial" w:eastAsia="Gulim" w:hAnsi="Arial" w:cs="Arial"/>
                <w:bCs/>
                <w:sz w:val="18"/>
                <w:szCs w:val="18"/>
                <w:lang w:eastAsia="ko-KR"/>
              </w:rPr>
            </w:pPr>
            <w:r w:rsidRPr="004F4407">
              <w:rPr>
                <w:rFonts w:ascii="Courier New" w:eastAsia="MS Mincho" w:hAnsi="Courier New" w:cs="Courier New"/>
                <w:color w:val="000096"/>
                <w:sz w:val="18"/>
                <w:szCs w:val="18"/>
              </w:rPr>
              <w:t>o</w:t>
            </w:r>
            <w:r w:rsidRPr="004F4407">
              <w:rPr>
                <w:rFonts w:ascii="Courier New" w:eastAsia="MS Mincho" w:hAnsi="Courier New" w:cs="Courier New" w:hint="eastAsia"/>
                <w:color w:val="000096"/>
                <w:sz w:val="18"/>
                <w:szCs w:val="18"/>
              </w:rPr>
              <w:t>peration</w:t>
            </w:r>
            <w:r w:rsidRPr="004F4407">
              <w:rPr>
                <w:rFonts w:ascii="Courier New" w:eastAsia="MS Mincho" w:hAnsi="Courier New" w:cs="Courier New"/>
                <w:color w:val="000096"/>
                <w:sz w:val="18"/>
                <w:szCs w:val="18"/>
              </w:rPr>
              <w:t>:</w:t>
            </w:r>
            <w:r w:rsidR="00565622" w:rsidRPr="004F4407">
              <w:rPr>
                <w:rFonts w:ascii="Courier New" w:eastAsia="MS Mincho" w:hAnsi="Courier New" w:cs="Courier New"/>
                <w:color w:val="000096"/>
                <w:sz w:val="18"/>
                <w:szCs w:val="18"/>
              </w:rPr>
              <w:t xml:space="preserve"> </w:t>
            </w:r>
            <w:r w:rsidRPr="004F4407">
              <w:rPr>
                <w:rFonts w:ascii="Courier New" w:eastAsia="MS Mincho" w:hAnsi="Courier New" w:cs="Courier New"/>
                <w:color w:val="000096"/>
                <w:sz w:val="18"/>
                <w:szCs w:val="18"/>
              </w:rPr>
              <w:t>(</w:t>
            </w:r>
            <w:r w:rsidRPr="004F4407">
              <w:rPr>
                <w:rFonts w:ascii="Arial" w:eastAsia="Gulim" w:hAnsi="Arial" w:cs="Arial"/>
                <w:b/>
                <w:bCs/>
                <w:sz w:val="18"/>
                <w:szCs w:val="18"/>
                <w:lang w:eastAsia="ko-KR"/>
              </w:rPr>
              <w:t>mandatory</w:t>
            </w:r>
            <w:r w:rsidRPr="004F4407">
              <w:rPr>
                <w:rFonts w:ascii="Courier New" w:eastAsia="MS Mincho" w:hAnsi="Courier New" w:cs="Courier New"/>
                <w:color w:val="000096"/>
                <w:sz w:val="18"/>
                <w:szCs w:val="18"/>
              </w:rPr>
              <w:t>)</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type</w:t>
            </w:r>
            <w:r w:rsidR="00565622" w:rsidRPr="004F4407">
              <w:rPr>
                <w:rFonts w:ascii="Courier New" w:eastAsia="MS Mincho" w:hAnsi="Courier New" w:cs="Courier New"/>
                <w:color w:val="000096"/>
                <w:sz w:val="18"/>
                <w:szCs w:val="18"/>
              </w:rPr>
              <w:t xml:space="preserve"> </w:t>
            </w:r>
            <w:r w:rsidRPr="004F4407">
              <w:rPr>
                <w:rFonts w:ascii="Arial" w:eastAsia="Gulim" w:hAnsi="Arial" w:cs="Arial"/>
                <w:bCs/>
                <w:sz w:val="18"/>
                <w:szCs w:val="18"/>
                <w:lang w:eastAsia="ko-KR"/>
              </w:rPr>
              <w:t>that</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p>
          <w:p w14:paraId="26A4D94C" w14:textId="57871130" w:rsidR="00405B2A" w:rsidRPr="004F4407" w:rsidRDefault="00405B2A" w:rsidP="002E1900">
            <w:pPr>
              <w:numPr>
                <w:ilvl w:val="0"/>
                <w:numId w:val="9"/>
              </w:numPr>
              <w:spacing w:after="0"/>
              <w:rPr>
                <w:rFonts w:ascii="Courier New" w:eastAsia="MS Mincho" w:hAnsi="Courier New" w:cs="Courier New"/>
                <w:b/>
                <w:color w:val="000096"/>
                <w:sz w:val="18"/>
                <w:szCs w:val="18"/>
              </w:rPr>
            </w:pPr>
            <w:proofErr w:type="spellStart"/>
            <w:r w:rsidRPr="004F4407">
              <w:rPr>
                <w:rFonts w:ascii="Courier New" w:eastAsia="MS Mincho" w:hAnsi="Courier New" w:cs="Courier New"/>
                <w:color w:val="000096"/>
                <w:sz w:val="18"/>
                <w:szCs w:val="18"/>
              </w:rPr>
              <w:t>resourceType</w:t>
            </w:r>
            <w:proofErr w:type="spellEnd"/>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t>
            </w:r>
            <w:r w:rsidRPr="004F4407">
              <w:rPr>
                <w:rFonts w:ascii="Arial" w:eastAsia="Gulim" w:hAnsi="Arial" w:cs="Arial"/>
                <w:b/>
                <w:bCs/>
                <w:sz w:val="18"/>
                <w:szCs w:val="18"/>
                <w:lang w:eastAsia="ko-KR"/>
              </w:rPr>
              <w:t>optional</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type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target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against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which</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p>
          <w:p w14:paraId="1D31026B" w14:textId="6D5BE7CD" w:rsidR="00405B2A" w:rsidRPr="004F4407" w:rsidRDefault="00405B2A" w:rsidP="002E1900">
            <w:pPr>
              <w:numPr>
                <w:ilvl w:val="0"/>
                <w:numId w:val="9"/>
              </w:numPr>
              <w:spacing w:after="0"/>
              <w:rPr>
                <w:b/>
              </w:rPr>
            </w:pPr>
            <w:r w:rsidRPr="004F4407">
              <w:rPr>
                <w:rFonts w:ascii="Courier New" w:eastAsia="MS Mincho" w:hAnsi="Courier New" w:cs="Courier New"/>
                <w:color w:val="000096"/>
                <w:sz w:val="18"/>
                <w:szCs w:val="18"/>
              </w:rPr>
              <w:t>to:</w:t>
            </w:r>
            <w:r w:rsidR="00565622" w:rsidRPr="004F4407">
              <w:rPr>
                <w:rFonts w:ascii="Courier New" w:eastAsia="MS Mincho" w:hAnsi="Courier New" w:cs="Courier New"/>
                <w:color w:val="000096"/>
                <w:sz w:val="18"/>
                <w:szCs w:val="18"/>
              </w:rPr>
              <w:t xml:space="preserve"> </w:t>
            </w:r>
            <w:r w:rsidRPr="004F4407">
              <w:rPr>
                <w:rFonts w:ascii="Courier New" w:eastAsia="MS Mincho" w:hAnsi="Courier New" w:cs="Courier New"/>
                <w:color w:val="000096"/>
                <w:sz w:val="18"/>
                <w:szCs w:val="18"/>
              </w:rPr>
              <w:t>(</w:t>
            </w:r>
            <w:r w:rsidRPr="004F4407">
              <w:rPr>
                <w:rFonts w:ascii="Arial" w:eastAsia="Gulim" w:hAnsi="Arial" w:cs="Arial"/>
                <w:b/>
                <w:bCs/>
                <w:sz w:val="18"/>
                <w:szCs w:val="18"/>
                <w:lang w:eastAsia="ko-KR"/>
              </w:rPr>
              <w:t>mandatory</w:t>
            </w:r>
            <w:r w:rsidRPr="004F4407">
              <w:rPr>
                <w:rFonts w:ascii="Courier New" w:eastAsia="MS Mincho" w:hAnsi="Courier New" w:cs="Courier New"/>
                <w:color w:val="000096"/>
                <w:sz w:val="18"/>
                <w:szCs w:val="18"/>
              </w:rPr>
              <w:t>)</w:t>
            </w:r>
            <w:r w:rsidRPr="004F4407">
              <w:rPr>
                <w:rFonts w:ascii="Arial" w:eastAsia="Gulim" w:hAnsi="Arial" w:cs="Arial"/>
                <w:bCs/>
                <w:sz w:val="18"/>
                <w:szCs w:val="18"/>
                <w:lang w:eastAsia="ko-KR"/>
              </w:rPr>
              <w:t>target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against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which</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p>
          <w:p w14:paraId="7C36731F" w14:textId="45CC38F9" w:rsidR="00405B2A" w:rsidRPr="004F4407" w:rsidRDefault="00405B2A" w:rsidP="002E1900">
            <w:pPr>
              <w:numPr>
                <w:ilvl w:val="0"/>
                <w:numId w:val="9"/>
              </w:numPr>
              <w:spacing w:after="0"/>
              <w:rPr>
                <w:b/>
              </w:rPr>
            </w:pPr>
            <w:proofErr w:type="spellStart"/>
            <w:r w:rsidRPr="004F4407">
              <w:rPr>
                <w:rFonts w:ascii="Courier New" w:hAnsi="Courier New" w:cs="Courier New"/>
                <w:color w:val="000096"/>
                <w:sz w:val="18"/>
                <w:szCs w:val="18"/>
                <w:lang w:eastAsia="ko-KR"/>
              </w:rPr>
              <w:t>primitiveContent</w:t>
            </w:r>
            <w:proofErr w:type="spellEnd"/>
            <w:r w:rsidRPr="004F4407">
              <w:rPr>
                <w:rFonts w:ascii="Courier New" w:hAnsi="Courier New" w:cs="Courier New"/>
                <w:color w:val="000096"/>
                <w:sz w:val="18"/>
                <w:szCs w:val="18"/>
                <w:lang w:eastAsia="ko-KR"/>
              </w:rPr>
              <w:t>:(</w:t>
            </w:r>
            <w:proofErr w:type="gramStart"/>
            <w:r w:rsidRPr="004F4407">
              <w:rPr>
                <w:rFonts w:ascii="Arial" w:eastAsia="Gulim" w:hAnsi="Arial" w:cs="Arial"/>
                <w:b/>
                <w:bCs/>
                <w:sz w:val="18"/>
                <w:szCs w:val="18"/>
                <w:lang w:eastAsia="ko-KR"/>
              </w:rPr>
              <w:t>optional</w:t>
            </w:r>
            <w:r w:rsidRPr="004F4407">
              <w:rPr>
                <w:rFonts w:ascii="Courier New" w:hAnsi="Courier New" w:cs="Courier New"/>
                <w:color w:val="000096"/>
                <w:sz w:val="18"/>
                <w:szCs w:val="18"/>
                <w:lang w:eastAsia="ko-KR"/>
              </w:rPr>
              <w:t>)</w:t>
            </w:r>
            <w:r w:rsidRPr="004F4407">
              <w:rPr>
                <w:rFonts w:ascii="Arial" w:eastAsia="Gulim" w:hAnsi="Arial" w:cs="Arial"/>
                <w:bCs/>
                <w:sz w:val="18"/>
                <w:szCs w:val="18"/>
                <w:lang w:eastAsia="ko-KR"/>
              </w:rPr>
              <w:t>represents</w:t>
            </w:r>
            <w:proofErr w:type="gramEnd"/>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that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proofErr w:type="spellStart"/>
            <w:r w:rsidRPr="004F4407">
              <w:rPr>
                <w:rFonts w:ascii="Arial" w:eastAsia="Gulim" w:hAnsi="Arial" w:cs="Arial"/>
                <w:bCs/>
                <w:sz w:val="18"/>
                <w:szCs w:val="18"/>
                <w:lang w:eastAsia="ko-KR"/>
              </w:rPr>
              <w:t>requestPrimitive</w:t>
            </w:r>
            <w:proofErr w:type="spellEnd"/>
            <w:r w:rsidRPr="004F4407">
              <w:rPr>
                <w:rFonts w:ascii="Arial" w:eastAsia="Gulim" w:hAnsi="Arial" w:cs="Arial"/>
                <w:bCs/>
                <w:sz w:val="18"/>
                <w:szCs w:val="18"/>
                <w:lang w:eastAsia="ko-KR"/>
              </w:rPr>
              <w:t>.</w:t>
            </w:r>
          </w:p>
        </w:tc>
      </w:tr>
    </w:tbl>
    <w:p w14:paraId="158A6488" w14:textId="77777777" w:rsidR="00405B2A" w:rsidRPr="004F4407" w:rsidRDefault="00405B2A" w:rsidP="00405B2A"/>
    <w:p w14:paraId="793F7A7D" w14:textId="05B96BD3" w:rsidR="00405B2A" w:rsidRPr="004F4407" w:rsidRDefault="00405B2A" w:rsidP="001F4D0C">
      <w:pPr>
        <w:pStyle w:val="TH"/>
      </w:pPr>
      <w:r w:rsidRPr="004F4407">
        <w:t>Table 5.4.2.2.2-</w:t>
      </w:r>
      <w:r w:rsidR="009F5486" w:rsidRPr="004F4407">
        <w:t>3</w:t>
      </w:r>
      <w:r w:rsidR="00DA57DD" w:rsidRPr="004F4407">
        <w:t>:</w:t>
      </w:r>
      <w:r w:rsidRPr="004F4407">
        <w:t xml:space="preserve"> Definition of </w:t>
      </w:r>
      <w:proofErr w:type="spellStart"/>
      <w:r w:rsidRPr="004F4407">
        <w:t>ResponseStatusCode</w:t>
      </w:r>
      <w:proofErr w:type="spellEnd"/>
      <w:r w:rsidRPr="004F4407">
        <w:t xml:space="preserve"> for </w:t>
      </w:r>
      <w:proofErr w:type="spellStart"/>
      <w:r w:rsidRPr="004F4407">
        <w:t>UtTriggerAck</w:t>
      </w:r>
      <w:proofErr w:type="spellEnd"/>
      <w:r w:rsidRPr="004F4407">
        <w:t xml:space="preserve"> primitive</w:t>
      </w: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162"/>
        <w:gridCol w:w="2481"/>
        <w:gridCol w:w="5019"/>
      </w:tblGrid>
      <w:tr w:rsidR="00405B2A" w:rsidRPr="004F4407" w14:paraId="6177FACF" w14:textId="77777777" w:rsidTr="007C062E">
        <w:trPr>
          <w:jc w:val="center"/>
        </w:trPr>
        <w:tc>
          <w:tcPr>
            <w:tcW w:w="2162" w:type="dxa"/>
            <w:shd w:val="clear" w:color="auto" w:fill="auto"/>
          </w:tcPr>
          <w:p w14:paraId="134AF963" w14:textId="550AAD80" w:rsidR="00405B2A" w:rsidRPr="004F4407" w:rsidRDefault="00405B2A" w:rsidP="001F4D0C">
            <w:pPr>
              <w:pStyle w:val="TAH"/>
            </w:pPr>
            <w:r w:rsidRPr="004F4407">
              <w:rPr>
                <w:rFonts w:hint="eastAsia"/>
              </w:rPr>
              <w:t>Response</w:t>
            </w:r>
            <w:r w:rsidR="00565622" w:rsidRPr="004F4407">
              <w:t xml:space="preserve"> </w:t>
            </w:r>
            <w:r w:rsidRPr="004F4407">
              <w:rPr>
                <w:rFonts w:hint="eastAsia"/>
              </w:rPr>
              <w:t>Status</w:t>
            </w:r>
            <w:r w:rsidR="00565622" w:rsidRPr="004F4407">
              <w:t xml:space="preserve"> </w:t>
            </w:r>
            <w:r w:rsidRPr="004F4407">
              <w:t>Code</w:t>
            </w:r>
            <w:r w:rsidR="00565622" w:rsidRPr="004F4407">
              <w:t xml:space="preserve"> </w:t>
            </w:r>
            <w:r w:rsidRPr="004F4407">
              <w:t>Description</w:t>
            </w:r>
          </w:p>
        </w:tc>
        <w:tc>
          <w:tcPr>
            <w:tcW w:w="2481" w:type="dxa"/>
            <w:shd w:val="clear" w:color="auto" w:fill="auto"/>
          </w:tcPr>
          <w:p w14:paraId="3E4DF4B3" w14:textId="36455E00" w:rsidR="00405B2A" w:rsidRPr="004F4407" w:rsidRDefault="00405B2A" w:rsidP="001F4D0C">
            <w:pPr>
              <w:pStyle w:val="TAH"/>
            </w:pPr>
            <w:r w:rsidRPr="004F4407">
              <w:t>Response</w:t>
            </w:r>
            <w:r w:rsidR="00565622" w:rsidRPr="004F4407">
              <w:t xml:space="preserve"> </w:t>
            </w:r>
            <w:r w:rsidRPr="004F4407">
              <w:t>Status</w:t>
            </w:r>
            <w:r w:rsidR="00565622" w:rsidRPr="004F4407">
              <w:t xml:space="preserve"> </w:t>
            </w:r>
            <w:r w:rsidRPr="004F4407">
              <w:t>Code</w:t>
            </w:r>
            <w:r w:rsidR="00565622" w:rsidRPr="004F4407">
              <w:t xml:space="preserve"> </w:t>
            </w:r>
            <w:r w:rsidRPr="0032615D">
              <w:rPr>
                <w:rFonts w:hint="eastAsia"/>
              </w:rPr>
              <w:t>Value</w:t>
            </w:r>
          </w:p>
        </w:tc>
        <w:tc>
          <w:tcPr>
            <w:tcW w:w="5019" w:type="dxa"/>
            <w:shd w:val="clear" w:color="auto" w:fill="auto"/>
          </w:tcPr>
          <w:p w14:paraId="4FB15789" w14:textId="77777777" w:rsidR="00405B2A" w:rsidRPr="004F4407" w:rsidRDefault="00405B2A" w:rsidP="001F4D0C">
            <w:pPr>
              <w:pStyle w:val="TAH"/>
            </w:pPr>
            <w:r w:rsidRPr="004F4407">
              <w:t>Interpretation</w:t>
            </w:r>
          </w:p>
        </w:tc>
      </w:tr>
      <w:tr w:rsidR="00405B2A" w:rsidRPr="004F4407" w14:paraId="5C581D33" w14:textId="77777777" w:rsidTr="007C062E">
        <w:trPr>
          <w:jc w:val="center"/>
        </w:trPr>
        <w:tc>
          <w:tcPr>
            <w:tcW w:w="2162" w:type="dxa"/>
            <w:shd w:val="clear" w:color="auto" w:fill="auto"/>
          </w:tcPr>
          <w:p w14:paraId="52DDC172" w14:textId="77777777" w:rsidR="00405B2A" w:rsidRPr="004F4407" w:rsidRDefault="00405B2A" w:rsidP="001F4D0C">
            <w:pPr>
              <w:pStyle w:val="TAL"/>
            </w:pPr>
            <w:r w:rsidRPr="0032615D">
              <w:t>OK</w:t>
            </w:r>
          </w:p>
        </w:tc>
        <w:tc>
          <w:tcPr>
            <w:tcW w:w="2481" w:type="dxa"/>
            <w:shd w:val="clear" w:color="auto" w:fill="auto"/>
          </w:tcPr>
          <w:p w14:paraId="205321FC" w14:textId="77777777" w:rsidR="00405B2A" w:rsidRPr="004F4407" w:rsidRDefault="00405B2A" w:rsidP="001F4D0C">
            <w:pPr>
              <w:pStyle w:val="TAL"/>
            </w:pPr>
            <w:r w:rsidRPr="004F4407">
              <w:rPr>
                <w:rFonts w:hint="eastAsia"/>
              </w:rPr>
              <w:t>2000</w:t>
            </w:r>
          </w:p>
        </w:tc>
        <w:tc>
          <w:tcPr>
            <w:tcW w:w="5019" w:type="dxa"/>
            <w:shd w:val="clear" w:color="auto" w:fill="auto"/>
          </w:tcPr>
          <w:p w14:paraId="304B85C8" w14:textId="5810D5FF" w:rsidR="00405B2A" w:rsidRPr="004F4407" w:rsidRDefault="00405B2A" w:rsidP="001F4D0C">
            <w:pPr>
              <w:pStyle w:val="TAL"/>
            </w:pPr>
            <w:r w:rsidRPr="004F4407">
              <w:rPr>
                <w:rFonts w:hint="eastAsia"/>
              </w:rPr>
              <w:t>The</w:t>
            </w:r>
            <w:r w:rsidR="00565622" w:rsidRPr="004F4407">
              <w:rPr>
                <w:rFonts w:hint="eastAsia"/>
              </w:rPr>
              <w:t xml:space="preserve"> </w:t>
            </w:r>
            <w:r w:rsidRPr="0032615D">
              <w:rPr>
                <w:rFonts w:hint="eastAsia"/>
              </w:rPr>
              <w:t>SUT</w:t>
            </w:r>
            <w:r w:rsidR="00565622" w:rsidRPr="004F4407">
              <w:rPr>
                <w:rFonts w:hint="eastAsia"/>
              </w:rPr>
              <w:t xml:space="preserve"> </w:t>
            </w:r>
            <w:proofErr w:type="gramStart"/>
            <w:r w:rsidRPr="004F4407">
              <w:rPr>
                <w:rFonts w:hint="eastAsia"/>
              </w:rPr>
              <w:t>receives</w:t>
            </w:r>
            <w:r w:rsidR="00565622" w:rsidRPr="004F4407">
              <w:rPr>
                <w:rFonts w:hint="eastAsia"/>
              </w:rPr>
              <w:t xml:space="preserve"> </w:t>
            </w:r>
            <w:r w:rsidRPr="004F4407">
              <w:rPr>
                <w:rFonts w:hint="eastAsia"/>
              </w:rPr>
              <w:t>successfully</w:t>
            </w:r>
            <w:proofErr w:type="gramEnd"/>
            <w:r w:rsidR="00565622" w:rsidRPr="004F4407">
              <w:rPr>
                <w:rFonts w:hint="eastAsia"/>
              </w:rPr>
              <w:t xml:space="preserve"> </w:t>
            </w:r>
            <w:r w:rsidRPr="004F4407">
              <w:rPr>
                <w:rFonts w:hint="eastAsia"/>
              </w:rPr>
              <w:t>the</w:t>
            </w:r>
            <w:r w:rsidR="00565622" w:rsidRPr="004F4407">
              <w:rPr>
                <w:rFonts w:hint="eastAsia"/>
              </w:rPr>
              <w:t xml:space="preserve"> </w:t>
            </w:r>
            <w:r w:rsidRPr="004F4407">
              <w:rPr>
                <w:rFonts w:hint="eastAsia"/>
              </w:rPr>
              <w:t>triggering</w:t>
            </w:r>
            <w:r w:rsidR="00565622" w:rsidRPr="004F4407">
              <w:rPr>
                <w:rFonts w:hint="eastAsia"/>
              </w:rPr>
              <w:t xml:space="preserve"> </w:t>
            </w:r>
            <w:r w:rsidRPr="004F4407">
              <w:rPr>
                <w:rFonts w:hint="eastAsia"/>
              </w:rPr>
              <w:t>message</w:t>
            </w:r>
            <w:r w:rsidR="00565622" w:rsidRPr="004F4407">
              <w:rPr>
                <w:rFonts w:hint="eastAsia"/>
              </w:rPr>
              <w:t xml:space="preserve"> </w:t>
            </w:r>
            <w:r w:rsidRPr="004F4407">
              <w:rPr>
                <w:rFonts w:hint="eastAsia"/>
              </w:rPr>
              <w:t>from</w:t>
            </w:r>
            <w:r w:rsidR="00565622" w:rsidRPr="004F4407">
              <w:rPr>
                <w:rFonts w:hint="eastAsia"/>
              </w:rPr>
              <w:t xml:space="preserve"> </w:t>
            </w:r>
            <w:r w:rsidRPr="004F4407">
              <w:rPr>
                <w:rFonts w:hint="eastAsia"/>
              </w:rPr>
              <w:t>Test</w:t>
            </w:r>
            <w:r w:rsidR="00565622" w:rsidRPr="004F4407">
              <w:rPr>
                <w:rFonts w:hint="eastAsia"/>
              </w:rPr>
              <w:t xml:space="preserve"> </w:t>
            </w:r>
            <w:r w:rsidRPr="004F4407">
              <w:rPr>
                <w:rFonts w:hint="eastAsia"/>
              </w:rPr>
              <w:t>System</w:t>
            </w:r>
          </w:p>
        </w:tc>
      </w:tr>
      <w:tr w:rsidR="00405B2A" w:rsidRPr="004F4407" w14:paraId="652AB762" w14:textId="77777777" w:rsidTr="007C062E">
        <w:trPr>
          <w:jc w:val="center"/>
        </w:trPr>
        <w:tc>
          <w:tcPr>
            <w:tcW w:w="2162" w:type="dxa"/>
            <w:shd w:val="clear" w:color="auto" w:fill="auto"/>
          </w:tcPr>
          <w:p w14:paraId="3B651BAC" w14:textId="77777777" w:rsidR="00405B2A" w:rsidRPr="004F4407" w:rsidRDefault="00405B2A" w:rsidP="001F4D0C">
            <w:pPr>
              <w:pStyle w:val="TAL"/>
            </w:pPr>
            <w:r w:rsidRPr="004F4407">
              <w:t>BAD_REQUEST</w:t>
            </w:r>
          </w:p>
        </w:tc>
        <w:tc>
          <w:tcPr>
            <w:tcW w:w="2481" w:type="dxa"/>
            <w:shd w:val="clear" w:color="auto" w:fill="auto"/>
          </w:tcPr>
          <w:p w14:paraId="30E36FC6" w14:textId="77777777" w:rsidR="00405B2A" w:rsidRPr="004F4407" w:rsidRDefault="00405B2A" w:rsidP="001F4D0C">
            <w:pPr>
              <w:pStyle w:val="TAL"/>
            </w:pPr>
            <w:r w:rsidRPr="004F4407">
              <w:rPr>
                <w:rFonts w:hint="eastAsia"/>
              </w:rPr>
              <w:t>4000</w:t>
            </w:r>
          </w:p>
        </w:tc>
        <w:tc>
          <w:tcPr>
            <w:tcW w:w="5019" w:type="dxa"/>
            <w:shd w:val="clear" w:color="auto" w:fill="auto"/>
          </w:tcPr>
          <w:p w14:paraId="2043D40D" w14:textId="63C9C1BD" w:rsidR="00405B2A" w:rsidRPr="004F4407" w:rsidRDefault="00405B2A" w:rsidP="001F4D0C">
            <w:pPr>
              <w:pStyle w:val="TAL"/>
            </w:pPr>
            <w:r w:rsidRPr="004F4407">
              <w:rPr>
                <w:rFonts w:hint="eastAsia"/>
              </w:rPr>
              <w:t>The</w:t>
            </w:r>
            <w:r w:rsidR="00565622" w:rsidRPr="004F4407">
              <w:rPr>
                <w:rFonts w:hint="eastAsia"/>
              </w:rPr>
              <w:t xml:space="preserve"> </w:t>
            </w:r>
            <w:r w:rsidRPr="0032615D">
              <w:rPr>
                <w:rFonts w:hint="eastAsia"/>
              </w:rPr>
              <w:t>SUT</w:t>
            </w:r>
            <w:r w:rsidR="00565622" w:rsidRPr="004F4407">
              <w:rPr>
                <w:rFonts w:hint="eastAsia"/>
              </w:rPr>
              <w:t xml:space="preserve"> </w:t>
            </w:r>
            <w:r w:rsidRPr="004F4407">
              <w:t>does</w:t>
            </w:r>
            <w:r w:rsidR="00565622" w:rsidRPr="004F4407">
              <w:t xml:space="preserve"> </w:t>
            </w:r>
            <w:r w:rsidRPr="004F4407">
              <w:t>not</w:t>
            </w:r>
            <w:r w:rsidR="00565622" w:rsidRPr="004F4407">
              <w:t xml:space="preserve"> </w:t>
            </w:r>
            <w:r w:rsidRPr="004F4407">
              <w:t>interpret</w:t>
            </w:r>
            <w:r w:rsidR="00565622" w:rsidRPr="004F4407">
              <w:t xml:space="preserve"> </w:t>
            </w:r>
            <w:r w:rsidRPr="004F4407">
              <w:t>correctly</w:t>
            </w:r>
            <w:r w:rsidR="00565622" w:rsidRPr="004F4407">
              <w:t xml:space="preserve"> </w:t>
            </w:r>
            <w:r w:rsidRPr="004F4407">
              <w:t>the</w:t>
            </w:r>
            <w:r w:rsidR="00565622" w:rsidRPr="004F4407">
              <w:t xml:space="preserve"> </w:t>
            </w:r>
            <w:proofErr w:type="spellStart"/>
            <w:r w:rsidRPr="004F4407">
              <w:t>UtTrigger</w:t>
            </w:r>
            <w:proofErr w:type="spellEnd"/>
            <w:r w:rsidR="00565622" w:rsidRPr="004F4407">
              <w:t xml:space="preserve"> </w:t>
            </w:r>
            <w:r w:rsidRPr="004F4407">
              <w:t>primitive</w:t>
            </w:r>
          </w:p>
        </w:tc>
      </w:tr>
      <w:tr w:rsidR="00405B2A" w:rsidRPr="004F4407" w14:paraId="0F71A2AD" w14:textId="77777777" w:rsidTr="007C062E">
        <w:trPr>
          <w:jc w:val="center"/>
        </w:trPr>
        <w:tc>
          <w:tcPr>
            <w:tcW w:w="9662" w:type="dxa"/>
            <w:gridSpan w:val="3"/>
            <w:shd w:val="clear" w:color="auto" w:fill="auto"/>
          </w:tcPr>
          <w:p w14:paraId="32CA2170" w14:textId="6EADD2CB" w:rsidR="00405B2A" w:rsidRPr="004F4407" w:rsidRDefault="001F4D0C" w:rsidP="007921DF">
            <w:pPr>
              <w:pStyle w:val="TAN"/>
            </w:pPr>
            <w:r w:rsidRPr="004F4407">
              <w:t>NOTE</w:t>
            </w:r>
            <w:r w:rsidR="00405B2A" w:rsidRPr="004F4407">
              <w:rPr>
                <w:rFonts w:hint="eastAsia"/>
              </w:rPr>
              <w:t>:</w:t>
            </w:r>
            <w:r w:rsidRPr="004F4407">
              <w:tab/>
            </w:r>
            <w:r w:rsidR="00405B2A" w:rsidRPr="0032615D">
              <w:rPr>
                <w:rFonts w:hint="eastAsia"/>
              </w:rPr>
              <w:t>Only</w:t>
            </w:r>
            <w:r w:rsidR="00565622" w:rsidRPr="004F4407">
              <w:rPr>
                <w:rFonts w:hint="eastAsia"/>
              </w:rPr>
              <w:t xml:space="preserve"> </w:t>
            </w:r>
            <w:r w:rsidR="00405B2A" w:rsidRPr="004F4407">
              <w:rPr>
                <w:rFonts w:hint="eastAsia"/>
              </w:rPr>
              <w:t>above</w:t>
            </w:r>
            <w:r w:rsidR="00565622" w:rsidRPr="004F4407">
              <w:rPr>
                <w:rFonts w:hint="eastAsia"/>
              </w:rPr>
              <w:t xml:space="preserve"> </w:t>
            </w:r>
            <w:r w:rsidR="00405B2A" w:rsidRPr="004F4407">
              <w:rPr>
                <w:rFonts w:hint="eastAsia"/>
              </w:rPr>
              <w:t>two</w:t>
            </w:r>
            <w:r w:rsidR="00565622" w:rsidRPr="004F4407">
              <w:rPr>
                <w:rFonts w:hint="eastAsia"/>
              </w:rPr>
              <w:t xml:space="preserve"> </w:t>
            </w:r>
            <w:r w:rsidR="00405B2A" w:rsidRPr="004F4407">
              <w:t>response</w:t>
            </w:r>
            <w:r w:rsidR="00565622" w:rsidRPr="004F4407">
              <w:t xml:space="preserve"> </w:t>
            </w:r>
            <w:r w:rsidR="00405B2A" w:rsidRPr="004F4407">
              <w:t>status</w:t>
            </w:r>
            <w:r w:rsidR="00565622" w:rsidRPr="004F4407">
              <w:t xml:space="preserve"> </w:t>
            </w:r>
            <w:r w:rsidR="00405B2A" w:rsidRPr="004F4407">
              <w:t>codes</w:t>
            </w:r>
            <w:r w:rsidR="00565622" w:rsidRPr="004F4407">
              <w:t xml:space="preserve"> </w:t>
            </w:r>
            <w:r w:rsidR="00405B2A" w:rsidRPr="004F4407">
              <w:t>are</w:t>
            </w:r>
            <w:r w:rsidR="00565622" w:rsidRPr="004F4407">
              <w:t xml:space="preserve"> </w:t>
            </w:r>
            <w:r w:rsidR="00405B2A" w:rsidRPr="004F4407">
              <w:t>allowed</w:t>
            </w:r>
            <w:r w:rsidR="00565622" w:rsidRPr="004F4407">
              <w:t xml:space="preserve"> </w:t>
            </w:r>
            <w:r w:rsidR="00405B2A" w:rsidRPr="004F4407">
              <w:t>to</w:t>
            </w:r>
            <w:r w:rsidR="00565622" w:rsidRPr="004F4407">
              <w:t xml:space="preserve"> </w:t>
            </w:r>
            <w:r w:rsidR="00405B2A" w:rsidRPr="004F4407">
              <w:t>use</w:t>
            </w:r>
            <w:r w:rsidR="00565622" w:rsidRPr="004F4407">
              <w:t xml:space="preserve"> </w:t>
            </w:r>
            <w:r w:rsidR="00405B2A" w:rsidRPr="004F4407">
              <w:t>in</w:t>
            </w:r>
            <w:r w:rsidR="00565622" w:rsidRPr="004F4407">
              <w:t xml:space="preserve"> </w:t>
            </w:r>
            <w:proofErr w:type="spellStart"/>
            <w:r w:rsidR="00405B2A" w:rsidRPr="004F4407">
              <w:t>UtTriggerAck</w:t>
            </w:r>
            <w:proofErr w:type="spellEnd"/>
            <w:r w:rsidR="00565622" w:rsidRPr="004F4407">
              <w:t xml:space="preserve"> </w:t>
            </w:r>
            <w:r w:rsidR="00405B2A" w:rsidRPr="004F4407">
              <w:t>primitive.</w:t>
            </w:r>
            <w:r w:rsidR="00565622" w:rsidRPr="004F4407">
              <w:t xml:space="preserve"> </w:t>
            </w:r>
          </w:p>
        </w:tc>
      </w:tr>
    </w:tbl>
    <w:p w14:paraId="157A8A49" w14:textId="77777777" w:rsidR="001F4D0C" w:rsidRPr="004F4407" w:rsidRDefault="001F4D0C" w:rsidP="001F4D0C"/>
    <w:p w14:paraId="1917D848" w14:textId="788EB0BE" w:rsidR="006F2B62" w:rsidRPr="004F4407" w:rsidRDefault="006F2B62" w:rsidP="002C411B">
      <w:pPr>
        <w:pStyle w:val="Heading5"/>
      </w:pPr>
      <w:bookmarkStart w:id="35" w:name="_Toc13748869"/>
      <w:r w:rsidRPr="004F4407">
        <w:t>5.4.2.2.3</w:t>
      </w:r>
      <w:r w:rsidR="00BD30A0" w:rsidRPr="004F4407">
        <w:tab/>
      </w:r>
      <w:r w:rsidRPr="004F4407">
        <w:t>Control Communication Protocol</w:t>
      </w:r>
      <w:bookmarkEnd w:id="35"/>
    </w:p>
    <w:p w14:paraId="42D0F9C1" w14:textId="4FB39DDB" w:rsidR="006F2B62" w:rsidRPr="004F4407" w:rsidRDefault="006F2B62" w:rsidP="006F2B62">
      <w:pPr>
        <w:jc w:val="both"/>
      </w:pPr>
      <w:r w:rsidRPr="004F4407">
        <w:t>P</w:t>
      </w:r>
      <w:r w:rsidRPr="004F4407">
        <w:rPr>
          <w:rFonts w:hint="eastAsia"/>
        </w:rPr>
        <w:t xml:space="preserve">rotocol used </w:t>
      </w:r>
      <w:r w:rsidRPr="004F4407">
        <w:t xml:space="preserve">for proceeding communications </w:t>
      </w:r>
      <w:r w:rsidRPr="004F4407">
        <w:rPr>
          <w:rFonts w:hint="eastAsia"/>
        </w:rPr>
        <w:t xml:space="preserve">between </w:t>
      </w:r>
      <w:r w:rsidR="0032615D">
        <w:t>Test System</w:t>
      </w:r>
      <w:r w:rsidRPr="004F4407">
        <w:t xml:space="preserve"> and Upper Tester Application is designated to the Hypertext </w:t>
      </w:r>
      <w:r w:rsidRPr="004F4407">
        <w:rPr>
          <w:rFonts w:hint="eastAsia"/>
        </w:rPr>
        <w:t>Transfer Protocol (</w:t>
      </w:r>
      <w:r w:rsidRPr="0032615D">
        <w:t>HTTP</w:t>
      </w:r>
      <w:r w:rsidRPr="004F4407">
        <w:rPr>
          <w:rFonts w:hint="eastAsia"/>
        </w:rPr>
        <w:t>)</w:t>
      </w:r>
      <w:r w:rsidRPr="004F4407">
        <w:t xml:space="preserve"> protocol owning it is an application protocol that is widely supported by most all IoT devices and various intrinsic features such as persistent connection, ease of programming, flexibility</w:t>
      </w:r>
      <w:r w:rsidR="001F4D0C" w:rsidRPr="004F4407">
        <w:t>,</w:t>
      </w:r>
      <w:r w:rsidRPr="004F4407">
        <w:t xml:space="preserve"> etc.</w:t>
      </w:r>
    </w:p>
    <w:p w14:paraId="660A3269" w14:textId="77777777" w:rsidR="006F2B62" w:rsidRPr="004F4407" w:rsidRDefault="006F2B62" w:rsidP="001F4D0C">
      <w:pPr>
        <w:pStyle w:val="Heading5"/>
      </w:pPr>
      <w:bookmarkStart w:id="36" w:name="_Toc13748870"/>
      <w:r w:rsidRPr="004F4407">
        <w:t>5.4.2.2.4</w:t>
      </w:r>
      <w:r w:rsidR="00BD30A0" w:rsidRPr="004F4407">
        <w:tab/>
      </w:r>
      <w:r w:rsidRPr="004F4407">
        <w:t>Control Message Serialization</w:t>
      </w:r>
      <w:bookmarkEnd w:id="36"/>
    </w:p>
    <w:p w14:paraId="303CC30F" w14:textId="77777777" w:rsidR="006F2B62" w:rsidRPr="004F4407" w:rsidRDefault="006F2B62" w:rsidP="001F4D0C">
      <w:r w:rsidRPr="004F4407">
        <w:rPr>
          <w:rFonts w:hint="eastAsia"/>
        </w:rPr>
        <w:t>Co</w:t>
      </w:r>
      <w:r w:rsidRPr="004F4407">
        <w:t xml:space="preserve">ntrol commands that are wrapped within a request body of </w:t>
      </w:r>
      <w:r w:rsidRPr="0032615D">
        <w:t>HTTP</w:t>
      </w:r>
      <w:r w:rsidRPr="004F4407">
        <w:t xml:space="preserve"> message</w:t>
      </w:r>
      <w:r w:rsidRPr="004F4407">
        <w:rPr>
          <w:rFonts w:hint="eastAsia"/>
        </w:rPr>
        <w:t xml:space="preserve"> </w:t>
      </w:r>
      <w:r w:rsidRPr="004F4407">
        <w:t>shall be serialized into JavaScript Object Notation (</w:t>
      </w:r>
      <w:r w:rsidRPr="0032615D">
        <w:t>JSON</w:t>
      </w:r>
      <w:r w:rsidRPr="004F4407">
        <w:t>) because it is very lightweight and easy to parse and generate for machines.</w:t>
      </w:r>
    </w:p>
    <w:bookmarkStart w:id="37" w:name="_Toc13748871"/>
    <w:p w14:paraId="2613D2EB" w14:textId="4BA7ABE5" w:rsidR="00D52549" w:rsidRPr="004F4407" w:rsidRDefault="00DB6073" w:rsidP="00DA57DD">
      <w:pPr>
        <w:pStyle w:val="Heading3"/>
      </w:pPr>
      <w:r w:rsidRPr="004F4407">
        <w:rPr>
          <w:noProof/>
          <w:lang w:eastAsia="en-GB"/>
        </w:rPr>
        <mc:AlternateContent>
          <mc:Choice Requires="wps">
            <w:drawing>
              <wp:anchor distT="0" distB="0" distL="114300" distR="114300" simplePos="0" relativeHeight="251657728" behindDoc="0" locked="0" layoutInCell="1" allowOverlap="1" wp14:anchorId="65C4C747" wp14:editId="093B869B">
                <wp:simplePos x="0" y="0"/>
                <wp:positionH relativeFrom="column">
                  <wp:posOffset>0</wp:posOffset>
                </wp:positionH>
                <wp:positionV relativeFrom="paragraph">
                  <wp:posOffset>0</wp:posOffset>
                </wp:positionV>
                <wp:extent cx="5621655" cy="2997200"/>
                <wp:effectExtent l="0" t="0" r="0" b="0"/>
                <wp:wrapNone/>
                <wp:docPr id="9"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5621655" cy="299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2482289" id="AutoShape 5" o:spid="_x0000_s1026" style="position:absolute;margin-left:0;margin-top:0;width:442.65pt;height:2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" filled="f" stroked="f">
                <o:lock v:ext="edit" aspectratio="t" text="t"/>
              </v:rect>
            </w:pict>
          </mc:Fallback>
        </mc:AlternateContent>
      </w:r>
      <w:r w:rsidR="00FF41EA" w:rsidRPr="004F4407">
        <w:t>5.4</w:t>
      </w:r>
      <w:r w:rsidR="00D52549" w:rsidRPr="004F4407">
        <w:t>.3</w:t>
      </w:r>
      <w:r w:rsidR="00904FBA" w:rsidRPr="004F4407">
        <w:tab/>
      </w:r>
      <w:proofErr w:type="spellStart"/>
      <w:r w:rsidR="00D52549" w:rsidRPr="004F4407">
        <w:t>acPort</w:t>
      </w:r>
      <w:bookmarkEnd w:id="37"/>
      <w:proofErr w:type="spellEnd"/>
    </w:p>
    <w:p w14:paraId="618F4B40" w14:textId="553C2C46" w:rsidR="00D52549" w:rsidRPr="004F4407" w:rsidRDefault="00D52549" w:rsidP="001F4D0C">
      <w:r w:rsidRPr="004F4407">
        <w:t xml:space="preserve">The </w:t>
      </w:r>
      <w:proofErr w:type="spellStart"/>
      <w:r w:rsidRPr="004F4407">
        <w:t>acPort</w:t>
      </w:r>
      <w:proofErr w:type="spellEnd"/>
      <w:r w:rsidRPr="004F4407">
        <w:t xml:space="preserve"> </w:t>
      </w:r>
      <w:r w:rsidR="00946D60" w:rsidRPr="004F4407">
        <w:t>is</w:t>
      </w:r>
      <w:r w:rsidRPr="004F4407">
        <w:t xml:space="preserve"> included in the </w:t>
      </w:r>
      <w:r w:rsidR="00FF41EA" w:rsidRPr="004F4407">
        <w:t>oneM2M</w:t>
      </w:r>
      <w:r w:rsidRPr="004F4407">
        <w:t xml:space="preserve"> </w:t>
      </w:r>
      <w:r w:rsidRPr="0032615D">
        <w:t>ATS</w:t>
      </w:r>
      <w:r w:rsidRPr="004F4407">
        <w:t xml:space="preserve"> </w:t>
      </w:r>
      <w:proofErr w:type="gramStart"/>
      <w:r w:rsidRPr="004F4407">
        <w:t>in order to</w:t>
      </w:r>
      <w:proofErr w:type="gramEnd"/>
      <w:r w:rsidRPr="004F4407">
        <w:t xml:space="preserve"> be able to control and configure the t</w:t>
      </w:r>
      <w:r w:rsidR="0001600E" w:rsidRPr="004F4407">
        <w:t>est adapto</w:t>
      </w:r>
      <w:r w:rsidRPr="004F4407">
        <w:t>r for specific cases.</w:t>
      </w:r>
    </w:p>
    <w:p w14:paraId="5146B3D6" w14:textId="77777777" w:rsidR="00946D60" w:rsidRPr="004F4407" w:rsidRDefault="00946D60" w:rsidP="00946D60">
      <w:pPr>
        <w:pStyle w:val="Heading3"/>
      </w:pPr>
      <w:bookmarkStart w:id="38" w:name="_Toc13748872"/>
      <w:r w:rsidRPr="004F4407">
        <w:t>5.4.4</w:t>
      </w:r>
      <w:r w:rsidRPr="004F4407">
        <w:tab/>
      </w:r>
      <w:proofErr w:type="spellStart"/>
      <w:r w:rsidRPr="004F4407">
        <w:t>infoPort</w:t>
      </w:r>
      <w:bookmarkEnd w:id="38"/>
      <w:proofErr w:type="spellEnd"/>
    </w:p>
    <w:p w14:paraId="206DED90" w14:textId="007B561F" w:rsidR="00946D60" w:rsidRPr="004F4407" w:rsidRDefault="00946D60" w:rsidP="001F4D0C">
      <w:r w:rsidRPr="004F4407">
        <w:t xml:space="preserve">The </w:t>
      </w:r>
      <w:proofErr w:type="spellStart"/>
      <w:r w:rsidRPr="004F4407">
        <w:t>infoPort</w:t>
      </w:r>
      <w:proofErr w:type="spellEnd"/>
      <w:r w:rsidRPr="004F4407">
        <w:t xml:space="preserve"> is included in the oneM2M </w:t>
      </w:r>
      <w:r w:rsidRPr="0032615D">
        <w:t>ATS</w:t>
      </w:r>
      <w:r w:rsidRPr="004F4407">
        <w:t xml:space="preserve"> </w:t>
      </w:r>
      <w:proofErr w:type="gramStart"/>
      <w:r w:rsidRPr="004F4407">
        <w:t>in order for</w:t>
      </w:r>
      <w:proofErr w:type="gramEnd"/>
      <w:r w:rsidRPr="004F4407">
        <w:t xml:space="preserve"> the </w:t>
      </w:r>
      <w:r w:rsidRPr="0032615D">
        <w:t>TTCN</w:t>
      </w:r>
      <w:r w:rsidRPr="004F4407">
        <w:t>-3 test components to be able to exchange information</w:t>
      </w:r>
      <w:r w:rsidR="008628ED" w:rsidRPr="004F4407">
        <w:t xml:space="preserve"> such as last response primitives or request primitives</w:t>
      </w:r>
      <w:r w:rsidR="00F86485" w:rsidRPr="004F4407">
        <w:t xml:space="preserve"> received</w:t>
      </w:r>
      <w:r w:rsidR="008628ED" w:rsidRPr="004F4407">
        <w:t xml:space="preserve"> by a component, retrieved primitive contents</w:t>
      </w:r>
      <w:r w:rsidRPr="004F4407">
        <w:t>.</w:t>
      </w:r>
    </w:p>
    <w:p w14:paraId="42259260" w14:textId="77777777" w:rsidR="00562640" w:rsidRPr="004F4407" w:rsidRDefault="00562640" w:rsidP="00772376">
      <w:pPr>
        <w:pStyle w:val="Heading2"/>
      </w:pPr>
      <w:bookmarkStart w:id="39" w:name="_Toc13748873"/>
      <w:r w:rsidRPr="004F4407">
        <w:lastRenderedPageBreak/>
        <w:t>5.5</w:t>
      </w:r>
      <w:r w:rsidRPr="004F4407">
        <w:tab/>
        <w:t>Test components</w:t>
      </w:r>
      <w:bookmarkEnd w:id="39"/>
    </w:p>
    <w:p w14:paraId="366D4EBB" w14:textId="77777777" w:rsidR="00562640" w:rsidRPr="004F4407" w:rsidRDefault="00562640" w:rsidP="00772376">
      <w:pPr>
        <w:pStyle w:val="Heading3"/>
      </w:pPr>
      <w:bookmarkStart w:id="40" w:name="_Toc13748874"/>
      <w:r w:rsidRPr="004F4407">
        <w:t>5.5.1</w:t>
      </w:r>
      <w:r w:rsidRPr="004F4407">
        <w:tab/>
        <w:t>Tester</w:t>
      </w:r>
      <w:bookmarkEnd w:id="40"/>
    </w:p>
    <w:p w14:paraId="1B1196E6" w14:textId="45F52FDE" w:rsidR="007C062E" w:rsidRDefault="00562640" w:rsidP="00772376">
      <w:pPr>
        <w:keepNext/>
      </w:pPr>
      <w:r w:rsidRPr="004F4407">
        <w:t>The Tester test component includes a set of ports, timers and variables that are common to the other defined components which are described in table</w:t>
      </w:r>
      <w:r w:rsidR="00F17D96">
        <w:t xml:space="preserve"> 5.5.1-1</w:t>
      </w:r>
      <w:r w:rsidR="00563886" w:rsidRPr="004F4407">
        <w:t>.</w:t>
      </w:r>
    </w:p>
    <w:p w14:paraId="33A26EB3" w14:textId="63886DD0" w:rsidR="00F17D96" w:rsidRPr="004F4407" w:rsidRDefault="00F17D96" w:rsidP="0061334F">
      <w:pPr>
        <w:pStyle w:val="TH"/>
      </w:pPr>
      <w:r w:rsidRPr="004F4407">
        <w:t>Table 5.</w:t>
      </w:r>
      <w:r>
        <w:t>5</w:t>
      </w:r>
      <w:r w:rsidRPr="004F4407">
        <w:t xml:space="preserve">.1-1: </w:t>
      </w:r>
      <w:r>
        <w:t>Tester component elements</w:t>
      </w:r>
    </w:p>
    <w:tbl>
      <w:tblPr>
        <w:tblStyle w:val="TableGrid"/>
        <w:tblW w:w="9785" w:type="dxa"/>
        <w:jc w:val="center"/>
        <w:tblLayout w:type="fixed"/>
        <w:tblCellMar>
          <w:left w:w="28" w:type="dxa"/>
        </w:tblCellMar>
        <w:tblLook w:val="04A0" w:firstRow="1" w:lastRow="0" w:firstColumn="1" w:lastColumn="0" w:noHBand="0" w:noVBand="1"/>
      </w:tblPr>
      <w:tblGrid>
        <w:gridCol w:w="2830"/>
        <w:gridCol w:w="1290"/>
        <w:gridCol w:w="1843"/>
        <w:gridCol w:w="3822"/>
      </w:tblGrid>
      <w:tr w:rsidR="00562640" w:rsidRPr="004F4407" w14:paraId="48B307A5" w14:textId="77777777" w:rsidTr="007C062E">
        <w:trPr>
          <w:jc w:val="center"/>
        </w:trPr>
        <w:tc>
          <w:tcPr>
            <w:tcW w:w="2830" w:type="dxa"/>
          </w:tcPr>
          <w:p w14:paraId="2BCD6FDC" w14:textId="77777777" w:rsidR="00562640" w:rsidRPr="004F4407" w:rsidRDefault="00562640" w:rsidP="00F86D8F">
            <w:pPr>
              <w:pStyle w:val="TAH"/>
              <w:keepLines w:val="0"/>
            </w:pPr>
            <w:r w:rsidRPr="0032615D">
              <w:t>Name</w:t>
            </w:r>
          </w:p>
        </w:tc>
        <w:tc>
          <w:tcPr>
            <w:tcW w:w="1290" w:type="dxa"/>
          </w:tcPr>
          <w:p w14:paraId="03491AE0" w14:textId="4F23ADA8" w:rsidR="00562640" w:rsidRPr="004F4407" w:rsidRDefault="00562640" w:rsidP="00F86D8F">
            <w:pPr>
              <w:pStyle w:val="TAH"/>
              <w:keepLines w:val="0"/>
            </w:pPr>
            <w:r w:rsidRPr="004F4407">
              <w:t>Instance</w:t>
            </w:r>
            <w:r w:rsidR="00565622" w:rsidRPr="004F4407">
              <w:t xml:space="preserve"> </w:t>
            </w:r>
            <w:r w:rsidRPr="004F4407">
              <w:t>type</w:t>
            </w:r>
          </w:p>
        </w:tc>
        <w:tc>
          <w:tcPr>
            <w:tcW w:w="1843" w:type="dxa"/>
          </w:tcPr>
          <w:p w14:paraId="2698AF96" w14:textId="2867CDA7" w:rsidR="00562640" w:rsidRPr="004F4407" w:rsidRDefault="00562640" w:rsidP="00F86D8F">
            <w:pPr>
              <w:pStyle w:val="TAH"/>
              <w:keepLines w:val="0"/>
            </w:pPr>
            <w:r w:rsidRPr="004F4407">
              <w:t>Element</w:t>
            </w:r>
            <w:r w:rsidR="00565622" w:rsidRPr="004F4407">
              <w:t xml:space="preserve"> </w:t>
            </w:r>
            <w:r w:rsidRPr="004F4407">
              <w:t>type</w:t>
            </w:r>
          </w:p>
        </w:tc>
        <w:tc>
          <w:tcPr>
            <w:tcW w:w="3822" w:type="dxa"/>
          </w:tcPr>
          <w:p w14:paraId="4A94C76A" w14:textId="77777777" w:rsidR="00562640" w:rsidRPr="004F4407" w:rsidRDefault="00562640" w:rsidP="00F86D8F">
            <w:pPr>
              <w:pStyle w:val="TAH"/>
              <w:keepLines w:val="0"/>
            </w:pPr>
            <w:r w:rsidRPr="004F4407">
              <w:t>Description</w:t>
            </w:r>
          </w:p>
        </w:tc>
      </w:tr>
      <w:tr w:rsidR="00562640" w:rsidRPr="004F4407" w14:paraId="5D962A06" w14:textId="77777777" w:rsidTr="007C062E">
        <w:trPr>
          <w:jc w:val="center"/>
        </w:trPr>
        <w:tc>
          <w:tcPr>
            <w:tcW w:w="2830" w:type="dxa"/>
          </w:tcPr>
          <w:p w14:paraId="1739327D" w14:textId="77777777" w:rsidR="00562640" w:rsidRPr="004F4407" w:rsidRDefault="00562640" w:rsidP="00563886">
            <w:pPr>
              <w:pStyle w:val="TAC"/>
              <w:keepNext w:val="0"/>
              <w:keepLines w:val="0"/>
            </w:pPr>
            <w:proofErr w:type="spellStart"/>
            <w:r w:rsidRPr="004F4407">
              <w:t>acPort</w:t>
            </w:r>
            <w:proofErr w:type="spellEnd"/>
          </w:p>
        </w:tc>
        <w:tc>
          <w:tcPr>
            <w:tcW w:w="1290" w:type="dxa"/>
          </w:tcPr>
          <w:p w14:paraId="0852AE52" w14:textId="77777777" w:rsidR="00562640" w:rsidRPr="004F4407" w:rsidRDefault="00562640" w:rsidP="00563886">
            <w:pPr>
              <w:pStyle w:val="TAC"/>
              <w:keepNext w:val="0"/>
              <w:keepLines w:val="0"/>
            </w:pPr>
            <w:r w:rsidRPr="004F4407">
              <w:t>port</w:t>
            </w:r>
          </w:p>
        </w:tc>
        <w:tc>
          <w:tcPr>
            <w:tcW w:w="1843" w:type="dxa"/>
          </w:tcPr>
          <w:p w14:paraId="66F62926" w14:textId="77777777" w:rsidR="00562640" w:rsidRPr="004F4407" w:rsidRDefault="00562640" w:rsidP="00563886">
            <w:pPr>
              <w:pStyle w:val="TAC"/>
              <w:keepNext w:val="0"/>
              <w:keepLines w:val="0"/>
            </w:pPr>
            <w:proofErr w:type="spellStart"/>
            <w:r w:rsidRPr="004F4407">
              <w:t>AdapterControlPort</w:t>
            </w:r>
            <w:proofErr w:type="spellEnd"/>
          </w:p>
        </w:tc>
        <w:tc>
          <w:tcPr>
            <w:tcW w:w="3822" w:type="dxa"/>
          </w:tcPr>
          <w:p w14:paraId="0C957AD6" w14:textId="6351EF71" w:rsidR="00562640" w:rsidRPr="004F4407" w:rsidRDefault="00562640" w:rsidP="00563886">
            <w:pPr>
              <w:pStyle w:val="TAL"/>
              <w:keepNext w:val="0"/>
              <w:keepLines w:val="0"/>
            </w:pPr>
            <w:r w:rsidRPr="004F4407">
              <w:t>Port</w:t>
            </w:r>
            <w:r w:rsidR="00565622" w:rsidRPr="004F4407">
              <w:t xml:space="preserve"> </w:t>
            </w:r>
            <w:r w:rsidRPr="004F4407">
              <w:t>that</w:t>
            </w:r>
            <w:r w:rsidR="00565622" w:rsidRPr="004F4407">
              <w:t xml:space="preserve"> </w:t>
            </w:r>
            <w:r w:rsidRPr="004F4407">
              <w:t>communicates</w:t>
            </w:r>
            <w:r w:rsidR="00565622" w:rsidRPr="004F4407">
              <w:t xml:space="preserve"> </w:t>
            </w:r>
            <w:r w:rsidRPr="004F4407">
              <w:t>with</w:t>
            </w:r>
            <w:r w:rsidR="00565622" w:rsidRPr="004F4407">
              <w:t xml:space="preserve"> </w:t>
            </w:r>
            <w:r w:rsidRPr="004F4407">
              <w:t>the</w:t>
            </w:r>
            <w:r w:rsidR="00565622" w:rsidRPr="004F4407">
              <w:t xml:space="preserve"> </w:t>
            </w:r>
            <w:r w:rsidRPr="004F4407">
              <w:t>adapter</w:t>
            </w:r>
            <w:r w:rsidR="00565622" w:rsidRPr="004F4407">
              <w:t xml:space="preserve"> </w:t>
            </w:r>
            <w:r w:rsidRPr="004F4407">
              <w:t>for</w:t>
            </w:r>
            <w:r w:rsidR="00565622" w:rsidRPr="004F4407">
              <w:t xml:space="preserve"> </w:t>
            </w:r>
            <w:r w:rsidRPr="004F4407">
              <w:t>sending</w:t>
            </w:r>
            <w:r w:rsidR="00565622" w:rsidRPr="004F4407">
              <w:t xml:space="preserve"> </w:t>
            </w:r>
            <w:r w:rsidRPr="004F4407">
              <w:t>configuration</w:t>
            </w:r>
            <w:r w:rsidR="00565622" w:rsidRPr="004F4407">
              <w:t xml:space="preserve"> </w:t>
            </w:r>
            <w:r w:rsidRPr="004F4407">
              <w:t>parameters</w:t>
            </w:r>
          </w:p>
        </w:tc>
      </w:tr>
      <w:tr w:rsidR="00562640" w:rsidRPr="004F4407" w14:paraId="36B02D84" w14:textId="77777777" w:rsidTr="007C062E">
        <w:trPr>
          <w:jc w:val="center"/>
        </w:trPr>
        <w:tc>
          <w:tcPr>
            <w:tcW w:w="2830" w:type="dxa"/>
          </w:tcPr>
          <w:p w14:paraId="64D7108E" w14:textId="77777777" w:rsidR="00562640" w:rsidRPr="004F4407" w:rsidRDefault="00562640" w:rsidP="00563886">
            <w:pPr>
              <w:pStyle w:val="TAC"/>
              <w:keepNext w:val="0"/>
              <w:keepLines w:val="0"/>
            </w:pPr>
            <w:proofErr w:type="spellStart"/>
            <w:r w:rsidRPr="004F4407">
              <w:t>infoPort</w:t>
            </w:r>
            <w:proofErr w:type="spellEnd"/>
          </w:p>
        </w:tc>
        <w:tc>
          <w:tcPr>
            <w:tcW w:w="1290" w:type="dxa"/>
          </w:tcPr>
          <w:p w14:paraId="29A2F267" w14:textId="77777777" w:rsidR="00562640" w:rsidRPr="004F4407" w:rsidRDefault="00562640" w:rsidP="00563886">
            <w:pPr>
              <w:pStyle w:val="TAC"/>
              <w:keepNext w:val="0"/>
              <w:keepLines w:val="0"/>
            </w:pPr>
            <w:r w:rsidRPr="004F4407">
              <w:t>port</w:t>
            </w:r>
          </w:p>
        </w:tc>
        <w:tc>
          <w:tcPr>
            <w:tcW w:w="1843" w:type="dxa"/>
          </w:tcPr>
          <w:p w14:paraId="6B3A1296" w14:textId="77777777" w:rsidR="00562640" w:rsidRPr="004F4407" w:rsidRDefault="00562640" w:rsidP="00563886">
            <w:pPr>
              <w:pStyle w:val="TAC"/>
              <w:keepNext w:val="0"/>
              <w:keepLines w:val="0"/>
            </w:pPr>
            <w:proofErr w:type="spellStart"/>
            <w:r w:rsidRPr="004F4407">
              <w:t>InfoPort</w:t>
            </w:r>
            <w:proofErr w:type="spellEnd"/>
          </w:p>
        </w:tc>
        <w:tc>
          <w:tcPr>
            <w:tcW w:w="3822" w:type="dxa"/>
          </w:tcPr>
          <w:p w14:paraId="2DE7F509" w14:textId="43011AEE" w:rsidR="00562640" w:rsidRPr="004F4407" w:rsidRDefault="00562640" w:rsidP="00563886">
            <w:pPr>
              <w:pStyle w:val="TAL"/>
              <w:keepNext w:val="0"/>
              <w:keepLines w:val="0"/>
            </w:pPr>
            <w:r w:rsidRPr="004F4407">
              <w:t>Port</w:t>
            </w:r>
            <w:r w:rsidR="00565622" w:rsidRPr="004F4407">
              <w:t xml:space="preserve"> </w:t>
            </w:r>
            <w:r w:rsidRPr="004F4407">
              <w:t>between</w:t>
            </w:r>
            <w:r w:rsidR="00565622" w:rsidRPr="004F4407">
              <w:t xml:space="preserve"> </w:t>
            </w:r>
            <w:r w:rsidRPr="004F4407">
              <w:t>test</w:t>
            </w:r>
            <w:r w:rsidR="00565622" w:rsidRPr="004F4407">
              <w:t xml:space="preserve"> </w:t>
            </w:r>
            <w:r w:rsidRPr="004F4407">
              <w:t>components</w:t>
            </w:r>
            <w:r w:rsidR="00565622" w:rsidRPr="004F4407">
              <w:t xml:space="preserve"> </w:t>
            </w:r>
            <w:r w:rsidRPr="004F4407">
              <w:t>for</w:t>
            </w:r>
            <w:r w:rsidR="00565622" w:rsidRPr="004F4407">
              <w:t xml:space="preserve"> </w:t>
            </w:r>
            <w:r w:rsidRPr="004F4407">
              <w:t>exchanging</w:t>
            </w:r>
            <w:r w:rsidR="00565622" w:rsidRPr="004F4407">
              <w:t xml:space="preserve"> </w:t>
            </w:r>
            <w:r w:rsidRPr="004F4407">
              <w:t>information</w:t>
            </w:r>
            <w:r w:rsidR="00565622" w:rsidRPr="004F4407">
              <w:t xml:space="preserve"> </w:t>
            </w:r>
          </w:p>
        </w:tc>
      </w:tr>
      <w:tr w:rsidR="00562640" w:rsidRPr="004F4407" w14:paraId="08A1C32A" w14:textId="77777777" w:rsidTr="007C062E">
        <w:trPr>
          <w:jc w:val="center"/>
        </w:trPr>
        <w:tc>
          <w:tcPr>
            <w:tcW w:w="2830" w:type="dxa"/>
          </w:tcPr>
          <w:p w14:paraId="1FCEF33A" w14:textId="77777777" w:rsidR="00562640" w:rsidRPr="004F4407" w:rsidRDefault="00562640" w:rsidP="00563886">
            <w:pPr>
              <w:pStyle w:val="TAC"/>
              <w:keepNext w:val="0"/>
              <w:keepLines w:val="0"/>
            </w:pPr>
            <w:proofErr w:type="spellStart"/>
            <w:r w:rsidRPr="004F4407">
              <w:t>utPort</w:t>
            </w:r>
            <w:proofErr w:type="spellEnd"/>
          </w:p>
        </w:tc>
        <w:tc>
          <w:tcPr>
            <w:tcW w:w="1290" w:type="dxa"/>
          </w:tcPr>
          <w:p w14:paraId="6155BC7A" w14:textId="77777777" w:rsidR="00562640" w:rsidRPr="004F4407" w:rsidRDefault="00562640" w:rsidP="00563886">
            <w:pPr>
              <w:pStyle w:val="TAC"/>
              <w:keepNext w:val="0"/>
              <w:keepLines w:val="0"/>
            </w:pPr>
            <w:r w:rsidRPr="004F4407">
              <w:t>port</w:t>
            </w:r>
          </w:p>
        </w:tc>
        <w:tc>
          <w:tcPr>
            <w:tcW w:w="1843" w:type="dxa"/>
          </w:tcPr>
          <w:p w14:paraId="312C8E4E" w14:textId="77777777" w:rsidR="00562640" w:rsidRPr="004F4407" w:rsidRDefault="00562640" w:rsidP="00563886">
            <w:pPr>
              <w:pStyle w:val="TAC"/>
              <w:keepNext w:val="0"/>
              <w:keepLines w:val="0"/>
            </w:pPr>
            <w:proofErr w:type="spellStart"/>
            <w:r w:rsidRPr="004F4407">
              <w:t>UpperTesterPort</w:t>
            </w:r>
            <w:proofErr w:type="spellEnd"/>
          </w:p>
        </w:tc>
        <w:tc>
          <w:tcPr>
            <w:tcW w:w="3822" w:type="dxa"/>
          </w:tcPr>
          <w:p w14:paraId="155C1517" w14:textId="7A38E6DC" w:rsidR="00562640" w:rsidRPr="004F4407" w:rsidRDefault="00562640" w:rsidP="00563886">
            <w:pPr>
              <w:pStyle w:val="TAL"/>
              <w:keepNext w:val="0"/>
              <w:keepLines w:val="0"/>
            </w:pPr>
            <w:r w:rsidRPr="004F4407">
              <w:t>Port</w:t>
            </w:r>
            <w:r w:rsidR="00565622" w:rsidRPr="004F4407">
              <w:t xml:space="preserve"> </w:t>
            </w:r>
            <w:r w:rsidRPr="004F4407">
              <w:t>that</w:t>
            </w:r>
            <w:r w:rsidR="00565622" w:rsidRPr="004F4407">
              <w:t xml:space="preserve"> </w:t>
            </w:r>
            <w:r w:rsidRPr="004F4407">
              <w:t>communicates</w:t>
            </w:r>
            <w:r w:rsidR="00565622" w:rsidRPr="004F4407">
              <w:t xml:space="preserve"> </w:t>
            </w:r>
            <w:r w:rsidRPr="004F4407">
              <w:t>with</w:t>
            </w:r>
            <w:r w:rsidR="00565622" w:rsidRPr="004F4407">
              <w:t xml:space="preserve"> </w:t>
            </w:r>
            <w:r w:rsidRPr="004F4407">
              <w:t>the</w:t>
            </w:r>
            <w:r w:rsidR="00565622" w:rsidRPr="004F4407">
              <w:t xml:space="preserve"> </w:t>
            </w:r>
            <w:r w:rsidRPr="0032615D">
              <w:t>UT</w:t>
            </w:r>
            <w:r w:rsidR="00565622" w:rsidRPr="004F4407">
              <w:t xml:space="preserve"> </w:t>
            </w:r>
            <w:r w:rsidRPr="004F4407">
              <w:t>Application</w:t>
            </w:r>
            <w:r w:rsidR="00565622" w:rsidRPr="004F4407">
              <w:t xml:space="preserve"> </w:t>
            </w:r>
            <w:r w:rsidRPr="004F4407">
              <w:t>for</w:t>
            </w:r>
            <w:r w:rsidR="00565622" w:rsidRPr="004F4407">
              <w:t xml:space="preserve"> </w:t>
            </w:r>
            <w:r w:rsidRPr="004F4407">
              <w:t>triggering</w:t>
            </w:r>
            <w:r w:rsidR="00565622" w:rsidRPr="004F4407">
              <w:t xml:space="preserve"> </w:t>
            </w:r>
            <w:r w:rsidRPr="004F4407">
              <w:t>actions</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p>
        </w:tc>
      </w:tr>
      <w:tr w:rsidR="00562640" w:rsidRPr="004F4407" w14:paraId="075B85A8" w14:textId="77777777" w:rsidTr="007C062E">
        <w:trPr>
          <w:jc w:val="center"/>
        </w:trPr>
        <w:tc>
          <w:tcPr>
            <w:tcW w:w="2830" w:type="dxa"/>
          </w:tcPr>
          <w:p w14:paraId="40C8D163" w14:textId="77777777" w:rsidR="00562640" w:rsidRPr="004F4407" w:rsidRDefault="00562640" w:rsidP="00563886">
            <w:pPr>
              <w:pStyle w:val="TAC"/>
              <w:keepNext w:val="0"/>
              <w:keepLines w:val="0"/>
            </w:pPr>
            <w:proofErr w:type="spellStart"/>
            <w:r w:rsidRPr="0032615D">
              <w:t>tc</w:t>
            </w:r>
            <w:r w:rsidRPr="004F4407">
              <w:t>_ac</w:t>
            </w:r>
            <w:proofErr w:type="spellEnd"/>
          </w:p>
        </w:tc>
        <w:tc>
          <w:tcPr>
            <w:tcW w:w="1290" w:type="dxa"/>
          </w:tcPr>
          <w:p w14:paraId="7315A678" w14:textId="77777777" w:rsidR="00562640" w:rsidRPr="004F4407" w:rsidRDefault="00562640" w:rsidP="00563886">
            <w:pPr>
              <w:pStyle w:val="TAC"/>
              <w:keepNext w:val="0"/>
              <w:keepLines w:val="0"/>
            </w:pPr>
            <w:r w:rsidRPr="004F4407">
              <w:t>timer</w:t>
            </w:r>
          </w:p>
        </w:tc>
        <w:tc>
          <w:tcPr>
            <w:tcW w:w="1843" w:type="dxa"/>
          </w:tcPr>
          <w:p w14:paraId="20A02BD4" w14:textId="77777777" w:rsidR="00562640" w:rsidRPr="004F4407" w:rsidRDefault="00562640" w:rsidP="00563886">
            <w:pPr>
              <w:pStyle w:val="TAC"/>
              <w:keepNext w:val="0"/>
              <w:keepLines w:val="0"/>
            </w:pPr>
            <w:r w:rsidRPr="004F4407">
              <w:t>N/A</w:t>
            </w:r>
          </w:p>
        </w:tc>
        <w:tc>
          <w:tcPr>
            <w:tcW w:w="3822" w:type="dxa"/>
          </w:tcPr>
          <w:p w14:paraId="3BBE1C96" w14:textId="752AAF60" w:rsidR="00562640" w:rsidRPr="004F4407" w:rsidRDefault="00562640" w:rsidP="00563886">
            <w:pPr>
              <w:pStyle w:val="TAL"/>
              <w:keepNext w:val="0"/>
              <w:keepLines w:val="0"/>
            </w:pPr>
            <w:r w:rsidRPr="004F4407">
              <w:t>Timer</w:t>
            </w:r>
            <w:r w:rsidR="00565622" w:rsidRPr="004F4407">
              <w:t xml:space="preserve"> </w:t>
            </w:r>
            <w:r w:rsidRPr="004F4407">
              <w:t>for</w:t>
            </w:r>
            <w:r w:rsidR="00565622" w:rsidRPr="004F4407">
              <w:t xml:space="preserve"> </w:t>
            </w:r>
            <w:r w:rsidRPr="004F4407">
              <w:t>the</w:t>
            </w:r>
            <w:r w:rsidR="00565622" w:rsidRPr="004F4407">
              <w:t xml:space="preserve"> </w:t>
            </w:r>
            <w:r w:rsidRPr="004F4407">
              <w:t>reception</w:t>
            </w:r>
            <w:r w:rsidR="00565622" w:rsidRPr="004F4407">
              <w:t xml:space="preserve"> </w:t>
            </w:r>
            <w:r w:rsidRPr="004F4407">
              <w:t>of</w:t>
            </w:r>
            <w:r w:rsidR="00565622" w:rsidRPr="004F4407">
              <w:t xml:space="preserve"> </w:t>
            </w:r>
            <w:r w:rsidRPr="004F4407">
              <w:t>a</w:t>
            </w:r>
            <w:r w:rsidR="00565622" w:rsidRPr="004F4407">
              <w:t xml:space="preserve"> </w:t>
            </w:r>
            <w:r w:rsidRPr="004F4407">
              <w:t>message</w:t>
            </w:r>
          </w:p>
        </w:tc>
      </w:tr>
      <w:tr w:rsidR="00562640" w:rsidRPr="004F4407" w14:paraId="4272BE0E" w14:textId="77777777" w:rsidTr="007C062E">
        <w:trPr>
          <w:jc w:val="center"/>
        </w:trPr>
        <w:tc>
          <w:tcPr>
            <w:tcW w:w="2830" w:type="dxa"/>
          </w:tcPr>
          <w:p w14:paraId="5D23255E" w14:textId="77777777" w:rsidR="00562640" w:rsidRPr="004F4407" w:rsidRDefault="00562640" w:rsidP="00563886">
            <w:pPr>
              <w:pStyle w:val="TAC"/>
              <w:keepNext w:val="0"/>
              <w:keepLines w:val="0"/>
            </w:pPr>
            <w:proofErr w:type="spellStart"/>
            <w:r w:rsidRPr="0032615D">
              <w:t>tc</w:t>
            </w:r>
            <w:r w:rsidRPr="004F4407">
              <w:t>_wait</w:t>
            </w:r>
            <w:proofErr w:type="spellEnd"/>
          </w:p>
        </w:tc>
        <w:tc>
          <w:tcPr>
            <w:tcW w:w="1290" w:type="dxa"/>
          </w:tcPr>
          <w:p w14:paraId="285D6EDA" w14:textId="77777777" w:rsidR="00562640" w:rsidRPr="004F4407" w:rsidRDefault="00562640" w:rsidP="00563886">
            <w:pPr>
              <w:pStyle w:val="TAC"/>
              <w:keepNext w:val="0"/>
              <w:keepLines w:val="0"/>
            </w:pPr>
            <w:r w:rsidRPr="004F4407">
              <w:t>timer</w:t>
            </w:r>
          </w:p>
        </w:tc>
        <w:tc>
          <w:tcPr>
            <w:tcW w:w="1843" w:type="dxa"/>
          </w:tcPr>
          <w:p w14:paraId="237263A9" w14:textId="77777777" w:rsidR="00562640" w:rsidRPr="004F4407" w:rsidRDefault="00562640" w:rsidP="00563886">
            <w:pPr>
              <w:pStyle w:val="TAC"/>
              <w:keepNext w:val="0"/>
              <w:keepLines w:val="0"/>
            </w:pPr>
            <w:r w:rsidRPr="004F4407">
              <w:t>N/A</w:t>
            </w:r>
          </w:p>
        </w:tc>
        <w:tc>
          <w:tcPr>
            <w:tcW w:w="3822" w:type="dxa"/>
          </w:tcPr>
          <w:p w14:paraId="7666024A" w14:textId="48196B51" w:rsidR="00562640" w:rsidRPr="004F4407" w:rsidRDefault="00562640" w:rsidP="00563886">
            <w:pPr>
              <w:pStyle w:val="TAL"/>
              <w:keepNext w:val="0"/>
              <w:keepLines w:val="0"/>
            </w:pPr>
            <w:r w:rsidRPr="004F4407">
              <w:t>Timer</w:t>
            </w:r>
            <w:r w:rsidR="00565622" w:rsidRPr="004F4407">
              <w:t xml:space="preserve"> </w:t>
            </w:r>
            <w:r w:rsidRPr="004F4407">
              <w:t>for</w:t>
            </w:r>
            <w:r w:rsidR="00565622" w:rsidRPr="004F4407">
              <w:t xml:space="preserve"> </w:t>
            </w:r>
            <w:r w:rsidRPr="004F4407">
              <w:t>the</w:t>
            </w:r>
            <w:r w:rsidR="00565622" w:rsidRPr="004F4407">
              <w:t xml:space="preserve"> </w:t>
            </w:r>
            <w:r w:rsidRPr="004F4407">
              <w:t>reaction</w:t>
            </w:r>
            <w:r w:rsidR="00565622" w:rsidRPr="004F4407">
              <w:t xml:space="preserve"> </w:t>
            </w:r>
            <w:r w:rsidRPr="004F4407">
              <w:t>of</w:t>
            </w:r>
            <w:r w:rsidR="00565622" w:rsidRPr="004F4407">
              <w:t xml:space="preserve"> </w:t>
            </w:r>
            <w:r w:rsidRPr="004F4407">
              <w:t>the</w:t>
            </w:r>
            <w:r w:rsidR="00565622" w:rsidRPr="004F4407">
              <w:t xml:space="preserve"> </w:t>
            </w:r>
            <w:r w:rsidRPr="0032615D">
              <w:t>IUT</w:t>
            </w:r>
            <w:r w:rsidR="00565622" w:rsidRPr="004F4407">
              <w:t xml:space="preserve"> </w:t>
            </w:r>
            <w:r w:rsidRPr="004F4407">
              <w:t>to</w:t>
            </w:r>
            <w:r w:rsidR="00565622" w:rsidRPr="004F4407">
              <w:t xml:space="preserve"> </w:t>
            </w:r>
            <w:r w:rsidRPr="004F4407">
              <w:t>an</w:t>
            </w:r>
            <w:r w:rsidR="00565622" w:rsidRPr="004F4407">
              <w:t xml:space="preserve"> </w:t>
            </w:r>
            <w:r w:rsidRPr="004F4407">
              <w:t>upper</w:t>
            </w:r>
            <w:r w:rsidR="00565622" w:rsidRPr="004F4407">
              <w:t xml:space="preserve"> </w:t>
            </w:r>
            <w:r w:rsidRPr="004F4407">
              <w:t>tester</w:t>
            </w:r>
            <w:r w:rsidR="00565622" w:rsidRPr="004F4407">
              <w:t xml:space="preserve"> </w:t>
            </w:r>
            <w:r w:rsidRPr="004F4407">
              <w:t>primitive</w:t>
            </w:r>
          </w:p>
        </w:tc>
      </w:tr>
      <w:tr w:rsidR="00216303" w:rsidRPr="004F4407" w14:paraId="7FC7C395" w14:textId="77777777" w:rsidTr="007C062E">
        <w:trPr>
          <w:jc w:val="center"/>
        </w:trPr>
        <w:tc>
          <w:tcPr>
            <w:tcW w:w="2830" w:type="dxa"/>
          </w:tcPr>
          <w:p w14:paraId="262EA2A8" w14:textId="247D6436" w:rsidR="00216303" w:rsidRPr="0032615D" w:rsidRDefault="00216303" w:rsidP="00563886">
            <w:pPr>
              <w:pStyle w:val="TAC"/>
              <w:keepNext w:val="0"/>
              <w:keepLines w:val="0"/>
            </w:pPr>
            <w:proofErr w:type="spellStart"/>
            <w:r>
              <w:t>tc_done</w:t>
            </w:r>
            <w:proofErr w:type="spellEnd"/>
          </w:p>
        </w:tc>
        <w:tc>
          <w:tcPr>
            <w:tcW w:w="1290" w:type="dxa"/>
          </w:tcPr>
          <w:p w14:paraId="6622BBC7" w14:textId="2BEB8EF0" w:rsidR="00216303" w:rsidRPr="004F4407" w:rsidRDefault="00216303" w:rsidP="00563886">
            <w:pPr>
              <w:pStyle w:val="TAC"/>
              <w:keepNext w:val="0"/>
              <w:keepLines w:val="0"/>
            </w:pPr>
            <w:r>
              <w:t>Timer</w:t>
            </w:r>
          </w:p>
        </w:tc>
        <w:tc>
          <w:tcPr>
            <w:tcW w:w="1843" w:type="dxa"/>
          </w:tcPr>
          <w:p w14:paraId="5D8ABCB3" w14:textId="78F8D6A2" w:rsidR="00216303" w:rsidRPr="004F4407" w:rsidRDefault="00216303" w:rsidP="00563886">
            <w:pPr>
              <w:pStyle w:val="TAC"/>
              <w:keepNext w:val="0"/>
              <w:keepLines w:val="0"/>
            </w:pPr>
            <w:r>
              <w:t>N/A</w:t>
            </w:r>
          </w:p>
        </w:tc>
        <w:tc>
          <w:tcPr>
            <w:tcW w:w="3822" w:type="dxa"/>
          </w:tcPr>
          <w:p w14:paraId="2E75FF16" w14:textId="22D14387" w:rsidR="00216303" w:rsidRPr="004F4407" w:rsidRDefault="00245A9F" w:rsidP="00563886">
            <w:pPr>
              <w:pStyle w:val="TAL"/>
              <w:keepNext w:val="0"/>
              <w:keepLines w:val="0"/>
            </w:pPr>
            <w:r>
              <w:t xml:space="preserve">Timer </w:t>
            </w:r>
            <w:r w:rsidR="00DD6FE2">
              <w:t>for waiting completion of a component behaviour</w:t>
            </w:r>
          </w:p>
        </w:tc>
      </w:tr>
      <w:tr w:rsidR="00562640" w:rsidRPr="004F4407" w14:paraId="382C6BC7" w14:textId="77777777" w:rsidTr="007C062E">
        <w:trPr>
          <w:jc w:val="center"/>
        </w:trPr>
        <w:tc>
          <w:tcPr>
            <w:tcW w:w="2830" w:type="dxa"/>
          </w:tcPr>
          <w:p w14:paraId="4528EF11" w14:textId="77777777" w:rsidR="00562640" w:rsidRPr="004F4407" w:rsidRDefault="00562640" w:rsidP="00563886">
            <w:pPr>
              <w:pStyle w:val="TAC"/>
              <w:keepNext w:val="0"/>
              <w:keepLines w:val="0"/>
            </w:pPr>
            <w:proofErr w:type="spellStart"/>
            <w:r w:rsidRPr="004F4407">
              <w:t>vc_config</w:t>
            </w:r>
            <w:proofErr w:type="spellEnd"/>
          </w:p>
        </w:tc>
        <w:tc>
          <w:tcPr>
            <w:tcW w:w="1290" w:type="dxa"/>
          </w:tcPr>
          <w:p w14:paraId="4E684BE5" w14:textId="77777777" w:rsidR="00562640" w:rsidRPr="004F4407" w:rsidRDefault="00562640" w:rsidP="00563886">
            <w:pPr>
              <w:pStyle w:val="TAC"/>
              <w:keepNext w:val="0"/>
              <w:keepLines w:val="0"/>
            </w:pPr>
            <w:r w:rsidRPr="004F4407">
              <w:t>variable</w:t>
            </w:r>
          </w:p>
        </w:tc>
        <w:tc>
          <w:tcPr>
            <w:tcW w:w="1843" w:type="dxa"/>
          </w:tcPr>
          <w:p w14:paraId="12347F8A" w14:textId="77777777" w:rsidR="00562640" w:rsidRPr="004F4407" w:rsidRDefault="00562640" w:rsidP="00563886">
            <w:pPr>
              <w:pStyle w:val="TAC"/>
              <w:keepNext w:val="0"/>
              <w:keepLines w:val="0"/>
            </w:pPr>
            <w:r w:rsidRPr="004F4407">
              <w:t>Configurations</w:t>
            </w:r>
          </w:p>
        </w:tc>
        <w:tc>
          <w:tcPr>
            <w:tcW w:w="3822" w:type="dxa"/>
          </w:tcPr>
          <w:p w14:paraId="030D8177" w14:textId="55C07086" w:rsidR="00562640" w:rsidRPr="004F4407" w:rsidRDefault="00562640" w:rsidP="00563886">
            <w:pPr>
              <w:pStyle w:val="TAL"/>
              <w:keepNext w:val="0"/>
              <w:keepLines w:val="0"/>
            </w:pPr>
            <w:r w:rsidRPr="004F4407">
              <w:t>Configuration</w:t>
            </w:r>
            <w:r w:rsidR="00565622" w:rsidRPr="004F4407">
              <w:t xml:space="preserve"> </w:t>
            </w:r>
            <w:r w:rsidRPr="004F4407">
              <w:t>being</w:t>
            </w:r>
            <w:r w:rsidR="00565622" w:rsidRPr="004F4407">
              <w:t xml:space="preserve"> </w:t>
            </w:r>
            <w:r w:rsidRPr="004F4407">
              <w:t>used</w:t>
            </w:r>
            <w:r w:rsidR="00565622" w:rsidRPr="004F4407">
              <w:t xml:space="preserve"> </w:t>
            </w:r>
            <w:r w:rsidRPr="004F4407">
              <w:t>for</w:t>
            </w:r>
            <w:r w:rsidR="00565622" w:rsidRPr="004F4407">
              <w:t xml:space="preserve"> </w:t>
            </w:r>
            <w:r w:rsidRPr="004F4407">
              <w:t>the</w:t>
            </w:r>
            <w:r w:rsidR="00565622" w:rsidRPr="004F4407">
              <w:t xml:space="preserve"> </w:t>
            </w:r>
            <w:r w:rsidRPr="004F4407">
              <w:t>given</w:t>
            </w:r>
            <w:r w:rsidR="00565622" w:rsidRPr="004F4407">
              <w:t xml:space="preserve"> </w:t>
            </w:r>
            <w:r w:rsidRPr="004F4407">
              <w:t>test</w:t>
            </w:r>
            <w:r w:rsidR="00565622" w:rsidRPr="004F4407">
              <w:t xml:space="preserve"> </w:t>
            </w:r>
            <w:r w:rsidRPr="004F4407">
              <w:t>case</w:t>
            </w:r>
          </w:p>
        </w:tc>
      </w:tr>
      <w:tr w:rsidR="00562640" w:rsidRPr="004F4407" w14:paraId="6C0C6351" w14:textId="77777777" w:rsidTr="007C062E">
        <w:trPr>
          <w:jc w:val="center"/>
        </w:trPr>
        <w:tc>
          <w:tcPr>
            <w:tcW w:w="2830" w:type="dxa"/>
          </w:tcPr>
          <w:p w14:paraId="1B2F77F5" w14:textId="77777777" w:rsidR="00562640" w:rsidRPr="004F4407" w:rsidRDefault="00562640" w:rsidP="00563886">
            <w:pPr>
              <w:pStyle w:val="TAC"/>
              <w:keepNext w:val="0"/>
              <w:keepLines w:val="0"/>
            </w:pPr>
            <w:proofErr w:type="spellStart"/>
            <w:r w:rsidRPr="004F4407">
              <w:t>vc_testSystemRole</w:t>
            </w:r>
            <w:proofErr w:type="spellEnd"/>
          </w:p>
        </w:tc>
        <w:tc>
          <w:tcPr>
            <w:tcW w:w="1290" w:type="dxa"/>
          </w:tcPr>
          <w:p w14:paraId="0719A123" w14:textId="77777777" w:rsidR="00562640" w:rsidRPr="004F4407" w:rsidRDefault="00562640" w:rsidP="00563886">
            <w:pPr>
              <w:pStyle w:val="TAC"/>
              <w:keepNext w:val="0"/>
              <w:keepLines w:val="0"/>
            </w:pPr>
            <w:r w:rsidRPr="004F4407">
              <w:t>variable</w:t>
            </w:r>
          </w:p>
        </w:tc>
        <w:tc>
          <w:tcPr>
            <w:tcW w:w="1843" w:type="dxa"/>
          </w:tcPr>
          <w:p w14:paraId="7D4778DA" w14:textId="77777777" w:rsidR="00562640" w:rsidRPr="004F4407" w:rsidRDefault="00562640" w:rsidP="00563886">
            <w:pPr>
              <w:pStyle w:val="TAC"/>
              <w:keepNext w:val="0"/>
              <w:keepLines w:val="0"/>
            </w:pPr>
            <w:proofErr w:type="spellStart"/>
            <w:r w:rsidRPr="004F4407">
              <w:t>TestSystemRole</w:t>
            </w:r>
            <w:proofErr w:type="spellEnd"/>
          </w:p>
        </w:tc>
        <w:tc>
          <w:tcPr>
            <w:tcW w:w="3822" w:type="dxa"/>
          </w:tcPr>
          <w:p w14:paraId="39F44BCA" w14:textId="41D4B95C" w:rsidR="00562640" w:rsidRPr="004F4407" w:rsidRDefault="00562640" w:rsidP="00563886">
            <w:pPr>
              <w:pStyle w:val="TAL"/>
              <w:keepNext w:val="0"/>
              <w:keepLines w:val="0"/>
            </w:pPr>
            <w:r w:rsidRPr="004F4407">
              <w:t>Role</w:t>
            </w:r>
            <w:r w:rsidR="00565622" w:rsidRPr="004F4407">
              <w:t xml:space="preserve"> </w:t>
            </w:r>
            <w:r w:rsidRPr="004F4407">
              <w:t>of</w:t>
            </w:r>
            <w:r w:rsidR="00565622" w:rsidRPr="004F4407">
              <w:t xml:space="preserve"> </w:t>
            </w:r>
            <w:r w:rsidRPr="004F4407">
              <w:t>the</w:t>
            </w:r>
            <w:r w:rsidR="00565622" w:rsidRPr="004F4407">
              <w:t xml:space="preserve"> </w:t>
            </w:r>
            <w:r w:rsidRPr="004F4407">
              <w:t>test</w:t>
            </w:r>
            <w:r w:rsidR="00565622" w:rsidRPr="004F4407">
              <w:t xml:space="preserve"> </w:t>
            </w:r>
            <w:r w:rsidRPr="004F4407">
              <w:t>component</w:t>
            </w:r>
          </w:p>
        </w:tc>
      </w:tr>
      <w:tr w:rsidR="009476B5" w:rsidRPr="004F4407" w14:paraId="27157E15" w14:textId="77777777" w:rsidTr="007C062E">
        <w:trPr>
          <w:jc w:val="center"/>
        </w:trPr>
        <w:tc>
          <w:tcPr>
            <w:tcW w:w="2830" w:type="dxa"/>
          </w:tcPr>
          <w:p w14:paraId="612F6340" w14:textId="5A1F7E48" w:rsidR="009476B5" w:rsidRPr="004F4407" w:rsidRDefault="009476B5" w:rsidP="00563886">
            <w:pPr>
              <w:pStyle w:val="TAC"/>
              <w:keepNext w:val="0"/>
              <w:keepLines w:val="0"/>
            </w:pPr>
            <w:proofErr w:type="spellStart"/>
            <w:r w:rsidRPr="009476B5">
              <w:t>vc_componentRegistered</w:t>
            </w:r>
            <w:proofErr w:type="spellEnd"/>
          </w:p>
        </w:tc>
        <w:tc>
          <w:tcPr>
            <w:tcW w:w="1290" w:type="dxa"/>
          </w:tcPr>
          <w:p w14:paraId="71FF7A98" w14:textId="6AE0253B" w:rsidR="009476B5" w:rsidRPr="004F4407" w:rsidRDefault="009476B5" w:rsidP="00563886">
            <w:pPr>
              <w:pStyle w:val="TAC"/>
              <w:keepNext w:val="0"/>
              <w:keepLines w:val="0"/>
            </w:pPr>
            <w:r>
              <w:t>variable</w:t>
            </w:r>
          </w:p>
        </w:tc>
        <w:tc>
          <w:tcPr>
            <w:tcW w:w="1843" w:type="dxa"/>
          </w:tcPr>
          <w:p w14:paraId="710F0C15" w14:textId="0DC3F793" w:rsidR="009476B5" w:rsidRPr="004F4407" w:rsidRDefault="006B4EF3" w:rsidP="00563886">
            <w:pPr>
              <w:pStyle w:val="TAC"/>
              <w:keepNext w:val="0"/>
              <w:keepLines w:val="0"/>
            </w:pPr>
            <w:proofErr w:type="spellStart"/>
            <w:r>
              <w:t>boolean</w:t>
            </w:r>
            <w:proofErr w:type="spellEnd"/>
          </w:p>
        </w:tc>
        <w:tc>
          <w:tcPr>
            <w:tcW w:w="3822" w:type="dxa"/>
          </w:tcPr>
          <w:p w14:paraId="694F6D00" w14:textId="7BFE052A" w:rsidR="009476B5" w:rsidRPr="004F4407" w:rsidRDefault="006B4EF3" w:rsidP="00563886">
            <w:pPr>
              <w:pStyle w:val="TAL"/>
              <w:keepNext w:val="0"/>
              <w:keepLines w:val="0"/>
            </w:pPr>
            <w:r>
              <w:t xml:space="preserve">Flag to indicate that </w:t>
            </w:r>
            <w:proofErr w:type="spellStart"/>
            <w:r w:rsidR="000536C2">
              <w:t>AeSimu</w:t>
            </w:r>
            <w:proofErr w:type="spellEnd"/>
            <w:r w:rsidR="000536C2">
              <w:t>/</w:t>
            </w:r>
            <w:proofErr w:type="spellStart"/>
            <w:r w:rsidR="000536C2">
              <w:t>CseSimu</w:t>
            </w:r>
            <w:proofErr w:type="spellEnd"/>
            <w:r w:rsidR="000536C2">
              <w:t xml:space="preserve"> is registered to IUT</w:t>
            </w:r>
          </w:p>
        </w:tc>
      </w:tr>
      <w:tr w:rsidR="00562640" w:rsidRPr="004F4407" w14:paraId="3F817D48" w14:textId="77777777" w:rsidTr="007C062E">
        <w:trPr>
          <w:jc w:val="center"/>
        </w:trPr>
        <w:tc>
          <w:tcPr>
            <w:tcW w:w="2830" w:type="dxa"/>
          </w:tcPr>
          <w:p w14:paraId="324AF996" w14:textId="77777777" w:rsidR="00562640" w:rsidRPr="004F4407" w:rsidRDefault="00562640" w:rsidP="00563886">
            <w:pPr>
              <w:pStyle w:val="TAC"/>
              <w:keepNext w:val="0"/>
              <w:keepLines w:val="0"/>
            </w:pPr>
            <w:proofErr w:type="spellStart"/>
            <w:r w:rsidRPr="004F4407">
              <w:t>vc_resourcesList</w:t>
            </w:r>
            <w:proofErr w:type="spellEnd"/>
          </w:p>
        </w:tc>
        <w:tc>
          <w:tcPr>
            <w:tcW w:w="1290" w:type="dxa"/>
          </w:tcPr>
          <w:p w14:paraId="0155BD59" w14:textId="77777777" w:rsidR="00562640" w:rsidRPr="004F4407" w:rsidRDefault="00562640" w:rsidP="00563886">
            <w:pPr>
              <w:pStyle w:val="TAC"/>
              <w:keepNext w:val="0"/>
              <w:keepLines w:val="0"/>
            </w:pPr>
            <w:r w:rsidRPr="004F4407">
              <w:t>variable</w:t>
            </w:r>
          </w:p>
        </w:tc>
        <w:tc>
          <w:tcPr>
            <w:tcW w:w="1843" w:type="dxa"/>
          </w:tcPr>
          <w:p w14:paraId="514DA83E" w14:textId="77777777" w:rsidR="00562640" w:rsidRPr="004F4407" w:rsidRDefault="00562640" w:rsidP="00563886">
            <w:pPr>
              <w:pStyle w:val="TAC"/>
              <w:keepNext w:val="0"/>
              <w:keepLines w:val="0"/>
            </w:pPr>
            <w:proofErr w:type="spellStart"/>
            <w:r w:rsidRPr="004F4407">
              <w:t>MyResourcesList</w:t>
            </w:r>
            <w:proofErr w:type="spellEnd"/>
          </w:p>
        </w:tc>
        <w:tc>
          <w:tcPr>
            <w:tcW w:w="3822" w:type="dxa"/>
          </w:tcPr>
          <w:p w14:paraId="2B3C331C" w14:textId="232C3462" w:rsidR="00562640" w:rsidRPr="004F4407" w:rsidRDefault="00562640" w:rsidP="00563886">
            <w:pPr>
              <w:pStyle w:val="TAL"/>
              <w:keepNext w:val="0"/>
              <w:keepLines w:val="0"/>
            </w:pPr>
            <w:r w:rsidRPr="004F4407">
              <w:t>List</w:t>
            </w:r>
            <w:r w:rsidR="00565622" w:rsidRPr="004F4407">
              <w:t xml:space="preserve"> </w:t>
            </w:r>
            <w:r w:rsidRPr="004F4407">
              <w:t>of</w:t>
            </w:r>
            <w:r w:rsidR="00565622" w:rsidRPr="004F4407">
              <w:t xml:space="preserve"> </w:t>
            </w:r>
            <w:r w:rsidRPr="004F4407">
              <w:t>all</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r w:rsidR="00565622" w:rsidRPr="004F4407">
              <w:t xml:space="preserve"> </w:t>
            </w:r>
          </w:p>
        </w:tc>
      </w:tr>
      <w:tr w:rsidR="00562640" w:rsidRPr="004F4407" w14:paraId="7B7977E9" w14:textId="77777777" w:rsidTr="007C062E">
        <w:trPr>
          <w:jc w:val="center"/>
        </w:trPr>
        <w:tc>
          <w:tcPr>
            <w:tcW w:w="2830" w:type="dxa"/>
          </w:tcPr>
          <w:p w14:paraId="65B01144" w14:textId="77777777" w:rsidR="00562640" w:rsidRPr="004F4407" w:rsidRDefault="00562640" w:rsidP="00563886">
            <w:pPr>
              <w:pStyle w:val="TAC"/>
              <w:keepNext w:val="0"/>
              <w:keepLines w:val="0"/>
            </w:pPr>
            <w:proofErr w:type="spellStart"/>
            <w:r w:rsidRPr="004F4407">
              <w:t>vc_resourcesIndexToBeDeleted</w:t>
            </w:r>
            <w:proofErr w:type="spellEnd"/>
          </w:p>
        </w:tc>
        <w:tc>
          <w:tcPr>
            <w:tcW w:w="1290" w:type="dxa"/>
          </w:tcPr>
          <w:p w14:paraId="2E933CF0" w14:textId="77777777" w:rsidR="00562640" w:rsidRPr="004F4407" w:rsidRDefault="00562640" w:rsidP="00563886">
            <w:pPr>
              <w:pStyle w:val="TAC"/>
              <w:keepNext w:val="0"/>
              <w:keepLines w:val="0"/>
            </w:pPr>
            <w:r w:rsidRPr="004F4407">
              <w:t>variable</w:t>
            </w:r>
          </w:p>
        </w:tc>
        <w:tc>
          <w:tcPr>
            <w:tcW w:w="1843" w:type="dxa"/>
          </w:tcPr>
          <w:p w14:paraId="619597DB" w14:textId="77777777" w:rsidR="00562640" w:rsidRPr="004F4407" w:rsidRDefault="00562640" w:rsidP="00563886">
            <w:pPr>
              <w:pStyle w:val="TAC"/>
              <w:keepNext w:val="0"/>
              <w:keepLines w:val="0"/>
            </w:pPr>
            <w:proofErr w:type="spellStart"/>
            <w:r w:rsidRPr="004F4407">
              <w:t>IntegerList</w:t>
            </w:r>
            <w:proofErr w:type="spellEnd"/>
          </w:p>
        </w:tc>
        <w:tc>
          <w:tcPr>
            <w:tcW w:w="3822" w:type="dxa"/>
          </w:tcPr>
          <w:p w14:paraId="42EF9023" w14:textId="293009E2" w:rsidR="00562640" w:rsidRPr="004F4407" w:rsidRDefault="00562640" w:rsidP="00563886">
            <w:pPr>
              <w:pStyle w:val="TAL"/>
              <w:keepNext w:val="0"/>
              <w:keepLines w:val="0"/>
            </w:pPr>
            <w:r w:rsidRPr="004F4407">
              <w:t>List</w:t>
            </w:r>
            <w:r w:rsidR="00565622" w:rsidRPr="004F4407">
              <w:t xml:space="preserve"> </w:t>
            </w:r>
            <w:r w:rsidRPr="004F4407">
              <w:t>of</w:t>
            </w:r>
            <w:r w:rsidR="00565622" w:rsidRPr="004F4407">
              <w:t xml:space="preserve"> </w:t>
            </w:r>
            <w:r w:rsidRPr="004F4407">
              <w:t>indexes</w:t>
            </w:r>
            <w:r w:rsidR="00565622" w:rsidRPr="004F4407">
              <w:t xml:space="preserve"> </w:t>
            </w:r>
            <w:r w:rsidRPr="004F4407">
              <w:t>of</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r w:rsidR="00565622" w:rsidRPr="004F4407">
              <w:t xml:space="preserve"> </w:t>
            </w:r>
            <w:r w:rsidRPr="004F4407">
              <w:t>that</w:t>
            </w:r>
            <w:r w:rsidR="00565622" w:rsidRPr="004F4407">
              <w:t xml:space="preserve"> </w:t>
            </w:r>
            <w:r w:rsidRPr="004F4407">
              <w:t>need</w:t>
            </w:r>
            <w:r w:rsidR="00565622" w:rsidRPr="004F4407">
              <w:t xml:space="preserve"> </w:t>
            </w:r>
            <w:r w:rsidRPr="004F4407">
              <w:t>to</w:t>
            </w:r>
            <w:r w:rsidR="00565622" w:rsidRPr="004F4407">
              <w:t xml:space="preserve"> </w:t>
            </w:r>
            <w:r w:rsidRPr="004F4407">
              <w:t>be</w:t>
            </w:r>
            <w:r w:rsidR="00565622" w:rsidRPr="004F4407">
              <w:t xml:space="preserve"> </w:t>
            </w:r>
            <w:r w:rsidRPr="004F4407">
              <w:t>deleted</w:t>
            </w:r>
          </w:p>
        </w:tc>
      </w:tr>
      <w:tr w:rsidR="00562640" w:rsidRPr="004F4407" w14:paraId="5F8461E1" w14:textId="77777777" w:rsidTr="007C062E">
        <w:trPr>
          <w:jc w:val="center"/>
        </w:trPr>
        <w:tc>
          <w:tcPr>
            <w:tcW w:w="2830" w:type="dxa"/>
          </w:tcPr>
          <w:p w14:paraId="7DFA26BE" w14:textId="5B8FD39E" w:rsidR="00562640" w:rsidRPr="004F4407" w:rsidRDefault="00562640" w:rsidP="00563886">
            <w:pPr>
              <w:pStyle w:val="TAC"/>
              <w:keepNext w:val="0"/>
              <w:keepLines w:val="0"/>
            </w:pPr>
            <w:proofErr w:type="spellStart"/>
            <w:r w:rsidRPr="004F4407">
              <w:t>vc_acpIndex</w:t>
            </w:r>
            <w:proofErr w:type="spellEnd"/>
          </w:p>
        </w:tc>
        <w:tc>
          <w:tcPr>
            <w:tcW w:w="1290" w:type="dxa"/>
          </w:tcPr>
          <w:p w14:paraId="00AD4608" w14:textId="77777777" w:rsidR="00562640" w:rsidRPr="004F4407" w:rsidRDefault="00562640" w:rsidP="00563886">
            <w:pPr>
              <w:pStyle w:val="TAC"/>
              <w:keepNext w:val="0"/>
              <w:keepLines w:val="0"/>
            </w:pPr>
            <w:r w:rsidRPr="004F4407">
              <w:t>variable</w:t>
            </w:r>
          </w:p>
        </w:tc>
        <w:tc>
          <w:tcPr>
            <w:tcW w:w="1843" w:type="dxa"/>
          </w:tcPr>
          <w:p w14:paraId="12644FE4" w14:textId="77777777" w:rsidR="00562640" w:rsidRPr="004F4407" w:rsidRDefault="00562640" w:rsidP="00563886">
            <w:pPr>
              <w:pStyle w:val="TAC"/>
              <w:keepNext w:val="0"/>
              <w:keepLines w:val="0"/>
            </w:pPr>
            <w:r w:rsidRPr="004F4407">
              <w:t>integer</w:t>
            </w:r>
          </w:p>
        </w:tc>
        <w:tc>
          <w:tcPr>
            <w:tcW w:w="3822" w:type="dxa"/>
          </w:tcPr>
          <w:p w14:paraId="2D598D09" w14:textId="018C706C" w:rsidR="00562640" w:rsidRPr="004F4407" w:rsidRDefault="00507D39" w:rsidP="00563886">
            <w:pPr>
              <w:pStyle w:val="TAL"/>
              <w:keepNext w:val="0"/>
              <w:keepLines w:val="0"/>
            </w:pPr>
            <w:r>
              <w:t xml:space="preserve">Index of </w:t>
            </w:r>
            <w:proofErr w:type="spellStart"/>
            <w:r w:rsidR="001258E4">
              <w:t>accessControlPolicy</w:t>
            </w:r>
            <w:proofErr w:type="spellEnd"/>
            <w:r w:rsidR="001258E4">
              <w:t xml:space="preserve"> resource used by the test system by default (when required)</w:t>
            </w:r>
          </w:p>
        </w:tc>
      </w:tr>
      <w:tr w:rsidR="00562640" w:rsidRPr="004F4407" w14:paraId="4533D199" w14:textId="77777777" w:rsidTr="007C062E">
        <w:trPr>
          <w:jc w:val="center"/>
        </w:trPr>
        <w:tc>
          <w:tcPr>
            <w:tcW w:w="2830" w:type="dxa"/>
          </w:tcPr>
          <w:p w14:paraId="74ABE17E" w14:textId="77777777" w:rsidR="00562640" w:rsidRPr="004F4407" w:rsidRDefault="00562640" w:rsidP="00563886">
            <w:pPr>
              <w:pStyle w:val="TAC"/>
              <w:keepNext w:val="0"/>
              <w:keepLines w:val="0"/>
            </w:pPr>
            <w:proofErr w:type="spellStart"/>
            <w:r w:rsidRPr="004F4407">
              <w:t>vc_request</w:t>
            </w:r>
            <w:proofErr w:type="spellEnd"/>
          </w:p>
        </w:tc>
        <w:tc>
          <w:tcPr>
            <w:tcW w:w="1290" w:type="dxa"/>
          </w:tcPr>
          <w:p w14:paraId="00F6A4C0" w14:textId="77777777" w:rsidR="00562640" w:rsidRPr="004F4407" w:rsidRDefault="00562640" w:rsidP="00563886">
            <w:pPr>
              <w:pStyle w:val="TAC"/>
              <w:keepNext w:val="0"/>
              <w:keepLines w:val="0"/>
            </w:pPr>
            <w:r w:rsidRPr="004F4407">
              <w:t>variable</w:t>
            </w:r>
          </w:p>
        </w:tc>
        <w:tc>
          <w:tcPr>
            <w:tcW w:w="1843" w:type="dxa"/>
          </w:tcPr>
          <w:p w14:paraId="111B048A" w14:textId="77777777" w:rsidR="00562640" w:rsidRPr="004F4407" w:rsidRDefault="00562640" w:rsidP="00563886">
            <w:pPr>
              <w:pStyle w:val="TAC"/>
              <w:keepNext w:val="0"/>
              <w:keepLines w:val="0"/>
            </w:pPr>
            <w:proofErr w:type="spellStart"/>
            <w:r w:rsidRPr="004F4407">
              <w:t>MsgIn</w:t>
            </w:r>
            <w:proofErr w:type="spellEnd"/>
          </w:p>
        </w:tc>
        <w:tc>
          <w:tcPr>
            <w:tcW w:w="3822" w:type="dxa"/>
          </w:tcPr>
          <w:p w14:paraId="5489CABF" w14:textId="64973F22" w:rsidR="00562640" w:rsidRPr="004F4407" w:rsidRDefault="00562640" w:rsidP="00563886">
            <w:pPr>
              <w:pStyle w:val="TAL"/>
              <w:keepNext w:val="0"/>
              <w:keepLines w:val="0"/>
            </w:pPr>
            <w:r w:rsidRPr="004F4407">
              <w:t>Latest</w:t>
            </w:r>
            <w:r w:rsidR="00565622" w:rsidRPr="004F4407">
              <w:t xml:space="preserve"> </w:t>
            </w:r>
            <w:r w:rsidRPr="004F4407">
              <w:t>request</w:t>
            </w:r>
            <w:r w:rsidR="00565622" w:rsidRPr="004F4407">
              <w:t xml:space="preserve"> </w:t>
            </w:r>
            <w:r w:rsidRPr="004F4407">
              <w:t>primitive</w:t>
            </w:r>
            <w:r w:rsidR="00565622" w:rsidRPr="004F4407">
              <w:t xml:space="preserve"> </w:t>
            </w:r>
            <w:r w:rsidRPr="004F4407">
              <w:t>received/sent</w:t>
            </w:r>
          </w:p>
        </w:tc>
      </w:tr>
      <w:tr w:rsidR="00562640" w:rsidRPr="004F4407" w14:paraId="590AC1F2" w14:textId="77777777" w:rsidTr="007C062E">
        <w:trPr>
          <w:jc w:val="center"/>
        </w:trPr>
        <w:tc>
          <w:tcPr>
            <w:tcW w:w="2830" w:type="dxa"/>
          </w:tcPr>
          <w:p w14:paraId="6FFCB265" w14:textId="77777777" w:rsidR="00562640" w:rsidRPr="004F4407" w:rsidRDefault="00562640" w:rsidP="00563886">
            <w:pPr>
              <w:pStyle w:val="TAC"/>
              <w:keepNext w:val="0"/>
              <w:keepLines w:val="0"/>
            </w:pPr>
            <w:proofErr w:type="spellStart"/>
            <w:r w:rsidRPr="004F4407">
              <w:t>vc_response</w:t>
            </w:r>
            <w:proofErr w:type="spellEnd"/>
          </w:p>
        </w:tc>
        <w:tc>
          <w:tcPr>
            <w:tcW w:w="1290" w:type="dxa"/>
          </w:tcPr>
          <w:p w14:paraId="4C54C866" w14:textId="77777777" w:rsidR="00562640" w:rsidRPr="004F4407" w:rsidRDefault="00562640" w:rsidP="00563886">
            <w:pPr>
              <w:pStyle w:val="TAC"/>
              <w:keepNext w:val="0"/>
              <w:keepLines w:val="0"/>
            </w:pPr>
            <w:r w:rsidRPr="004F4407">
              <w:t>variable</w:t>
            </w:r>
          </w:p>
        </w:tc>
        <w:tc>
          <w:tcPr>
            <w:tcW w:w="1843" w:type="dxa"/>
          </w:tcPr>
          <w:p w14:paraId="6B98C6B2" w14:textId="77777777" w:rsidR="00562640" w:rsidRPr="004F4407" w:rsidRDefault="00562640" w:rsidP="00563886">
            <w:pPr>
              <w:pStyle w:val="TAC"/>
              <w:keepNext w:val="0"/>
              <w:keepLines w:val="0"/>
            </w:pPr>
            <w:proofErr w:type="spellStart"/>
            <w:r w:rsidRPr="004F4407">
              <w:t>MsgIn</w:t>
            </w:r>
            <w:proofErr w:type="spellEnd"/>
          </w:p>
        </w:tc>
        <w:tc>
          <w:tcPr>
            <w:tcW w:w="3822" w:type="dxa"/>
          </w:tcPr>
          <w:p w14:paraId="5F0B8C1B" w14:textId="3A0D4363" w:rsidR="00562640" w:rsidRPr="004F4407" w:rsidRDefault="00562640" w:rsidP="00563886">
            <w:pPr>
              <w:pStyle w:val="TAL"/>
              <w:keepNext w:val="0"/>
              <w:keepLines w:val="0"/>
            </w:pPr>
            <w:r w:rsidRPr="004F4407">
              <w:t>Latest</w:t>
            </w:r>
            <w:r w:rsidR="00565622" w:rsidRPr="004F4407">
              <w:t xml:space="preserve"> </w:t>
            </w:r>
            <w:r w:rsidRPr="004F4407">
              <w:t>response</w:t>
            </w:r>
            <w:r w:rsidR="00565622" w:rsidRPr="004F4407">
              <w:t xml:space="preserve"> </w:t>
            </w:r>
            <w:r w:rsidRPr="004F4407">
              <w:t>primitive</w:t>
            </w:r>
            <w:r w:rsidR="00565622" w:rsidRPr="004F4407">
              <w:t xml:space="preserve"> </w:t>
            </w:r>
            <w:r w:rsidRPr="004F4407">
              <w:t>received/sent</w:t>
            </w:r>
          </w:p>
        </w:tc>
      </w:tr>
      <w:tr w:rsidR="00562640" w:rsidRPr="004F4407" w14:paraId="18F42F63" w14:textId="77777777" w:rsidTr="007C062E">
        <w:trPr>
          <w:jc w:val="center"/>
        </w:trPr>
        <w:tc>
          <w:tcPr>
            <w:tcW w:w="2830" w:type="dxa"/>
          </w:tcPr>
          <w:p w14:paraId="0CBF4E76" w14:textId="77777777" w:rsidR="00562640" w:rsidRPr="004F4407" w:rsidRDefault="00562640" w:rsidP="00563886">
            <w:pPr>
              <w:pStyle w:val="TAC"/>
              <w:keepNext w:val="0"/>
              <w:keepLines w:val="0"/>
            </w:pPr>
            <w:proofErr w:type="spellStart"/>
            <w:r w:rsidRPr="004F4407">
              <w:t>vc_aeSimu</w:t>
            </w:r>
            <w:proofErr w:type="spellEnd"/>
          </w:p>
        </w:tc>
        <w:tc>
          <w:tcPr>
            <w:tcW w:w="1290" w:type="dxa"/>
          </w:tcPr>
          <w:p w14:paraId="2231CDC6" w14:textId="77777777" w:rsidR="00562640" w:rsidRPr="004F4407" w:rsidRDefault="00562640" w:rsidP="00563886">
            <w:pPr>
              <w:pStyle w:val="TAC"/>
              <w:keepNext w:val="0"/>
              <w:keepLines w:val="0"/>
            </w:pPr>
            <w:r w:rsidRPr="004F4407">
              <w:t>variable</w:t>
            </w:r>
          </w:p>
        </w:tc>
        <w:tc>
          <w:tcPr>
            <w:tcW w:w="1843" w:type="dxa"/>
          </w:tcPr>
          <w:p w14:paraId="6BAFF4A7" w14:textId="77777777" w:rsidR="00562640" w:rsidRPr="004F4407" w:rsidRDefault="00562640" w:rsidP="00563886">
            <w:pPr>
              <w:pStyle w:val="TAC"/>
              <w:keepNext w:val="0"/>
              <w:keepLines w:val="0"/>
            </w:pPr>
            <w:r w:rsidRPr="004F4407">
              <w:t>default</w:t>
            </w:r>
          </w:p>
        </w:tc>
        <w:tc>
          <w:tcPr>
            <w:tcW w:w="3822" w:type="dxa"/>
          </w:tcPr>
          <w:p w14:paraId="58498EB2" w14:textId="3286ACFF" w:rsidR="00562640" w:rsidRPr="004F4407" w:rsidRDefault="00562640" w:rsidP="00563886">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default</w:t>
            </w:r>
            <w:r w:rsidR="00565622" w:rsidRPr="004F4407">
              <w:t xml:space="preserve"> </w:t>
            </w:r>
            <w:r w:rsidRPr="004F4407">
              <w:t>behaviour</w:t>
            </w:r>
            <w:r w:rsidR="00565622" w:rsidRPr="004F4407">
              <w:t xml:space="preserve"> </w:t>
            </w:r>
            <w:r w:rsidRPr="004F4407">
              <w:t>for</w:t>
            </w:r>
            <w:r w:rsidR="00565622" w:rsidRPr="004F4407">
              <w:t xml:space="preserve"> </w:t>
            </w:r>
            <w:r w:rsidRPr="004F4407">
              <w:t>an</w:t>
            </w:r>
            <w:r w:rsidR="00565622" w:rsidRPr="004F4407">
              <w:t xml:space="preserve"> </w:t>
            </w:r>
            <w:proofErr w:type="spellStart"/>
            <w:r w:rsidRPr="004F4407">
              <w:t>AeSimu</w:t>
            </w:r>
            <w:proofErr w:type="spellEnd"/>
            <w:r w:rsidR="00565622" w:rsidRPr="004F4407">
              <w:t xml:space="preserve"> </w:t>
            </w:r>
            <w:r w:rsidRPr="004F4407">
              <w:t>component</w:t>
            </w:r>
          </w:p>
        </w:tc>
      </w:tr>
      <w:tr w:rsidR="00562640" w:rsidRPr="004F4407" w14:paraId="0FEA3A9E" w14:textId="77777777" w:rsidTr="007C062E">
        <w:trPr>
          <w:jc w:val="center"/>
        </w:trPr>
        <w:tc>
          <w:tcPr>
            <w:tcW w:w="2830" w:type="dxa"/>
          </w:tcPr>
          <w:p w14:paraId="6ACAB1F1" w14:textId="77777777" w:rsidR="00562640" w:rsidRPr="004F4407" w:rsidRDefault="00562640" w:rsidP="00563886">
            <w:pPr>
              <w:pStyle w:val="TAC"/>
              <w:keepNext w:val="0"/>
              <w:keepLines w:val="0"/>
            </w:pPr>
            <w:proofErr w:type="spellStart"/>
            <w:r w:rsidRPr="004F4407">
              <w:t>vc_cseSimu</w:t>
            </w:r>
            <w:proofErr w:type="spellEnd"/>
          </w:p>
        </w:tc>
        <w:tc>
          <w:tcPr>
            <w:tcW w:w="1290" w:type="dxa"/>
          </w:tcPr>
          <w:p w14:paraId="7D19679A" w14:textId="77777777" w:rsidR="00562640" w:rsidRPr="004F4407" w:rsidRDefault="00562640" w:rsidP="00563886">
            <w:pPr>
              <w:pStyle w:val="TAC"/>
              <w:keepNext w:val="0"/>
              <w:keepLines w:val="0"/>
            </w:pPr>
            <w:r w:rsidRPr="004F4407">
              <w:t>variable</w:t>
            </w:r>
          </w:p>
        </w:tc>
        <w:tc>
          <w:tcPr>
            <w:tcW w:w="1843" w:type="dxa"/>
          </w:tcPr>
          <w:p w14:paraId="52A8854A" w14:textId="77777777" w:rsidR="00562640" w:rsidRPr="004F4407" w:rsidRDefault="00562640" w:rsidP="00563886">
            <w:pPr>
              <w:pStyle w:val="TAC"/>
              <w:keepNext w:val="0"/>
              <w:keepLines w:val="0"/>
            </w:pPr>
            <w:r w:rsidRPr="004F4407">
              <w:t>default</w:t>
            </w:r>
          </w:p>
        </w:tc>
        <w:tc>
          <w:tcPr>
            <w:tcW w:w="3822" w:type="dxa"/>
          </w:tcPr>
          <w:p w14:paraId="260E5BF3" w14:textId="0542B7C9" w:rsidR="00562640" w:rsidRPr="004F4407" w:rsidRDefault="00562640" w:rsidP="00563886">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default</w:t>
            </w:r>
            <w:r w:rsidR="00565622" w:rsidRPr="004F4407">
              <w:t xml:space="preserve"> </w:t>
            </w:r>
            <w:r w:rsidRPr="004F4407">
              <w:t>behaviour</w:t>
            </w:r>
            <w:r w:rsidR="00565622" w:rsidRPr="004F4407">
              <w:t xml:space="preserve"> </w:t>
            </w:r>
            <w:r w:rsidRPr="004F4407">
              <w:t>for</w:t>
            </w:r>
            <w:r w:rsidR="00565622" w:rsidRPr="004F4407">
              <w:t xml:space="preserve"> </w:t>
            </w:r>
            <w:r w:rsidRPr="004F4407">
              <w:t>an</w:t>
            </w:r>
            <w:r w:rsidR="00565622" w:rsidRPr="004F4407">
              <w:t xml:space="preserve"> </w:t>
            </w:r>
            <w:proofErr w:type="spellStart"/>
            <w:r w:rsidRPr="004F4407">
              <w:t>CseSimu</w:t>
            </w:r>
            <w:proofErr w:type="spellEnd"/>
            <w:r w:rsidR="00565622" w:rsidRPr="004F4407">
              <w:t xml:space="preserve"> </w:t>
            </w:r>
            <w:r w:rsidRPr="004F4407">
              <w:t>component</w:t>
            </w:r>
          </w:p>
        </w:tc>
      </w:tr>
      <w:tr w:rsidR="00562640" w:rsidRPr="004F4407" w14:paraId="5019795F" w14:textId="77777777" w:rsidTr="007C062E">
        <w:trPr>
          <w:jc w:val="center"/>
        </w:trPr>
        <w:tc>
          <w:tcPr>
            <w:tcW w:w="2830" w:type="dxa"/>
          </w:tcPr>
          <w:p w14:paraId="27D781DD" w14:textId="77777777" w:rsidR="00562640" w:rsidRPr="004F4407" w:rsidRDefault="00562640" w:rsidP="00563886">
            <w:pPr>
              <w:pStyle w:val="TAC"/>
              <w:keepNext w:val="0"/>
              <w:keepLines w:val="0"/>
            </w:pPr>
            <w:proofErr w:type="spellStart"/>
            <w:r w:rsidRPr="004F4407">
              <w:t>vc_primitiveContentRetrievedResource</w:t>
            </w:r>
            <w:proofErr w:type="spellEnd"/>
          </w:p>
        </w:tc>
        <w:tc>
          <w:tcPr>
            <w:tcW w:w="1290" w:type="dxa"/>
          </w:tcPr>
          <w:p w14:paraId="119DB32F" w14:textId="77777777" w:rsidR="00562640" w:rsidRPr="004F4407" w:rsidRDefault="00562640" w:rsidP="00563886">
            <w:pPr>
              <w:pStyle w:val="TAC"/>
              <w:keepNext w:val="0"/>
              <w:keepLines w:val="0"/>
            </w:pPr>
            <w:r w:rsidRPr="004F4407">
              <w:t>variable</w:t>
            </w:r>
          </w:p>
        </w:tc>
        <w:tc>
          <w:tcPr>
            <w:tcW w:w="1843" w:type="dxa"/>
          </w:tcPr>
          <w:p w14:paraId="69EFD8E1" w14:textId="77777777" w:rsidR="00562640" w:rsidRPr="004F4407" w:rsidRDefault="00562640" w:rsidP="00563886">
            <w:pPr>
              <w:pStyle w:val="TAC"/>
              <w:keepNext w:val="0"/>
              <w:keepLines w:val="0"/>
            </w:pPr>
            <w:proofErr w:type="spellStart"/>
            <w:r w:rsidRPr="004F4407">
              <w:t>PrimitiveContent</w:t>
            </w:r>
            <w:proofErr w:type="spellEnd"/>
          </w:p>
        </w:tc>
        <w:tc>
          <w:tcPr>
            <w:tcW w:w="3822" w:type="dxa"/>
          </w:tcPr>
          <w:p w14:paraId="31602288" w14:textId="24017329" w:rsidR="00562640" w:rsidRPr="004F4407" w:rsidRDefault="00562640" w:rsidP="00563886">
            <w:pPr>
              <w:pStyle w:val="TAL"/>
              <w:keepNext w:val="0"/>
              <w:keepLines w:val="0"/>
            </w:pPr>
            <w:r w:rsidRPr="004F4407">
              <w:t>Latest</w:t>
            </w:r>
            <w:r w:rsidR="00565622" w:rsidRPr="004F4407">
              <w:t xml:space="preserve"> </w:t>
            </w:r>
            <w:r w:rsidRPr="004F4407">
              <w:t>content</w:t>
            </w:r>
            <w:r w:rsidR="00565622" w:rsidRPr="004F4407">
              <w:t xml:space="preserve"> </w:t>
            </w:r>
            <w:r w:rsidRPr="004F4407">
              <w:t>of</w:t>
            </w:r>
            <w:r w:rsidR="00565622" w:rsidRPr="004F4407">
              <w:t xml:space="preserve"> </w:t>
            </w:r>
            <w:r w:rsidRPr="004F4407">
              <w:t>a</w:t>
            </w:r>
            <w:r w:rsidR="00565622" w:rsidRPr="004F4407">
              <w:t xml:space="preserve"> </w:t>
            </w:r>
            <w:r w:rsidRPr="004F4407">
              <w:t>RETRIEVE</w:t>
            </w:r>
            <w:r w:rsidR="00565622" w:rsidRPr="004F4407">
              <w:t xml:space="preserve"> </w:t>
            </w:r>
            <w:r w:rsidRPr="004F4407">
              <w:t>operation</w:t>
            </w:r>
          </w:p>
        </w:tc>
      </w:tr>
      <w:tr w:rsidR="007B0409" w:rsidRPr="004F4407" w14:paraId="01DE5A89" w14:textId="77777777" w:rsidTr="007C062E">
        <w:trPr>
          <w:jc w:val="center"/>
        </w:trPr>
        <w:tc>
          <w:tcPr>
            <w:tcW w:w="2830" w:type="dxa"/>
          </w:tcPr>
          <w:p w14:paraId="7EAA718A" w14:textId="76CE405E" w:rsidR="007B0409" w:rsidRPr="004F4407" w:rsidRDefault="007B0409" w:rsidP="00563886">
            <w:pPr>
              <w:pStyle w:val="TAC"/>
              <w:keepNext w:val="0"/>
              <w:keepLines w:val="0"/>
            </w:pPr>
            <w:proofErr w:type="spellStart"/>
            <w:r w:rsidRPr="004F4407">
              <w:t>vc_</w:t>
            </w:r>
            <w:r w:rsidR="007000AF" w:rsidRPr="004F4407">
              <w:t>myInterfaces</w:t>
            </w:r>
            <w:proofErr w:type="spellEnd"/>
          </w:p>
        </w:tc>
        <w:tc>
          <w:tcPr>
            <w:tcW w:w="1290" w:type="dxa"/>
          </w:tcPr>
          <w:p w14:paraId="6BD2B078" w14:textId="739B7092" w:rsidR="007B0409" w:rsidRPr="004F4407" w:rsidRDefault="007000AF" w:rsidP="00563886">
            <w:pPr>
              <w:pStyle w:val="TAC"/>
              <w:keepNext w:val="0"/>
              <w:keepLines w:val="0"/>
            </w:pPr>
            <w:r w:rsidRPr="004F4407">
              <w:t>variable</w:t>
            </w:r>
          </w:p>
        </w:tc>
        <w:tc>
          <w:tcPr>
            <w:tcW w:w="1843" w:type="dxa"/>
          </w:tcPr>
          <w:p w14:paraId="0CC8D6D2" w14:textId="4075EFE6" w:rsidR="007B0409" w:rsidRPr="004F4407" w:rsidRDefault="007000AF" w:rsidP="00563886">
            <w:pPr>
              <w:pStyle w:val="TAC"/>
              <w:keepNext w:val="0"/>
              <w:keepLines w:val="0"/>
            </w:pPr>
            <w:r w:rsidRPr="004F4407">
              <w:t>Interfaces</w:t>
            </w:r>
          </w:p>
        </w:tc>
        <w:tc>
          <w:tcPr>
            <w:tcW w:w="3822" w:type="dxa"/>
          </w:tcPr>
          <w:p w14:paraId="0D2E37AF" w14:textId="5FD449DD" w:rsidR="007B0409" w:rsidRPr="004F4407" w:rsidRDefault="009F786F" w:rsidP="00563886">
            <w:pPr>
              <w:pStyle w:val="TAL"/>
              <w:keepNext w:val="0"/>
              <w:keepLines w:val="0"/>
            </w:pPr>
            <w:r w:rsidRPr="004F4407">
              <w:t>Parameters</w:t>
            </w:r>
            <w:r w:rsidR="00565622" w:rsidRPr="004F4407">
              <w:t xml:space="preserve"> </w:t>
            </w:r>
            <w:r w:rsidRPr="004F4407">
              <w:t>for</w:t>
            </w:r>
            <w:r w:rsidR="00565622" w:rsidRPr="004F4407">
              <w:t xml:space="preserve"> </w:t>
            </w:r>
            <w:r w:rsidRPr="004F4407">
              <w:t>the</w:t>
            </w:r>
            <w:r w:rsidR="00565622" w:rsidRPr="004F4407">
              <w:t xml:space="preserve"> </w:t>
            </w:r>
            <w:r w:rsidRPr="004F4407">
              <w:t>ports</w:t>
            </w:r>
            <w:r w:rsidR="00565622" w:rsidRPr="004F4407">
              <w:t xml:space="preserve"> </w:t>
            </w:r>
            <w:r w:rsidRPr="004F4407">
              <w:t>of</w:t>
            </w:r>
            <w:r w:rsidR="00565622" w:rsidRPr="004F4407">
              <w:t xml:space="preserve"> </w:t>
            </w:r>
            <w:r w:rsidRPr="004F4407">
              <w:t>the</w:t>
            </w:r>
            <w:r w:rsidR="00565622" w:rsidRPr="004F4407">
              <w:t xml:space="preserve"> </w:t>
            </w:r>
            <w:r w:rsidRPr="004F4407">
              <w:t>given</w:t>
            </w:r>
            <w:r w:rsidR="00565622" w:rsidRPr="004F4407">
              <w:t xml:space="preserve"> </w:t>
            </w:r>
            <w:r w:rsidRPr="004F4407">
              <w:t>component</w:t>
            </w:r>
            <w:r w:rsidR="00D50384" w:rsidRPr="004F4407">
              <w:t>:</w:t>
            </w:r>
          </w:p>
          <w:p w14:paraId="77637078" w14:textId="509B05F5" w:rsidR="00D50384" w:rsidRPr="00D050B3" w:rsidRDefault="00E827CD" w:rsidP="00563886">
            <w:pPr>
              <w:pStyle w:val="TB1"/>
              <w:keepNext w:val="0"/>
              <w:keepLines w:val="0"/>
              <w:rPr>
                <w:lang w:val="fr-FR"/>
              </w:rPr>
            </w:pPr>
            <w:r w:rsidRPr="00D050B3">
              <w:rPr>
                <w:lang w:val="fr-FR"/>
              </w:rPr>
              <w:t>Port</w:t>
            </w:r>
            <w:r w:rsidR="00565622" w:rsidRPr="00D050B3">
              <w:rPr>
                <w:lang w:val="fr-FR"/>
              </w:rPr>
              <w:t xml:space="preserve"> </w:t>
            </w:r>
            <w:r w:rsidRPr="00D050B3">
              <w:rPr>
                <w:lang w:val="fr-FR"/>
              </w:rPr>
              <w:t>(</w:t>
            </w:r>
            <w:proofErr w:type="spellStart"/>
            <w:r w:rsidRPr="00D050B3">
              <w:rPr>
                <w:lang w:val="fr-FR"/>
              </w:rPr>
              <w:t>mcaPort</w:t>
            </w:r>
            <w:proofErr w:type="spellEnd"/>
            <w:r w:rsidRPr="00D050B3">
              <w:rPr>
                <w:lang w:val="fr-FR"/>
              </w:rPr>
              <w:t>,</w:t>
            </w:r>
            <w:r w:rsidR="00565622" w:rsidRPr="00D050B3">
              <w:rPr>
                <w:lang w:val="fr-FR"/>
              </w:rPr>
              <w:t xml:space="preserve"> </w:t>
            </w:r>
            <w:proofErr w:type="spellStart"/>
            <w:r w:rsidRPr="00D050B3">
              <w:rPr>
                <w:lang w:val="fr-FR"/>
              </w:rPr>
              <w:t>mcaPortIn</w:t>
            </w:r>
            <w:proofErr w:type="spellEnd"/>
            <w:r w:rsidRPr="00D050B3">
              <w:rPr>
                <w:lang w:val="fr-FR"/>
              </w:rPr>
              <w:t>,</w:t>
            </w:r>
            <w:r w:rsidR="00565622" w:rsidRPr="00D050B3">
              <w:rPr>
                <w:lang w:val="fr-FR"/>
              </w:rPr>
              <w:t xml:space="preserve"> </w:t>
            </w:r>
            <w:proofErr w:type="spellStart"/>
            <w:r w:rsidRPr="00D050B3">
              <w:rPr>
                <w:lang w:val="fr-FR"/>
              </w:rPr>
              <w:t>mccPort</w:t>
            </w:r>
            <w:proofErr w:type="spellEnd"/>
            <w:r w:rsidRPr="00D050B3">
              <w:rPr>
                <w:lang w:val="fr-FR"/>
              </w:rPr>
              <w:t>,</w:t>
            </w:r>
            <w:r w:rsidR="00565622" w:rsidRPr="00D050B3">
              <w:rPr>
                <w:lang w:val="fr-FR"/>
              </w:rPr>
              <w:t xml:space="preserve"> </w:t>
            </w:r>
            <w:proofErr w:type="spellStart"/>
            <w:r w:rsidRPr="00D050B3">
              <w:rPr>
                <w:lang w:val="fr-FR"/>
              </w:rPr>
              <w:t>mccPortIn</w:t>
            </w:r>
            <w:proofErr w:type="spellEnd"/>
            <w:r w:rsidRPr="00D050B3">
              <w:rPr>
                <w:lang w:val="fr-FR"/>
              </w:rPr>
              <w:t>)</w:t>
            </w:r>
          </w:p>
          <w:p w14:paraId="1106CC8E" w14:textId="47BB7EB6" w:rsidR="00E827CD" w:rsidRPr="004F4407" w:rsidRDefault="00E827CD" w:rsidP="00563886">
            <w:pPr>
              <w:pStyle w:val="TB1"/>
              <w:keepNext w:val="0"/>
              <w:keepLines w:val="0"/>
            </w:pPr>
            <w:r w:rsidRPr="004F4407">
              <w:t>Host</w:t>
            </w:r>
            <w:r w:rsidR="00565622" w:rsidRPr="004F4407">
              <w:t xml:space="preserve"> </w:t>
            </w:r>
            <w:r w:rsidRPr="004F4407">
              <w:t>(</w:t>
            </w:r>
            <w:r w:rsidR="001F60E6" w:rsidRPr="0032615D">
              <w:t>SUT</w:t>
            </w:r>
            <w:r w:rsidR="00565622" w:rsidRPr="004F4407">
              <w:t xml:space="preserve"> </w:t>
            </w:r>
            <w:r w:rsidR="001F60E6" w:rsidRPr="0032615D">
              <w:t>IP</w:t>
            </w:r>
            <w:r w:rsidR="00565622" w:rsidRPr="004F4407">
              <w:t xml:space="preserve"> </w:t>
            </w:r>
            <w:proofErr w:type="gramStart"/>
            <w:r w:rsidR="001F60E6" w:rsidRPr="004F4407">
              <w:t>address</w:t>
            </w:r>
            <w:r w:rsidR="00565622" w:rsidRPr="004F4407">
              <w:t xml:space="preserve"> </w:t>
            </w:r>
            <w:r w:rsidR="001F60E6" w:rsidRPr="004F4407">
              <w:t>:port</w:t>
            </w:r>
            <w:proofErr w:type="gramEnd"/>
            <w:r w:rsidR="001F60E6" w:rsidRPr="004F4407">
              <w:t>)</w:t>
            </w:r>
          </w:p>
          <w:p w14:paraId="50281DEF" w14:textId="2F1BE859" w:rsidR="001F60E6" w:rsidRPr="004F4407" w:rsidRDefault="001F60E6" w:rsidP="00563886">
            <w:pPr>
              <w:pStyle w:val="TB1"/>
              <w:keepNext w:val="0"/>
              <w:keepLines w:val="0"/>
            </w:pPr>
            <w:r w:rsidRPr="004F4407">
              <w:t>Protocol</w:t>
            </w:r>
            <w:r w:rsidR="00565622" w:rsidRPr="004F4407">
              <w:t xml:space="preserve"> </w:t>
            </w:r>
            <w:r w:rsidRPr="004F4407">
              <w:t>binding</w:t>
            </w:r>
          </w:p>
          <w:p w14:paraId="0FE5E712" w14:textId="5370052A" w:rsidR="00D50384" w:rsidRPr="004F4407" w:rsidRDefault="001F60E6" w:rsidP="00563886">
            <w:pPr>
              <w:pStyle w:val="TB1"/>
              <w:keepNext w:val="0"/>
              <w:keepLines w:val="0"/>
            </w:pPr>
            <w:r w:rsidRPr="004F4407">
              <w:t>Serialization</w:t>
            </w:r>
          </w:p>
        </w:tc>
      </w:tr>
    </w:tbl>
    <w:p w14:paraId="7C5213AA" w14:textId="77777777" w:rsidR="00562640" w:rsidRPr="004F4407" w:rsidRDefault="00562640" w:rsidP="00E12639"/>
    <w:p w14:paraId="73C95F02" w14:textId="77777777" w:rsidR="00562640" w:rsidRPr="004F4407" w:rsidRDefault="00562640" w:rsidP="00E12639">
      <w:r w:rsidRPr="004F4407">
        <w:t xml:space="preserve">Note that </w:t>
      </w:r>
      <w:proofErr w:type="spellStart"/>
      <w:r w:rsidRPr="004F4407">
        <w:t>vc_aeSimu</w:t>
      </w:r>
      <w:proofErr w:type="spellEnd"/>
      <w:r w:rsidRPr="004F4407">
        <w:t xml:space="preserve"> and </w:t>
      </w:r>
      <w:proofErr w:type="spellStart"/>
      <w:r w:rsidRPr="004F4407">
        <w:t>vc_cseSimu</w:t>
      </w:r>
      <w:proofErr w:type="spellEnd"/>
      <w:r w:rsidRPr="004F4407">
        <w:t xml:space="preserve"> are not common to the other defined test components, but those variables are required in Tester for the correct activation/deactivation of default behaviours.</w:t>
      </w:r>
    </w:p>
    <w:p w14:paraId="0F4ED27B" w14:textId="77777777" w:rsidR="00562640" w:rsidRPr="004F4407" w:rsidRDefault="00562640" w:rsidP="006F4E71">
      <w:pPr>
        <w:pStyle w:val="Heading3"/>
        <w:keepNext w:val="0"/>
        <w:keepLines w:val="0"/>
      </w:pPr>
      <w:bookmarkStart w:id="41" w:name="_Toc13748875"/>
      <w:r w:rsidRPr="004F4407">
        <w:t>5.5.2</w:t>
      </w:r>
      <w:r w:rsidRPr="004F4407">
        <w:tab/>
      </w:r>
      <w:proofErr w:type="spellStart"/>
      <w:r w:rsidRPr="004F4407">
        <w:t>AeSimu</w:t>
      </w:r>
      <w:bookmarkEnd w:id="41"/>
      <w:proofErr w:type="spellEnd"/>
    </w:p>
    <w:p w14:paraId="2B758E4E" w14:textId="43B9E3E8" w:rsidR="007C062E" w:rsidRDefault="00562640" w:rsidP="00772376">
      <w:r w:rsidRPr="004F4407">
        <w:t xml:space="preserve">The </w:t>
      </w:r>
      <w:proofErr w:type="spellStart"/>
      <w:r w:rsidRPr="004F4407">
        <w:t>AeSimu</w:t>
      </w:r>
      <w:proofErr w:type="spellEnd"/>
      <w:r w:rsidRPr="004F4407">
        <w:t xml:space="preserve"> test component extends the Tester component by adding elements specific to an </w:t>
      </w:r>
      <w:r w:rsidRPr="0032615D">
        <w:t>AE</w:t>
      </w:r>
      <w:r w:rsidRPr="004F4407">
        <w:t xml:space="preserve"> entity. Table</w:t>
      </w:r>
      <w:r w:rsidR="00F17D96">
        <w:t xml:space="preserve"> 5.5.2-1</w:t>
      </w:r>
      <w:r w:rsidRPr="004F4407">
        <w:t xml:space="preserve"> summarizes those elements</w:t>
      </w:r>
      <w:r w:rsidR="00563886" w:rsidRPr="004F4407">
        <w:t>.</w:t>
      </w:r>
    </w:p>
    <w:p w14:paraId="414DEA61" w14:textId="52379944" w:rsidR="00F17D96" w:rsidRPr="004F4407" w:rsidRDefault="00F17D96" w:rsidP="009F06B5">
      <w:pPr>
        <w:pStyle w:val="TH"/>
      </w:pPr>
      <w:r w:rsidRPr="004F4407">
        <w:t>Table 5.</w:t>
      </w:r>
      <w:r>
        <w:t>5</w:t>
      </w:r>
      <w:r w:rsidRPr="004F4407">
        <w:t>.</w:t>
      </w:r>
      <w:r>
        <w:t>2</w:t>
      </w:r>
      <w:r w:rsidRPr="004F4407">
        <w:t xml:space="preserve">-1: </w:t>
      </w:r>
      <w:proofErr w:type="spellStart"/>
      <w:r>
        <w:t>AeSimu</w:t>
      </w:r>
      <w:proofErr w:type="spellEnd"/>
      <w:r>
        <w:t xml:space="preserve"> component elements</w:t>
      </w:r>
    </w:p>
    <w:tbl>
      <w:tblPr>
        <w:tblStyle w:val="TableGrid"/>
        <w:tblW w:w="9702" w:type="dxa"/>
        <w:jc w:val="center"/>
        <w:tblLayout w:type="fixed"/>
        <w:tblCellMar>
          <w:left w:w="28" w:type="dxa"/>
        </w:tblCellMar>
        <w:tblLook w:val="04A0" w:firstRow="1" w:lastRow="0" w:firstColumn="1" w:lastColumn="0" w:noHBand="0" w:noVBand="1"/>
      </w:tblPr>
      <w:tblGrid>
        <w:gridCol w:w="1786"/>
        <w:gridCol w:w="1501"/>
        <w:gridCol w:w="1351"/>
        <w:gridCol w:w="5064"/>
      </w:tblGrid>
      <w:tr w:rsidR="00562640" w:rsidRPr="004F4407" w14:paraId="718AE8AF" w14:textId="77777777" w:rsidTr="00772376">
        <w:trPr>
          <w:jc w:val="center"/>
        </w:trPr>
        <w:tc>
          <w:tcPr>
            <w:tcW w:w="1786" w:type="dxa"/>
          </w:tcPr>
          <w:p w14:paraId="782774E4" w14:textId="77777777" w:rsidR="00562640" w:rsidRPr="004F4407" w:rsidRDefault="00562640" w:rsidP="006F4E71">
            <w:pPr>
              <w:pStyle w:val="TAH"/>
              <w:keepNext w:val="0"/>
              <w:keepLines w:val="0"/>
            </w:pPr>
            <w:r w:rsidRPr="0032615D">
              <w:t>Name</w:t>
            </w:r>
          </w:p>
        </w:tc>
        <w:tc>
          <w:tcPr>
            <w:tcW w:w="1501" w:type="dxa"/>
          </w:tcPr>
          <w:p w14:paraId="1CBC4C09" w14:textId="03921C8F" w:rsidR="00562640" w:rsidRPr="004F4407" w:rsidRDefault="00562640" w:rsidP="006F4E71">
            <w:pPr>
              <w:pStyle w:val="TAH"/>
              <w:keepNext w:val="0"/>
              <w:keepLines w:val="0"/>
            </w:pPr>
            <w:r w:rsidRPr="004F4407">
              <w:t>Instance</w:t>
            </w:r>
            <w:r w:rsidR="00565622" w:rsidRPr="004F4407">
              <w:t xml:space="preserve"> </w:t>
            </w:r>
            <w:r w:rsidRPr="004F4407">
              <w:t>type</w:t>
            </w:r>
          </w:p>
        </w:tc>
        <w:tc>
          <w:tcPr>
            <w:tcW w:w="1351" w:type="dxa"/>
          </w:tcPr>
          <w:p w14:paraId="7EBDBCD3" w14:textId="19B5CA49" w:rsidR="00562640" w:rsidRPr="004F4407" w:rsidRDefault="00562640" w:rsidP="006F4E71">
            <w:pPr>
              <w:pStyle w:val="TAH"/>
              <w:keepNext w:val="0"/>
              <w:keepLines w:val="0"/>
            </w:pPr>
            <w:r w:rsidRPr="004F4407">
              <w:t>Element</w:t>
            </w:r>
            <w:r w:rsidR="00565622" w:rsidRPr="004F4407">
              <w:t xml:space="preserve"> </w:t>
            </w:r>
            <w:r w:rsidRPr="004F4407">
              <w:t>type</w:t>
            </w:r>
          </w:p>
        </w:tc>
        <w:tc>
          <w:tcPr>
            <w:tcW w:w="5064" w:type="dxa"/>
          </w:tcPr>
          <w:p w14:paraId="5001D666" w14:textId="77777777" w:rsidR="00562640" w:rsidRPr="004F4407" w:rsidRDefault="00562640" w:rsidP="006F4E71">
            <w:pPr>
              <w:pStyle w:val="TAH"/>
              <w:keepNext w:val="0"/>
              <w:keepLines w:val="0"/>
            </w:pPr>
            <w:r w:rsidRPr="004F4407">
              <w:t>Description</w:t>
            </w:r>
          </w:p>
        </w:tc>
      </w:tr>
      <w:tr w:rsidR="00562640" w:rsidRPr="004F4407" w14:paraId="57268DB9" w14:textId="77777777" w:rsidTr="00772376">
        <w:trPr>
          <w:jc w:val="center"/>
        </w:trPr>
        <w:tc>
          <w:tcPr>
            <w:tcW w:w="1786" w:type="dxa"/>
          </w:tcPr>
          <w:p w14:paraId="790D7569" w14:textId="77777777" w:rsidR="00562640" w:rsidRPr="004F4407" w:rsidRDefault="00562640" w:rsidP="006F4E71">
            <w:pPr>
              <w:pStyle w:val="TAC"/>
              <w:keepNext w:val="0"/>
              <w:keepLines w:val="0"/>
            </w:pPr>
            <w:proofErr w:type="spellStart"/>
            <w:r w:rsidRPr="004F4407">
              <w:t>mcaPort</w:t>
            </w:r>
            <w:proofErr w:type="spellEnd"/>
          </w:p>
        </w:tc>
        <w:tc>
          <w:tcPr>
            <w:tcW w:w="1501" w:type="dxa"/>
          </w:tcPr>
          <w:p w14:paraId="145E3675" w14:textId="77777777" w:rsidR="00562640" w:rsidRPr="004F4407" w:rsidRDefault="00562640" w:rsidP="006F4E71">
            <w:pPr>
              <w:pStyle w:val="TAC"/>
              <w:keepNext w:val="0"/>
              <w:keepLines w:val="0"/>
            </w:pPr>
            <w:r w:rsidRPr="004F4407">
              <w:t>port</w:t>
            </w:r>
          </w:p>
        </w:tc>
        <w:tc>
          <w:tcPr>
            <w:tcW w:w="1351" w:type="dxa"/>
          </w:tcPr>
          <w:p w14:paraId="7D5BDCF9" w14:textId="77777777" w:rsidR="00562640" w:rsidRPr="004F4407" w:rsidRDefault="00562640" w:rsidP="006F4E71">
            <w:pPr>
              <w:pStyle w:val="TAC"/>
              <w:keepNext w:val="0"/>
              <w:keepLines w:val="0"/>
            </w:pPr>
            <w:r w:rsidRPr="004F4407">
              <w:t>OneM2MPort</w:t>
            </w:r>
          </w:p>
        </w:tc>
        <w:tc>
          <w:tcPr>
            <w:tcW w:w="5064" w:type="dxa"/>
          </w:tcPr>
          <w:p w14:paraId="48393EAF" w14:textId="2423F4BD" w:rsidR="00562640" w:rsidRPr="004F4407" w:rsidRDefault="00562640" w:rsidP="006F4E71">
            <w:pPr>
              <w:pStyle w:val="TAL"/>
              <w:keepNext w:val="0"/>
              <w:keepLines w:val="0"/>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64C3789F" w14:textId="77777777" w:rsidTr="00772376">
        <w:trPr>
          <w:jc w:val="center"/>
        </w:trPr>
        <w:tc>
          <w:tcPr>
            <w:tcW w:w="1786" w:type="dxa"/>
          </w:tcPr>
          <w:p w14:paraId="7D17DD5A" w14:textId="77777777" w:rsidR="00562640" w:rsidRPr="004F4407" w:rsidRDefault="00562640" w:rsidP="006F4E71">
            <w:pPr>
              <w:pStyle w:val="TAC"/>
              <w:keepNext w:val="0"/>
              <w:keepLines w:val="0"/>
            </w:pPr>
            <w:proofErr w:type="spellStart"/>
            <w:r w:rsidRPr="004F4407">
              <w:lastRenderedPageBreak/>
              <w:t>mcaPortIn</w:t>
            </w:r>
            <w:proofErr w:type="spellEnd"/>
          </w:p>
        </w:tc>
        <w:tc>
          <w:tcPr>
            <w:tcW w:w="1501" w:type="dxa"/>
          </w:tcPr>
          <w:p w14:paraId="1793BC29" w14:textId="77777777" w:rsidR="00562640" w:rsidRPr="004F4407" w:rsidRDefault="00562640" w:rsidP="006F4E71">
            <w:pPr>
              <w:pStyle w:val="TAC"/>
              <w:keepNext w:val="0"/>
              <w:keepLines w:val="0"/>
            </w:pPr>
            <w:r w:rsidRPr="004F4407">
              <w:t>port</w:t>
            </w:r>
          </w:p>
        </w:tc>
        <w:tc>
          <w:tcPr>
            <w:tcW w:w="1351" w:type="dxa"/>
          </w:tcPr>
          <w:p w14:paraId="19A62B1E" w14:textId="77777777" w:rsidR="00562640" w:rsidRPr="004F4407" w:rsidRDefault="00562640" w:rsidP="006F4E71">
            <w:pPr>
              <w:pStyle w:val="TAC"/>
              <w:keepNext w:val="0"/>
              <w:keepLines w:val="0"/>
            </w:pPr>
            <w:r w:rsidRPr="004F4407">
              <w:t>OneM2MPort</w:t>
            </w:r>
          </w:p>
        </w:tc>
        <w:tc>
          <w:tcPr>
            <w:tcW w:w="5064" w:type="dxa"/>
          </w:tcPr>
          <w:p w14:paraId="16D0D68C" w14:textId="397BE516" w:rsidR="00562640" w:rsidRPr="004F4407" w:rsidRDefault="00562640" w:rsidP="006F4E71">
            <w:pPr>
              <w:pStyle w:val="TAL"/>
              <w:keepNext w:val="0"/>
              <w:keepLines w:val="0"/>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03CD4548" w14:textId="77777777" w:rsidTr="00772376">
        <w:trPr>
          <w:jc w:val="center"/>
        </w:trPr>
        <w:tc>
          <w:tcPr>
            <w:tcW w:w="1786" w:type="dxa"/>
          </w:tcPr>
          <w:p w14:paraId="39F75BB5" w14:textId="77777777" w:rsidR="00562640" w:rsidRPr="004F4407" w:rsidRDefault="00562640" w:rsidP="006F4E71">
            <w:pPr>
              <w:pStyle w:val="TAC"/>
              <w:keepNext w:val="0"/>
              <w:keepLines w:val="0"/>
            </w:pPr>
            <w:r w:rsidRPr="004F4407">
              <w:t>vc_ae2</w:t>
            </w:r>
          </w:p>
        </w:tc>
        <w:tc>
          <w:tcPr>
            <w:tcW w:w="1501" w:type="dxa"/>
          </w:tcPr>
          <w:p w14:paraId="6185F077" w14:textId="499849CB" w:rsidR="00562640" w:rsidRPr="004F4407" w:rsidRDefault="00562640" w:rsidP="006F4E71">
            <w:pPr>
              <w:pStyle w:val="TAC"/>
              <w:keepNext w:val="0"/>
              <w:keepLines w:val="0"/>
            </w:pPr>
            <w:r w:rsidRPr="004F4407">
              <w:t>test</w:t>
            </w:r>
            <w:r w:rsidR="00565622" w:rsidRPr="004F4407">
              <w:t xml:space="preserve"> </w:t>
            </w:r>
            <w:r w:rsidRPr="004F4407">
              <w:t>component</w:t>
            </w:r>
          </w:p>
        </w:tc>
        <w:tc>
          <w:tcPr>
            <w:tcW w:w="1351" w:type="dxa"/>
          </w:tcPr>
          <w:p w14:paraId="6A66EA88" w14:textId="77777777" w:rsidR="00562640" w:rsidRPr="004F4407" w:rsidRDefault="00562640" w:rsidP="006F4E71">
            <w:pPr>
              <w:pStyle w:val="TAC"/>
              <w:keepNext w:val="0"/>
              <w:keepLines w:val="0"/>
            </w:pPr>
            <w:proofErr w:type="spellStart"/>
            <w:r w:rsidRPr="004F4407">
              <w:t>AeSimu</w:t>
            </w:r>
            <w:proofErr w:type="spellEnd"/>
          </w:p>
        </w:tc>
        <w:tc>
          <w:tcPr>
            <w:tcW w:w="5064" w:type="dxa"/>
          </w:tcPr>
          <w:p w14:paraId="0940536D" w14:textId="7AC3C720" w:rsidR="00562640" w:rsidRPr="004F4407" w:rsidRDefault="00562640" w:rsidP="006F4E71">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AE2</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required</w:t>
            </w:r>
          </w:p>
        </w:tc>
      </w:tr>
      <w:tr w:rsidR="00562640" w:rsidRPr="004F4407" w14:paraId="1A9840FE" w14:textId="77777777" w:rsidTr="00772376">
        <w:trPr>
          <w:jc w:val="center"/>
        </w:trPr>
        <w:tc>
          <w:tcPr>
            <w:tcW w:w="1786" w:type="dxa"/>
          </w:tcPr>
          <w:p w14:paraId="74E795F9" w14:textId="77777777" w:rsidR="00562640" w:rsidRPr="004F4407" w:rsidRDefault="00562640" w:rsidP="006F4E71">
            <w:pPr>
              <w:pStyle w:val="TAC"/>
              <w:keepNext w:val="0"/>
              <w:keepLines w:val="0"/>
            </w:pPr>
            <w:r w:rsidRPr="004F4407">
              <w:t>vc_cse1</w:t>
            </w:r>
          </w:p>
        </w:tc>
        <w:tc>
          <w:tcPr>
            <w:tcW w:w="1501" w:type="dxa"/>
          </w:tcPr>
          <w:p w14:paraId="737161D9" w14:textId="7811DB3E" w:rsidR="00562640" w:rsidRPr="004F4407" w:rsidRDefault="00562640" w:rsidP="006F4E71">
            <w:pPr>
              <w:pStyle w:val="TAC"/>
              <w:keepNext w:val="0"/>
              <w:keepLines w:val="0"/>
            </w:pPr>
            <w:r w:rsidRPr="004F4407">
              <w:t>test</w:t>
            </w:r>
            <w:r w:rsidR="00565622" w:rsidRPr="004F4407">
              <w:t xml:space="preserve"> </w:t>
            </w:r>
            <w:r w:rsidRPr="004F4407">
              <w:t>component</w:t>
            </w:r>
          </w:p>
        </w:tc>
        <w:tc>
          <w:tcPr>
            <w:tcW w:w="1351" w:type="dxa"/>
          </w:tcPr>
          <w:p w14:paraId="5FC3AD5A" w14:textId="77777777" w:rsidR="00562640" w:rsidRPr="004F4407" w:rsidRDefault="00562640" w:rsidP="006F4E71">
            <w:pPr>
              <w:pStyle w:val="TAC"/>
              <w:keepNext w:val="0"/>
              <w:keepLines w:val="0"/>
            </w:pPr>
            <w:proofErr w:type="spellStart"/>
            <w:r w:rsidRPr="004F4407">
              <w:t>CseSimu</w:t>
            </w:r>
            <w:proofErr w:type="spellEnd"/>
          </w:p>
        </w:tc>
        <w:tc>
          <w:tcPr>
            <w:tcW w:w="5064" w:type="dxa"/>
          </w:tcPr>
          <w:p w14:paraId="70DE48B5" w14:textId="209EF3F7" w:rsidR="00562640" w:rsidRPr="004F4407" w:rsidRDefault="00562640" w:rsidP="006F4E71">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CSE1</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CF02</w:t>
            </w:r>
            <w:r w:rsidR="00565622" w:rsidRPr="004F4407">
              <w:t xml:space="preserve"> </w:t>
            </w:r>
            <w:r w:rsidRPr="004F4407">
              <w:t>is</w:t>
            </w:r>
            <w:r w:rsidR="00565622" w:rsidRPr="004F4407">
              <w:t xml:space="preserve"> </w:t>
            </w:r>
            <w:r w:rsidRPr="004F4407">
              <w:t>used</w:t>
            </w:r>
          </w:p>
        </w:tc>
      </w:tr>
      <w:tr w:rsidR="00562640" w:rsidRPr="004F4407" w14:paraId="2ECFDF43" w14:textId="77777777" w:rsidTr="00772376">
        <w:trPr>
          <w:jc w:val="center"/>
        </w:trPr>
        <w:tc>
          <w:tcPr>
            <w:tcW w:w="1786" w:type="dxa"/>
          </w:tcPr>
          <w:p w14:paraId="5E01FFDA" w14:textId="77777777" w:rsidR="00562640" w:rsidRPr="004F4407" w:rsidRDefault="00562640" w:rsidP="006F4E71">
            <w:pPr>
              <w:pStyle w:val="TAC"/>
              <w:keepNext w:val="0"/>
              <w:keepLines w:val="0"/>
            </w:pPr>
            <w:r w:rsidRPr="004F4407">
              <w:t>vc_auxiliaryAe2Up</w:t>
            </w:r>
          </w:p>
        </w:tc>
        <w:tc>
          <w:tcPr>
            <w:tcW w:w="1501" w:type="dxa"/>
          </w:tcPr>
          <w:p w14:paraId="0DC13526" w14:textId="77777777" w:rsidR="00562640" w:rsidRPr="004F4407" w:rsidRDefault="00562640" w:rsidP="006F4E71">
            <w:pPr>
              <w:pStyle w:val="TAC"/>
              <w:keepNext w:val="0"/>
              <w:keepLines w:val="0"/>
            </w:pPr>
            <w:r w:rsidRPr="004F4407">
              <w:t>variable</w:t>
            </w:r>
          </w:p>
        </w:tc>
        <w:tc>
          <w:tcPr>
            <w:tcW w:w="1351" w:type="dxa"/>
          </w:tcPr>
          <w:p w14:paraId="4820BC4F" w14:textId="77777777" w:rsidR="00562640" w:rsidRPr="004F4407" w:rsidRDefault="00562640" w:rsidP="006F4E71">
            <w:pPr>
              <w:pStyle w:val="TAC"/>
              <w:keepNext w:val="0"/>
              <w:keepLines w:val="0"/>
            </w:pPr>
            <w:proofErr w:type="spellStart"/>
            <w:r w:rsidRPr="004F4407">
              <w:t>boolean</w:t>
            </w:r>
            <w:proofErr w:type="spellEnd"/>
          </w:p>
        </w:tc>
        <w:tc>
          <w:tcPr>
            <w:tcW w:w="5064" w:type="dxa"/>
          </w:tcPr>
          <w:p w14:paraId="2AE503CF" w14:textId="5FDCAB4F" w:rsidR="00562640" w:rsidRPr="004F4407" w:rsidRDefault="00562640" w:rsidP="006F4E71">
            <w:pPr>
              <w:pStyle w:val="TAL"/>
              <w:keepNext w:val="0"/>
              <w:keepLines w:val="0"/>
            </w:pPr>
            <w:r w:rsidRPr="004F4407">
              <w:t>Flag</w:t>
            </w:r>
            <w:r w:rsidR="00565622" w:rsidRPr="004F4407">
              <w:t xml:space="preserve"> </w:t>
            </w:r>
            <w:r w:rsidRPr="004F4407">
              <w:t>to</w:t>
            </w:r>
            <w:r w:rsidR="00565622" w:rsidRPr="004F4407">
              <w:t xml:space="preserve"> </w:t>
            </w:r>
            <w:r w:rsidRPr="004F4407">
              <w:t>indicate</w:t>
            </w:r>
            <w:r w:rsidR="00565622" w:rsidRPr="004F4407">
              <w:t xml:space="preserve"> </w:t>
            </w:r>
            <w:r w:rsidRPr="004F4407">
              <w:t>that</w:t>
            </w:r>
            <w:r w:rsidR="00565622" w:rsidRPr="004F4407">
              <w:t xml:space="preserve"> </w:t>
            </w:r>
            <w:r w:rsidRPr="004F4407">
              <w:t>AE2</w:t>
            </w:r>
            <w:r w:rsidR="00565622" w:rsidRPr="004F4407">
              <w:t xml:space="preserve"> </w:t>
            </w:r>
            <w:r w:rsidRPr="004F4407">
              <w:t>component</w:t>
            </w:r>
            <w:r w:rsidR="00565622" w:rsidRPr="004F4407">
              <w:t xml:space="preserve"> </w:t>
            </w:r>
            <w:r w:rsidRPr="004F4407">
              <w:t>has</w:t>
            </w:r>
            <w:r w:rsidR="00565622" w:rsidRPr="004F4407">
              <w:t xml:space="preserve"> </w:t>
            </w:r>
            <w:r w:rsidRPr="004F4407">
              <w:t>been</w:t>
            </w:r>
            <w:r w:rsidR="00565622" w:rsidRPr="004F4407">
              <w:t xml:space="preserve"> </w:t>
            </w:r>
            <w:r w:rsidRPr="004F4407">
              <w:t>started</w:t>
            </w:r>
          </w:p>
        </w:tc>
      </w:tr>
      <w:tr w:rsidR="00562640" w:rsidRPr="004F4407" w14:paraId="2637EA78" w14:textId="77777777" w:rsidTr="00772376">
        <w:trPr>
          <w:jc w:val="center"/>
        </w:trPr>
        <w:tc>
          <w:tcPr>
            <w:tcW w:w="1786" w:type="dxa"/>
          </w:tcPr>
          <w:p w14:paraId="77B4D69E" w14:textId="37B63847" w:rsidR="00562640" w:rsidRPr="004F4407" w:rsidRDefault="00562640" w:rsidP="006F4E71">
            <w:pPr>
              <w:pStyle w:val="TAC"/>
              <w:keepNext w:val="0"/>
              <w:keepLines w:val="0"/>
              <w:rPr>
                <w:b/>
              </w:rPr>
            </w:pPr>
            <w:proofErr w:type="spellStart"/>
            <w:r w:rsidRPr="004F4407">
              <w:t>vc_aeIndex</w:t>
            </w:r>
            <w:proofErr w:type="spellEnd"/>
          </w:p>
        </w:tc>
        <w:tc>
          <w:tcPr>
            <w:tcW w:w="1501" w:type="dxa"/>
          </w:tcPr>
          <w:p w14:paraId="6F9A5DF6" w14:textId="77777777" w:rsidR="00562640" w:rsidRPr="004F4407" w:rsidRDefault="00562640" w:rsidP="006F4E71">
            <w:pPr>
              <w:pStyle w:val="TAC"/>
              <w:keepNext w:val="0"/>
              <w:keepLines w:val="0"/>
            </w:pPr>
            <w:r w:rsidRPr="004F4407">
              <w:t>variable</w:t>
            </w:r>
          </w:p>
        </w:tc>
        <w:tc>
          <w:tcPr>
            <w:tcW w:w="1351" w:type="dxa"/>
          </w:tcPr>
          <w:p w14:paraId="10139C3C" w14:textId="77777777" w:rsidR="00562640" w:rsidRPr="004F4407" w:rsidRDefault="00562640" w:rsidP="006F4E71">
            <w:pPr>
              <w:pStyle w:val="TAC"/>
              <w:keepNext w:val="0"/>
              <w:keepLines w:val="0"/>
            </w:pPr>
            <w:r w:rsidRPr="004F4407">
              <w:t>integer</w:t>
            </w:r>
          </w:p>
        </w:tc>
        <w:tc>
          <w:tcPr>
            <w:tcW w:w="5064" w:type="dxa"/>
          </w:tcPr>
          <w:p w14:paraId="5B5D52A2" w14:textId="4A3D5CEA" w:rsidR="00562640" w:rsidRPr="004F4407" w:rsidRDefault="00562640" w:rsidP="006F4E71">
            <w:pPr>
              <w:pStyle w:val="TAL"/>
              <w:keepNext w:val="0"/>
              <w:keepLines w:val="0"/>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r w:rsidRPr="0032615D">
              <w:t>AE</w:t>
            </w:r>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vc_resourcesList</w:t>
            </w:r>
            <w:proofErr w:type="spellEnd"/>
            <w:r w:rsidR="005B368E">
              <w:t xml:space="preserve"> created by the </w:t>
            </w:r>
            <w:proofErr w:type="spellStart"/>
            <w:r w:rsidR="005B368E">
              <w:t>AeSimu</w:t>
            </w:r>
            <w:proofErr w:type="spellEnd"/>
            <w:r w:rsidR="005B368E">
              <w:t xml:space="preserve"> component</w:t>
            </w:r>
          </w:p>
        </w:tc>
      </w:tr>
    </w:tbl>
    <w:p w14:paraId="5EAF8311" w14:textId="77777777" w:rsidR="00562640" w:rsidRPr="004F4407" w:rsidRDefault="00562640" w:rsidP="006F4E71"/>
    <w:p w14:paraId="0E44064F" w14:textId="77777777" w:rsidR="00562640" w:rsidRPr="004F4407" w:rsidRDefault="00562640" w:rsidP="006F4E71">
      <w:pPr>
        <w:pStyle w:val="Heading3"/>
      </w:pPr>
      <w:bookmarkStart w:id="42" w:name="_Toc13748876"/>
      <w:r w:rsidRPr="004F4407">
        <w:t>5.5.3</w:t>
      </w:r>
      <w:r w:rsidRPr="004F4407">
        <w:tab/>
      </w:r>
      <w:proofErr w:type="spellStart"/>
      <w:r w:rsidRPr="004F4407">
        <w:t>CseSimu</w:t>
      </w:r>
      <w:bookmarkEnd w:id="42"/>
      <w:proofErr w:type="spellEnd"/>
    </w:p>
    <w:p w14:paraId="7A613454" w14:textId="61C63AC2" w:rsidR="007C062E" w:rsidRDefault="00562640" w:rsidP="00772376">
      <w:r w:rsidRPr="004F4407">
        <w:t xml:space="preserve">The </w:t>
      </w:r>
      <w:proofErr w:type="spellStart"/>
      <w:r w:rsidRPr="004F4407">
        <w:t>CseSimu</w:t>
      </w:r>
      <w:proofErr w:type="spellEnd"/>
      <w:r w:rsidRPr="004F4407">
        <w:t xml:space="preserve"> test component extends the Tester component by adding elements specific to an </w:t>
      </w:r>
      <w:r w:rsidRPr="0032615D">
        <w:t>CSE</w:t>
      </w:r>
      <w:r w:rsidRPr="004F4407">
        <w:t xml:space="preserve"> entity. Table</w:t>
      </w:r>
      <w:r w:rsidR="00F17D96">
        <w:t xml:space="preserve"> 5.5.3-1</w:t>
      </w:r>
      <w:r w:rsidRPr="004F4407">
        <w:t xml:space="preserve"> summarizes those elements</w:t>
      </w:r>
      <w:r w:rsidR="00563886" w:rsidRPr="004F4407">
        <w:t>.</w:t>
      </w:r>
    </w:p>
    <w:p w14:paraId="3F531CF6" w14:textId="2BE56D6E" w:rsidR="00F17D96" w:rsidRPr="004F4407" w:rsidRDefault="00F17D96" w:rsidP="00A76353">
      <w:pPr>
        <w:pStyle w:val="TH"/>
      </w:pPr>
      <w:r w:rsidRPr="004F4407">
        <w:t>Table 5.</w:t>
      </w:r>
      <w:r>
        <w:t>5</w:t>
      </w:r>
      <w:r w:rsidRPr="004F4407">
        <w:t>.</w:t>
      </w:r>
      <w:r>
        <w:t>3</w:t>
      </w:r>
      <w:r w:rsidRPr="004F4407">
        <w:t xml:space="preserve">-1: </w:t>
      </w:r>
      <w:proofErr w:type="spellStart"/>
      <w:r>
        <w:t>CseSimu</w:t>
      </w:r>
      <w:proofErr w:type="spellEnd"/>
      <w:r>
        <w:t xml:space="preserve"> component elements</w:t>
      </w:r>
    </w:p>
    <w:tbl>
      <w:tblPr>
        <w:tblStyle w:val="TableGrid"/>
        <w:tblW w:w="9702" w:type="dxa"/>
        <w:jc w:val="center"/>
        <w:tblLayout w:type="fixed"/>
        <w:tblCellMar>
          <w:left w:w="28" w:type="dxa"/>
        </w:tblCellMar>
        <w:tblLook w:val="04A0" w:firstRow="1" w:lastRow="0" w:firstColumn="1" w:lastColumn="0" w:noHBand="0" w:noVBand="1"/>
      </w:tblPr>
      <w:tblGrid>
        <w:gridCol w:w="2341"/>
        <w:gridCol w:w="1310"/>
        <w:gridCol w:w="1636"/>
        <w:gridCol w:w="4415"/>
      </w:tblGrid>
      <w:tr w:rsidR="00562640" w:rsidRPr="004F4407" w14:paraId="022FED34" w14:textId="77777777" w:rsidTr="00772376">
        <w:trPr>
          <w:jc w:val="center"/>
        </w:trPr>
        <w:tc>
          <w:tcPr>
            <w:tcW w:w="2341" w:type="dxa"/>
          </w:tcPr>
          <w:p w14:paraId="0E6F25D3" w14:textId="77777777" w:rsidR="00562640" w:rsidRPr="004F4407" w:rsidRDefault="00562640" w:rsidP="006F4E71">
            <w:pPr>
              <w:pStyle w:val="TAH"/>
            </w:pPr>
            <w:r w:rsidRPr="0032615D">
              <w:t>Name</w:t>
            </w:r>
          </w:p>
        </w:tc>
        <w:tc>
          <w:tcPr>
            <w:tcW w:w="1310" w:type="dxa"/>
          </w:tcPr>
          <w:p w14:paraId="590ACCB8" w14:textId="7F0D5F39" w:rsidR="00562640" w:rsidRPr="004F4407" w:rsidRDefault="00562640" w:rsidP="006F4E71">
            <w:pPr>
              <w:pStyle w:val="TAH"/>
            </w:pPr>
            <w:r w:rsidRPr="004F4407">
              <w:t>Instance</w:t>
            </w:r>
            <w:r w:rsidR="00565622" w:rsidRPr="004F4407">
              <w:t xml:space="preserve"> </w:t>
            </w:r>
            <w:r w:rsidRPr="004F4407">
              <w:t>type</w:t>
            </w:r>
          </w:p>
        </w:tc>
        <w:tc>
          <w:tcPr>
            <w:tcW w:w="1636" w:type="dxa"/>
          </w:tcPr>
          <w:p w14:paraId="0E5C8A1C" w14:textId="230DD8D4" w:rsidR="00562640" w:rsidRPr="004F4407" w:rsidRDefault="00562640" w:rsidP="006F4E71">
            <w:pPr>
              <w:pStyle w:val="TAH"/>
            </w:pPr>
            <w:r w:rsidRPr="004F4407">
              <w:t>Element</w:t>
            </w:r>
            <w:r w:rsidR="00565622" w:rsidRPr="004F4407">
              <w:t xml:space="preserve"> </w:t>
            </w:r>
            <w:r w:rsidRPr="004F4407">
              <w:t>type</w:t>
            </w:r>
          </w:p>
        </w:tc>
        <w:tc>
          <w:tcPr>
            <w:tcW w:w="4415" w:type="dxa"/>
          </w:tcPr>
          <w:p w14:paraId="0F2B10CB" w14:textId="77777777" w:rsidR="00562640" w:rsidRPr="004F4407" w:rsidRDefault="00562640" w:rsidP="006F4E71">
            <w:pPr>
              <w:pStyle w:val="TAH"/>
            </w:pPr>
            <w:r w:rsidRPr="004F4407">
              <w:t>Description</w:t>
            </w:r>
          </w:p>
        </w:tc>
      </w:tr>
      <w:tr w:rsidR="00562640" w:rsidRPr="004F4407" w14:paraId="3706558C" w14:textId="77777777" w:rsidTr="00772376">
        <w:trPr>
          <w:jc w:val="center"/>
        </w:trPr>
        <w:tc>
          <w:tcPr>
            <w:tcW w:w="2341" w:type="dxa"/>
          </w:tcPr>
          <w:p w14:paraId="03AB92E0" w14:textId="77777777" w:rsidR="00562640" w:rsidRPr="004F4407" w:rsidRDefault="00562640" w:rsidP="006F4E71">
            <w:pPr>
              <w:pStyle w:val="TAC"/>
            </w:pPr>
            <w:proofErr w:type="spellStart"/>
            <w:r w:rsidRPr="004F4407">
              <w:t>mcaPort</w:t>
            </w:r>
            <w:proofErr w:type="spellEnd"/>
          </w:p>
        </w:tc>
        <w:tc>
          <w:tcPr>
            <w:tcW w:w="1310" w:type="dxa"/>
          </w:tcPr>
          <w:p w14:paraId="682E4A94" w14:textId="77777777" w:rsidR="00562640" w:rsidRPr="004F4407" w:rsidRDefault="00562640" w:rsidP="006F4E71">
            <w:pPr>
              <w:pStyle w:val="TAC"/>
            </w:pPr>
            <w:r w:rsidRPr="004F4407">
              <w:t>port</w:t>
            </w:r>
          </w:p>
        </w:tc>
        <w:tc>
          <w:tcPr>
            <w:tcW w:w="1636" w:type="dxa"/>
          </w:tcPr>
          <w:p w14:paraId="52F0113B" w14:textId="77777777" w:rsidR="00562640" w:rsidRPr="004F4407" w:rsidRDefault="00562640" w:rsidP="006F4E71">
            <w:pPr>
              <w:pStyle w:val="TAC"/>
            </w:pPr>
            <w:r w:rsidRPr="004F4407">
              <w:t>OneM2MPort</w:t>
            </w:r>
          </w:p>
        </w:tc>
        <w:tc>
          <w:tcPr>
            <w:tcW w:w="4415" w:type="dxa"/>
          </w:tcPr>
          <w:p w14:paraId="5ED1F08E" w14:textId="724DD466"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050FC2C6" w14:textId="77777777" w:rsidTr="00772376">
        <w:trPr>
          <w:jc w:val="center"/>
        </w:trPr>
        <w:tc>
          <w:tcPr>
            <w:tcW w:w="2341" w:type="dxa"/>
          </w:tcPr>
          <w:p w14:paraId="090CAD29" w14:textId="77777777" w:rsidR="00562640" w:rsidRPr="004F4407" w:rsidRDefault="00562640" w:rsidP="006F4E71">
            <w:pPr>
              <w:pStyle w:val="TAC"/>
            </w:pPr>
            <w:proofErr w:type="spellStart"/>
            <w:r w:rsidRPr="004F4407">
              <w:t>mcaPortIn</w:t>
            </w:r>
            <w:proofErr w:type="spellEnd"/>
          </w:p>
        </w:tc>
        <w:tc>
          <w:tcPr>
            <w:tcW w:w="1310" w:type="dxa"/>
          </w:tcPr>
          <w:p w14:paraId="465BB471" w14:textId="77777777" w:rsidR="00562640" w:rsidRPr="004F4407" w:rsidRDefault="00562640" w:rsidP="006F4E71">
            <w:pPr>
              <w:pStyle w:val="TAC"/>
            </w:pPr>
            <w:r w:rsidRPr="004F4407">
              <w:t>port</w:t>
            </w:r>
          </w:p>
        </w:tc>
        <w:tc>
          <w:tcPr>
            <w:tcW w:w="1636" w:type="dxa"/>
          </w:tcPr>
          <w:p w14:paraId="472635E2" w14:textId="77777777" w:rsidR="00562640" w:rsidRPr="004F4407" w:rsidRDefault="00562640" w:rsidP="006F4E71">
            <w:pPr>
              <w:pStyle w:val="TAC"/>
            </w:pPr>
            <w:r w:rsidRPr="004F4407">
              <w:t>OneM2MPort</w:t>
            </w:r>
          </w:p>
        </w:tc>
        <w:tc>
          <w:tcPr>
            <w:tcW w:w="4415" w:type="dxa"/>
          </w:tcPr>
          <w:p w14:paraId="1FEDE8FC" w14:textId="5D9ED362"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1D4546E2" w14:textId="77777777" w:rsidTr="00772376">
        <w:trPr>
          <w:jc w:val="center"/>
        </w:trPr>
        <w:tc>
          <w:tcPr>
            <w:tcW w:w="2341" w:type="dxa"/>
          </w:tcPr>
          <w:p w14:paraId="48AFD463" w14:textId="77777777" w:rsidR="00562640" w:rsidRPr="004F4407" w:rsidRDefault="00562640" w:rsidP="006F4E71">
            <w:pPr>
              <w:pStyle w:val="TAC"/>
            </w:pPr>
            <w:proofErr w:type="spellStart"/>
            <w:r w:rsidRPr="004F4407">
              <w:t>mccPort</w:t>
            </w:r>
            <w:proofErr w:type="spellEnd"/>
          </w:p>
        </w:tc>
        <w:tc>
          <w:tcPr>
            <w:tcW w:w="1310" w:type="dxa"/>
          </w:tcPr>
          <w:p w14:paraId="1C73A51F" w14:textId="77777777" w:rsidR="00562640" w:rsidRPr="004F4407" w:rsidRDefault="00562640" w:rsidP="006F4E71">
            <w:pPr>
              <w:pStyle w:val="TAC"/>
            </w:pPr>
            <w:r w:rsidRPr="004F4407">
              <w:t>port</w:t>
            </w:r>
          </w:p>
        </w:tc>
        <w:tc>
          <w:tcPr>
            <w:tcW w:w="1636" w:type="dxa"/>
          </w:tcPr>
          <w:p w14:paraId="1B9250DC" w14:textId="77777777" w:rsidR="00562640" w:rsidRPr="004F4407" w:rsidRDefault="00562640" w:rsidP="006F4E71">
            <w:pPr>
              <w:pStyle w:val="TAC"/>
            </w:pPr>
            <w:r w:rsidRPr="004F4407">
              <w:t>OneM2MPort</w:t>
            </w:r>
          </w:p>
        </w:tc>
        <w:tc>
          <w:tcPr>
            <w:tcW w:w="4415" w:type="dxa"/>
          </w:tcPr>
          <w:p w14:paraId="5734BD0C" w14:textId="468AFAB7"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mcc</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4002B89B" w14:textId="77777777" w:rsidTr="00772376">
        <w:trPr>
          <w:jc w:val="center"/>
        </w:trPr>
        <w:tc>
          <w:tcPr>
            <w:tcW w:w="2341" w:type="dxa"/>
          </w:tcPr>
          <w:p w14:paraId="05BD178F" w14:textId="77777777" w:rsidR="00562640" w:rsidRPr="004F4407" w:rsidRDefault="00562640" w:rsidP="006F4E71">
            <w:pPr>
              <w:pStyle w:val="TAC"/>
            </w:pPr>
            <w:proofErr w:type="spellStart"/>
            <w:r w:rsidRPr="004F4407">
              <w:t>mccPortIn</w:t>
            </w:r>
            <w:proofErr w:type="spellEnd"/>
          </w:p>
        </w:tc>
        <w:tc>
          <w:tcPr>
            <w:tcW w:w="1310" w:type="dxa"/>
          </w:tcPr>
          <w:p w14:paraId="423D790E" w14:textId="77777777" w:rsidR="00562640" w:rsidRPr="004F4407" w:rsidRDefault="00562640" w:rsidP="006F4E71">
            <w:pPr>
              <w:pStyle w:val="TAC"/>
            </w:pPr>
            <w:r w:rsidRPr="004F4407">
              <w:t>port</w:t>
            </w:r>
          </w:p>
        </w:tc>
        <w:tc>
          <w:tcPr>
            <w:tcW w:w="1636" w:type="dxa"/>
          </w:tcPr>
          <w:p w14:paraId="4B59D917" w14:textId="77777777" w:rsidR="00562640" w:rsidRPr="004F4407" w:rsidRDefault="00562640" w:rsidP="006F4E71">
            <w:pPr>
              <w:pStyle w:val="TAC"/>
            </w:pPr>
            <w:r w:rsidRPr="004F4407">
              <w:t>OneM2MPort</w:t>
            </w:r>
          </w:p>
        </w:tc>
        <w:tc>
          <w:tcPr>
            <w:tcW w:w="4415" w:type="dxa"/>
          </w:tcPr>
          <w:p w14:paraId="50EA1A60" w14:textId="32436889"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mcc</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24429826" w14:textId="77777777" w:rsidTr="00772376">
        <w:trPr>
          <w:jc w:val="center"/>
        </w:trPr>
        <w:tc>
          <w:tcPr>
            <w:tcW w:w="2341" w:type="dxa"/>
          </w:tcPr>
          <w:p w14:paraId="4370E315" w14:textId="77777777" w:rsidR="00562640" w:rsidRPr="004F4407" w:rsidRDefault="00562640" w:rsidP="006F4E71">
            <w:pPr>
              <w:pStyle w:val="TAC"/>
            </w:pPr>
            <w:r w:rsidRPr="004F4407">
              <w:t>vc_ae1</w:t>
            </w:r>
          </w:p>
        </w:tc>
        <w:tc>
          <w:tcPr>
            <w:tcW w:w="1310" w:type="dxa"/>
          </w:tcPr>
          <w:p w14:paraId="5CC46F20" w14:textId="3A3FFB4C" w:rsidR="00562640" w:rsidRPr="004F4407" w:rsidRDefault="00562640" w:rsidP="006F4E71">
            <w:pPr>
              <w:pStyle w:val="TAC"/>
            </w:pPr>
            <w:r w:rsidRPr="004F4407">
              <w:t>test</w:t>
            </w:r>
            <w:r w:rsidR="00565622" w:rsidRPr="004F4407">
              <w:t xml:space="preserve"> </w:t>
            </w:r>
            <w:r w:rsidRPr="004F4407">
              <w:t>component</w:t>
            </w:r>
          </w:p>
        </w:tc>
        <w:tc>
          <w:tcPr>
            <w:tcW w:w="1636" w:type="dxa"/>
          </w:tcPr>
          <w:p w14:paraId="76E7F7F0" w14:textId="6499DA80" w:rsidR="00562640" w:rsidRPr="004F4407" w:rsidRDefault="005E380C" w:rsidP="006F4E71">
            <w:pPr>
              <w:pStyle w:val="TAC"/>
            </w:pPr>
            <w:proofErr w:type="spellStart"/>
            <w:r>
              <w:t>A</w:t>
            </w:r>
            <w:r w:rsidR="00562640" w:rsidRPr="004F4407">
              <w:t>eSimu</w:t>
            </w:r>
            <w:proofErr w:type="spellEnd"/>
          </w:p>
        </w:tc>
        <w:tc>
          <w:tcPr>
            <w:tcW w:w="4415" w:type="dxa"/>
          </w:tcPr>
          <w:p w14:paraId="3C1F9FCF" w14:textId="7D60511D" w:rsidR="00562640" w:rsidRPr="004F4407" w:rsidRDefault="00562640" w:rsidP="006F4E71">
            <w:pPr>
              <w:pStyle w:val="TAL"/>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002D0A84">
              <w:t>A</w:t>
            </w:r>
            <w:r w:rsidRPr="004F4407">
              <w:t>E1</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CF02</w:t>
            </w:r>
            <w:r w:rsidR="00565622" w:rsidRPr="004F4407">
              <w:t xml:space="preserve"> </w:t>
            </w:r>
            <w:r w:rsidRPr="004F4407">
              <w:t>(</w:t>
            </w:r>
            <w:proofErr w:type="spellStart"/>
            <w:r w:rsidRPr="004F4407">
              <w:t>CseSimu</w:t>
            </w:r>
            <w:proofErr w:type="spellEnd"/>
            <w:r w:rsidR="00565622" w:rsidRPr="004F4407">
              <w:t xml:space="preserve"> </w:t>
            </w:r>
            <w:r w:rsidRPr="004F4407">
              <w:t>as</w:t>
            </w:r>
            <w:r w:rsidR="00565622" w:rsidRPr="004F4407">
              <w:t xml:space="preserve"> </w:t>
            </w:r>
            <w:r w:rsidRPr="004F4407">
              <w:t>master)</w:t>
            </w:r>
            <w:r w:rsidR="00565622" w:rsidRPr="004F4407">
              <w:t xml:space="preserve"> </w:t>
            </w:r>
            <w:r w:rsidRPr="004F4407">
              <w:t>is</w:t>
            </w:r>
            <w:r w:rsidR="00565622" w:rsidRPr="004F4407">
              <w:t xml:space="preserve"> </w:t>
            </w:r>
            <w:r w:rsidRPr="004F4407">
              <w:t>used</w:t>
            </w:r>
          </w:p>
        </w:tc>
      </w:tr>
      <w:tr w:rsidR="00562640" w:rsidRPr="004F4407" w14:paraId="361CD0B0" w14:textId="77777777" w:rsidTr="00772376">
        <w:trPr>
          <w:jc w:val="center"/>
        </w:trPr>
        <w:tc>
          <w:tcPr>
            <w:tcW w:w="2341" w:type="dxa"/>
          </w:tcPr>
          <w:p w14:paraId="29D3BC61" w14:textId="77777777" w:rsidR="00562640" w:rsidRPr="004F4407" w:rsidRDefault="00562640" w:rsidP="006F4E71">
            <w:pPr>
              <w:pStyle w:val="TAC"/>
            </w:pPr>
            <w:proofErr w:type="spellStart"/>
            <w:r w:rsidRPr="004F4407">
              <w:t>vc_localResourcesList</w:t>
            </w:r>
            <w:proofErr w:type="spellEnd"/>
          </w:p>
        </w:tc>
        <w:tc>
          <w:tcPr>
            <w:tcW w:w="1310" w:type="dxa"/>
          </w:tcPr>
          <w:p w14:paraId="3AEE8F29" w14:textId="77777777" w:rsidR="00562640" w:rsidRPr="004F4407" w:rsidRDefault="00562640" w:rsidP="006F4E71">
            <w:pPr>
              <w:pStyle w:val="TAC"/>
            </w:pPr>
            <w:r w:rsidRPr="004F4407">
              <w:t>variable</w:t>
            </w:r>
          </w:p>
        </w:tc>
        <w:tc>
          <w:tcPr>
            <w:tcW w:w="1636" w:type="dxa"/>
          </w:tcPr>
          <w:p w14:paraId="6CF6DB07" w14:textId="77777777" w:rsidR="00562640" w:rsidRPr="004F4407" w:rsidRDefault="00562640" w:rsidP="006F4E71">
            <w:pPr>
              <w:pStyle w:val="TAC"/>
            </w:pPr>
            <w:proofErr w:type="spellStart"/>
            <w:r w:rsidRPr="004F4407">
              <w:t>MyResourcesList</w:t>
            </w:r>
            <w:proofErr w:type="spellEnd"/>
          </w:p>
        </w:tc>
        <w:tc>
          <w:tcPr>
            <w:tcW w:w="4415" w:type="dxa"/>
          </w:tcPr>
          <w:p w14:paraId="553D9227" w14:textId="2381D252" w:rsidR="00562640" w:rsidRPr="004F4407" w:rsidRDefault="00562640" w:rsidP="006F4E71">
            <w:pPr>
              <w:pStyle w:val="TAL"/>
            </w:pPr>
            <w:r w:rsidRPr="004F4407">
              <w:t>List</w:t>
            </w:r>
            <w:r w:rsidR="00565622" w:rsidRPr="004F4407">
              <w:t xml:space="preserve"> </w:t>
            </w:r>
            <w:r w:rsidRPr="004F4407">
              <w:t>of</w:t>
            </w:r>
            <w:r w:rsidR="00565622" w:rsidRPr="004F4407">
              <w:t xml:space="preserve"> </w:t>
            </w:r>
            <w:r w:rsidRPr="004F4407">
              <w:t>all</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32615D">
              <w:t>IUT</w:t>
            </w:r>
            <w:r w:rsidR="00565622" w:rsidRPr="004F4407">
              <w:t xml:space="preserve"> </w:t>
            </w:r>
            <w:r w:rsidRPr="004F4407">
              <w:t>on</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p>
        </w:tc>
      </w:tr>
      <w:tr w:rsidR="00562640" w:rsidRPr="004F4407" w14:paraId="69A39D1B" w14:textId="77777777" w:rsidTr="00772376">
        <w:trPr>
          <w:jc w:val="center"/>
        </w:trPr>
        <w:tc>
          <w:tcPr>
            <w:tcW w:w="2341" w:type="dxa"/>
          </w:tcPr>
          <w:p w14:paraId="0A7EC6B5" w14:textId="77777777" w:rsidR="00562640" w:rsidRPr="004F4407" w:rsidRDefault="00562640" w:rsidP="006F4E71">
            <w:pPr>
              <w:pStyle w:val="TAC"/>
            </w:pPr>
            <w:proofErr w:type="spellStart"/>
            <w:r w:rsidRPr="004F4407">
              <w:t>vc_localRemoteCseIndex</w:t>
            </w:r>
            <w:proofErr w:type="spellEnd"/>
          </w:p>
        </w:tc>
        <w:tc>
          <w:tcPr>
            <w:tcW w:w="1310" w:type="dxa"/>
          </w:tcPr>
          <w:p w14:paraId="3C99CE45" w14:textId="77777777" w:rsidR="00562640" w:rsidRPr="004F4407" w:rsidRDefault="00562640" w:rsidP="006F4E71">
            <w:pPr>
              <w:pStyle w:val="TAC"/>
            </w:pPr>
            <w:r w:rsidRPr="004F4407">
              <w:t>variable</w:t>
            </w:r>
          </w:p>
        </w:tc>
        <w:tc>
          <w:tcPr>
            <w:tcW w:w="1636" w:type="dxa"/>
          </w:tcPr>
          <w:p w14:paraId="738AEF9A" w14:textId="77777777" w:rsidR="00562640" w:rsidRPr="004F4407" w:rsidRDefault="00562640" w:rsidP="006F4E71">
            <w:pPr>
              <w:pStyle w:val="TAC"/>
            </w:pPr>
            <w:r w:rsidRPr="004F4407">
              <w:t>integer</w:t>
            </w:r>
          </w:p>
        </w:tc>
        <w:tc>
          <w:tcPr>
            <w:tcW w:w="4415" w:type="dxa"/>
          </w:tcPr>
          <w:p w14:paraId="3416CC2D" w14:textId="10CA99C8"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Pr="004F4407">
              <w:t>remoteCSE</w:t>
            </w:r>
            <w:proofErr w:type="spellEnd"/>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vc_localResourcesList</w:t>
            </w:r>
            <w:proofErr w:type="spellEnd"/>
            <w:r w:rsidR="00565622" w:rsidRPr="004F4407">
              <w:t xml:space="preserve"> </w:t>
            </w:r>
            <w:r w:rsidRPr="004F4407">
              <w:t>representing</w:t>
            </w:r>
            <w:r w:rsidR="00565622" w:rsidRPr="004F4407">
              <w:t xml:space="preserve"> </w:t>
            </w:r>
            <w:r w:rsidRPr="004F4407">
              <w:t>the</w:t>
            </w:r>
            <w:r w:rsidR="00565622" w:rsidRPr="004F4407">
              <w:t xml:space="preserve"> </w:t>
            </w:r>
            <w:r w:rsidRPr="0032615D">
              <w:t>IUT</w:t>
            </w:r>
            <w:r w:rsidR="00565622" w:rsidRPr="004F4407">
              <w:t xml:space="preserve"> </w:t>
            </w:r>
            <w:r w:rsidRPr="004F4407">
              <w:t>(</w:t>
            </w:r>
            <w:r w:rsidRPr="0032615D">
              <w:t>CSE</w:t>
            </w:r>
            <w:r w:rsidRPr="004F4407">
              <w:t>)</w:t>
            </w:r>
          </w:p>
        </w:tc>
      </w:tr>
      <w:tr w:rsidR="00562640" w:rsidRPr="004F4407" w14:paraId="6FD48641" w14:textId="77777777" w:rsidTr="00772376">
        <w:trPr>
          <w:jc w:val="center"/>
        </w:trPr>
        <w:tc>
          <w:tcPr>
            <w:tcW w:w="2341" w:type="dxa"/>
          </w:tcPr>
          <w:p w14:paraId="44CF0EF1" w14:textId="77777777" w:rsidR="00562640" w:rsidRPr="004F4407" w:rsidRDefault="00562640" w:rsidP="006F4E71">
            <w:pPr>
              <w:pStyle w:val="TAC"/>
            </w:pPr>
            <w:proofErr w:type="spellStart"/>
            <w:r w:rsidRPr="004F4407">
              <w:t>vc_remoteCseIndex</w:t>
            </w:r>
            <w:proofErr w:type="spellEnd"/>
          </w:p>
        </w:tc>
        <w:tc>
          <w:tcPr>
            <w:tcW w:w="1310" w:type="dxa"/>
          </w:tcPr>
          <w:p w14:paraId="567D103C" w14:textId="77777777" w:rsidR="00562640" w:rsidRPr="004F4407" w:rsidRDefault="00562640" w:rsidP="006F4E71">
            <w:pPr>
              <w:pStyle w:val="TAC"/>
            </w:pPr>
            <w:r w:rsidRPr="004F4407">
              <w:t>variable</w:t>
            </w:r>
          </w:p>
        </w:tc>
        <w:tc>
          <w:tcPr>
            <w:tcW w:w="1636" w:type="dxa"/>
          </w:tcPr>
          <w:p w14:paraId="16E4C217" w14:textId="77777777" w:rsidR="00562640" w:rsidRPr="004F4407" w:rsidRDefault="00562640" w:rsidP="006F4E71">
            <w:pPr>
              <w:pStyle w:val="TAC"/>
            </w:pPr>
            <w:r w:rsidRPr="004F4407">
              <w:t>integer</w:t>
            </w:r>
          </w:p>
        </w:tc>
        <w:tc>
          <w:tcPr>
            <w:tcW w:w="4415" w:type="dxa"/>
          </w:tcPr>
          <w:p w14:paraId="60F69C3C" w14:textId="0AFC54C3"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Pr="004F4407">
              <w:t>remoteCSE</w:t>
            </w:r>
            <w:proofErr w:type="spellEnd"/>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vc_resourcesList</w:t>
            </w:r>
            <w:proofErr w:type="spellEnd"/>
            <w:r w:rsidR="00565622" w:rsidRPr="004F4407">
              <w:t xml:space="preserve"> </w:t>
            </w:r>
            <w:r w:rsidRPr="004F4407">
              <w:t>representing</w:t>
            </w:r>
            <w:r w:rsidR="00565622" w:rsidRPr="004F4407">
              <w:t xml:space="preserve"> </w:t>
            </w:r>
            <w:r w:rsidRPr="004F4407">
              <w:t>the</w:t>
            </w:r>
            <w:r w:rsidR="00565622" w:rsidRPr="004F4407">
              <w:t xml:space="preserve"> </w:t>
            </w:r>
            <w:proofErr w:type="spellStart"/>
            <w:r w:rsidR="00F90041">
              <w:t>CseSimu</w:t>
            </w:r>
            <w:proofErr w:type="spellEnd"/>
            <w:r w:rsidR="00F90041">
              <w:t xml:space="preserve"> component</w:t>
            </w:r>
          </w:p>
        </w:tc>
      </w:tr>
      <w:tr w:rsidR="00562640" w:rsidRPr="004F4407" w14:paraId="3AD713D7" w14:textId="77777777" w:rsidTr="00772376">
        <w:trPr>
          <w:jc w:val="center"/>
        </w:trPr>
        <w:tc>
          <w:tcPr>
            <w:tcW w:w="2341" w:type="dxa"/>
          </w:tcPr>
          <w:p w14:paraId="472F715C" w14:textId="77777777" w:rsidR="00562640" w:rsidRPr="004F4407" w:rsidRDefault="00562640" w:rsidP="006F4E71">
            <w:pPr>
              <w:pStyle w:val="TAC"/>
            </w:pPr>
            <w:proofErr w:type="spellStart"/>
            <w:r w:rsidRPr="004F4407">
              <w:t>vc_cSEBaseIndex</w:t>
            </w:r>
            <w:proofErr w:type="spellEnd"/>
          </w:p>
        </w:tc>
        <w:tc>
          <w:tcPr>
            <w:tcW w:w="1310" w:type="dxa"/>
          </w:tcPr>
          <w:p w14:paraId="021CB91B" w14:textId="77777777" w:rsidR="00562640" w:rsidRPr="004F4407" w:rsidRDefault="00562640" w:rsidP="006F4E71">
            <w:pPr>
              <w:pStyle w:val="TAC"/>
            </w:pPr>
            <w:r w:rsidRPr="004F4407">
              <w:t>variable</w:t>
            </w:r>
          </w:p>
        </w:tc>
        <w:tc>
          <w:tcPr>
            <w:tcW w:w="1636" w:type="dxa"/>
          </w:tcPr>
          <w:p w14:paraId="22F5FCC1" w14:textId="77777777" w:rsidR="00562640" w:rsidRPr="004F4407" w:rsidRDefault="00562640" w:rsidP="006F4E71">
            <w:pPr>
              <w:pStyle w:val="TAC"/>
            </w:pPr>
            <w:r w:rsidRPr="004F4407">
              <w:t>integer</w:t>
            </w:r>
          </w:p>
        </w:tc>
        <w:tc>
          <w:tcPr>
            <w:tcW w:w="4415" w:type="dxa"/>
          </w:tcPr>
          <w:p w14:paraId="51EE3794" w14:textId="644B0287"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Pr="004F4407">
              <w:t>CSEBase</w:t>
            </w:r>
            <w:proofErr w:type="spellEnd"/>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vc_localResourcesList</w:t>
            </w:r>
            <w:proofErr w:type="spellEnd"/>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00F90041">
              <w:t>CseSimu</w:t>
            </w:r>
            <w:proofErr w:type="spellEnd"/>
            <w:r w:rsidR="00F90041">
              <w:t xml:space="preserve"> component</w:t>
            </w:r>
          </w:p>
        </w:tc>
      </w:tr>
      <w:tr w:rsidR="00562640" w:rsidRPr="004F4407" w14:paraId="688D4EFB" w14:textId="77777777" w:rsidTr="00772376">
        <w:trPr>
          <w:jc w:val="center"/>
        </w:trPr>
        <w:tc>
          <w:tcPr>
            <w:tcW w:w="2341" w:type="dxa"/>
          </w:tcPr>
          <w:p w14:paraId="6820E83C" w14:textId="77777777" w:rsidR="00562640" w:rsidRPr="004F4407" w:rsidRDefault="00562640" w:rsidP="006F4E71">
            <w:pPr>
              <w:pStyle w:val="TAC"/>
            </w:pPr>
            <w:proofErr w:type="spellStart"/>
            <w:r w:rsidRPr="004F4407">
              <w:t>vc_cseType</w:t>
            </w:r>
            <w:proofErr w:type="spellEnd"/>
          </w:p>
        </w:tc>
        <w:tc>
          <w:tcPr>
            <w:tcW w:w="1310" w:type="dxa"/>
          </w:tcPr>
          <w:p w14:paraId="517A2A6D" w14:textId="77777777" w:rsidR="00562640" w:rsidRPr="004F4407" w:rsidRDefault="00562640" w:rsidP="006F4E71">
            <w:pPr>
              <w:pStyle w:val="TAC"/>
            </w:pPr>
            <w:r w:rsidRPr="004F4407">
              <w:t>variable</w:t>
            </w:r>
          </w:p>
        </w:tc>
        <w:tc>
          <w:tcPr>
            <w:tcW w:w="1636" w:type="dxa"/>
          </w:tcPr>
          <w:p w14:paraId="56BA6F43" w14:textId="77777777" w:rsidR="00562640" w:rsidRPr="004F4407" w:rsidRDefault="00562640" w:rsidP="006F4E71">
            <w:pPr>
              <w:pStyle w:val="TAC"/>
            </w:pPr>
            <w:proofErr w:type="spellStart"/>
            <w:r w:rsidRPr="004F4407">
              <w:t>CseTypeID</w:t>
            </w:r>
            <w:proofErr w:type="spellEnd"/>
          </w:p>
        </w:tc>
        <w:tc>
          <w:tcPr>
            <w:tcW w:w="4415" w:type="dxa"/>
          </w:tcPr>
          <w:p w14:paraId="494B4B1C" w14:textId="5A21EF9E" w:rsidR="00562640" w:rsidRPr="004F4407" w:rsidRDefault="00562640" w:rsidP="006F4E71">
            <w:pPr>
              <w:pStyle w:val="TAL"/>
            </w:pPr>
            <w:r w:rsidRPr="0032615D">
              <w:t>CSE</w:t>
            </w:r>
            <w:r w:rsidR="00565622" w:rsidRPr="004F4407">
              <w:t xml:space="preserve"> </w:t>
            </w:r>
            <w:r w:rsidRPr="004F4407">
              <w:t>type</w:t>
            </w:r>
            <w:r w:rsidR="00565622" w:rsidRPr="004F4407">
              <w:t xml:space="preserve"> </w:t>
            </w:r>
            <w:r w:rsidRPr="004F4407">
              <w:t>of</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(default</w:t>
            </w:r>
            <w:r w:rsidR="00565622" w:rsidRPr="004F4407">
              <w:t xml:space="preserve"> </w:t>
            </w:r>
            <w:r w:rsidRPr="004F4407">
              <w:t>is</w:t>
            </w:r>
            <w:r w:rsidR="00565622" w:rsidRPr="004F4407">
              <w:t xml:space="preserve"> </w:t>
            </w:r>
            <w:r w:rsidRPr="0032615D">
              <w:t>MN</w:t>
            </w:r>
            <w:r w:rsidRPr="004F4407">
              <w:t>)</w:t>
            </w:r>
          </w:p>
        </w:tc>
      </w:tr>
    </w:tbl>
    <w:p w14:paraId="101BDCE9" w14:textId="77777777" w:rsidR="00562640" w:rsidRPr="004F4407" w:rsidRDefault="00562640" w:rsidP="00E12639"/>
    <w:p w14:paraId="17F69570" w14:textId="77777777" w:rsidR="00562640" w:rsidRPr="004F4407" w:rsidRDefault="00562640" w:rsidP="00562640">
      <w:pPr>
        <w:pStyle w:val="Heading2"/>
      </w:pPr>
      <w:bookmarkStart w:id="43" w:name="_Toc13748877"/>
      <w:r w:rsidRPr="004F4407">
        <w:t>5.6</w:t>
      </w:r>
      <w:r w:rsidRPr="004F4407">
        <w:tab/>
        <w:t>Test strategy</w:t>
      </w:r>
      <w:bookmarkEnd w:id="43"/>
    </w:p>
    <w:p w14:paraId="1B3ACAB3" w14:textId="428650C3" w:rsidR="00900379" w:rsidRPr="004F4407" w:rsidRDefault="00DA54FE" w:rsidP="001F4D0C">
      <w:r w:rsidRPr="004F4407">
        <w:t>Th</w:t>
      </w:r>
      <w:r w:rsidR="0093103F" w:rsidRPr="004F4407">
        <w:t xml:space="preserve">is clause introduces the test strategy </w:t>
      </w:r>
      <w:r w:rsidR="006713D9" w:rsidRPr="004F4407">
        <w:t xml:space="preserve">being used for the </w:t>
      </w:r>
      <w:r w:rsidR="006713D9" w:rsidRPr="0032615D">
        <w:t>TTCN</w:t>
      </w:r>
      <w:r w:rsidR="006713D9" w:rsidRPr="004F4407">
        <w:t xml:space="preserve">-3 test cases. </w:t>
      </w:r>
      <w:r w:rsidR="000151FD" w:rsidRPr="004F4407">
        <w:t>The chosen strategy permits</w:t>
      </w:r>
      <w:r w:rsidR="00692391" w:rsidRPr="004F4407">
        <w:t xml:space="preserve"> </w:t>
      </w:r>
      <w:r w:rsidR="000151FD" w:rsidRPr="004F4407">
        <w:t xml:space="preserve">to </w:t>
      </w:r>
      <w:r w:rsidR="00A25E97" w:rsidRPr="004F4407">
        <w:t xml:space="preserve">have a clear structure of the code </w:t>
      </w:r>
      <w:r w:rsidR="00E10027" w:rsidRPr="004F4407">
        <w:t xml:space="preserve">that facilitates </w:t>
      </w:r>
      <w:r w:rsidR="007F799F" w:rsidRPr="004F4407">
        <w:t>an easy navigation throw the different test steps</w:t>
      </w:r>
      <w:r w:rsidR="00692391" w:rsidRPr="004F4407">
        <w:t>.</w:t>
      </w:r>
    </w:p>
    <w:p w14:paraId="0DF1B829" w14:textId="723F19CB" w:rsidR="007C062E" w:rsidRPr="004F4407" w:rsidRDefault="001B1ACA" w:rsidP="00772376">
      <w:r w:rsidRPr="004F4407">
        <w:t xml:space="preserve">The use of the </w:t>
      </w:r>
      <w:r w:rsidRPr="0032615D">
        <w:t>TTCN</w:t>
      </w:r>
      <w:r w:rsidRPr="004F4407">
        <w:t xml:space="preserve">-3 </w:t>
      </w:r>
      <w:r w:rsidRPr="0032615D">
        <w:t>MTC</w:t>
      </w:r>
      <w:r w:rsidRPr="004F4407">
        <w:t xml:space="preserve"> and </w:t>
      </w:r>
      <w:r w:rsidRPr="0032615D">
        <w:t>PTC</w:t>
      </w:r>
      <w:r w:rsidRPr="004F4407">
        <w:t xml:space="preserve">(s) is as </w:t>
      </w:r>
      <w:r w:rsidR="005C4FCF" w:rsidRPr="004F4407">
        <w:t xml:space="preserve">depicted in </w:t>
      </w:r>
      <w:r w:rsidR="008E5D16" w:rsidRPr="004F4407">
        <w:t>figure</w:t>
      </w:r>
      <w:r w:rsidR="00F17D96">
        <w:t xml:space="preserve"> 5.6-1</w:t>
      </w:r>
      <w:r w:rsidR="000B524B" w:rsidRPr="004F4407">
        <w:t>.</w:t>
      </w:r>
    </w:p>
    <w:p w14:paraId="2393A4BD" w14:textId="2CEBC871" w:rsidR="008E5D16" w:rsidRDefault="008E5D16" w:rsidP="000B524B">
      <w:pPr>
        <w:pStyle w:val="FL"/>
      </w:pPr>
      <w:r w:rsidRPr="004F4407">
        <w:rPr>
          <w:noProof/>
        </w:rPr>
        <w:drawing>
          <wp:inline distT="0" distB="0" distL="0" distR="0" wp14:anchorId="6F9E4EA9" wp14:editId="074DB063">
            <wp:extent cx="2639833" cy="1447138"/>
            <wp:effectExtent l="0" t="0" r="27305" b="2032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6BA4A41C" w14:textId="2212C85A" w:rsidR="00F17D96" w:rsidRPr="004F4407" w:rsidRDefault="00F17D96" w:rsidP="00A76353">
      <w:pPr>
        <w:pStyle w:val="TF"/>
      </w:pPr>
      <w:r>
        <w:t>Figure</w:t>
      </w:r>
      <w:r w:rsidRPr="004F4407">
        <w:t xml:space="preserve"> 5.</w:t>
      </w:r>
      <w:r>
        <w:t>6</w:t>
      </w:r>
      <w:r w:rsidRPr="004F4407">
        <w:t xml:space="preserve">-1: </w:t>
      </w:r>
      <w:r>
        <w:t>Use of TTCN-3 components</w:t>
      </w:r>
    </w:p>
    <w:p w14:paraId="4E9F5638" w14:textId="0FB7A5A3" w:rsidR="00936522" w:rsidRPr="004F4407" w:rsidRDefault="00255BB7" w:rsidP="000B524B">
      <w:r w:rsidRPr="004F4407">
        <w:t xml:space="preserve">At the </w:t>
      </w:r>
      <w:r w:rsidR="002935BE" w:rsidRPr="004F4407">
        <w:t xml:space="preserve">start of the </w:t>
      </w:r>
      <w:r w:rsidRPr="004F4407">
        <w:t xml:space="preserve">test case </w:t>
      </w:r>
      <w:r w:rsidR="002935BE" w:rsidRPr="004F4407">
        <w:t>execution</w:t>
      </w:r>
      <w:r w:rsidRPr="004F4407">
        <w:t xml:space="preserve">, </w:t>
      </w:r>
      <w:r w:rsidR="005D0A6A" w:rsidRPr="004F4407">
        <w:t xml:space="preserve">the </w:t>
      </w:r>
      <w:r w:rsidRPr="0032615D">
        <w:t>MTC</w:t>
      </w:r>
      <w:r w:rsidRPr="004F4407">
        <w:t xml:space="preserve"> is </w:t>
      </w:r>
      <w:r w:rsidR="005D0A6A" w:rsidRPr="004F4407">
        <w:t>created. Then, t</w:t>
      </w:r>
      <w:r w:rsidR="00936522" w:rsidRPr="004F4407">
        <w:t xml:space="preserve">he </w:t>
      </w:r>
      <w:r w:rsidR="00936522" w:rsidRPr="0032615D">
        <w:t>MTC</w:t>
      </w:r>
      <w:r w:rsidR="00936522" w:rsidRPr="004F4407">
        <w:t xml:space="preserve"> </w:t>
      </w:r>
      <w:r w:rsidR="00A23D48" w:rsidRPr="004F4407">
        <w:t>executes the following steps</w:t>
      </w:r>
      <w:r w:rsidR="00936522" w:rsidRPr="004F4407">
        <w:t>:</w:t>
      </w:r>
    </w:p>
    <w:p w14:paraId="3D69E4FC" w14:textId="44C77CD7" w:rsidR="00B70362" w:rsidRPr="004F4407" w:rsidRDefault="00D602F3" w:rsidP="000B524B">
      <w:pPr>
        <w:pStyle w:val="B10"/>
      </w:pPr>
      <w:r w:rsidRPr="004F4407">
        <w:t xml:space="preserve">Step 1) </w:t>
      </w:r>
      <w:r w:rsidR="00936522" w:rsidRPr="004F4407">
        <w:t xml:space="preserve">initialization of the master </w:t>
      </w:r>
      <w:r w:rsidR="00936522" w:rsidRPr="0032615D">
        <w:t>PTC</w:t>
      </w:r>
      <w:r w:rsidR="007E509C" w:rsidRPr="0032615D">
        <w:t>.</w:t>
      </w:r>
    </w:p>
    <w:p w14:paraId="07083F22" w14:textId="0C3BF2A7" w:rsidR="00B07799" w:rsidRPr="004F4407" w:rsidRDefault="00D602F3" w:rsidP="000B524B">
      <w:pPr>
        <w:pStyle w:val="B10"/>
      </w:pPr>
      <w:r w:rsidRPr="004F4407">
        <w:t xml:space="preserve">Step 2) </w:t>
      </w:r>
      <w:r w:rsidR="00B70362" w:rsidRPr="004F4407">
        <w:t>initialization of some parameters if required for the permutation test cases</w:t>
      </w:r>
      <w:r w:rsidR="007E509C">
        <w:t>.</w:t>
      </w:r>
    </w:p>
    <w:p w14:paraId="3E897827" w14:textId="1F91C880" w:rsidR="00D602F3" w:rsidRPr="004F4407" w:rsidRDefault="00D602F3" w:rsidP="000B524B">
      <w:pPr>
        <w:pStyle w:val="B10"/>
      </w:pPr>
      <w:r w:rsidRPr="004F4407">
        <w:lastRenderedPageBreak/>
        <w:t xml:space="preserve">Step 3) </w:t>
      </w:r>
      <w:r w:rsidR="00936522" w:rsidRPr="004F4407">
        <w:t xml:space="preserve">running of the appropriate function on the master </w:t>
      </w:r>
      <w:r w:rsidR="00936522" w:rsidRPr="0032615D">
        <w:t>PTC</w:t>
      </w:r>
      <w:r w:rsidRPr="004F4407">
        <w:t xml:space="preserve">. The function run on the master </w:t>
      </w:r>
      <w:r w:rsidRPr="0032615D">
        <w:t>PTC</w:t>
      </w:r>
      <w:r w:rsidRPr="004F4407">
        <w:t xml:space="preserve"> implements a given Test Purpose. Such function follows a code structure as indicated </w:t>
      </w:r>
      <w:r w:rsidRPr="00AC3CE2">
        <w:t>here</w:t>
      </w:r>
      <w:r w:rsidR="00C97EED" w:rsidRPr="00AC3CE2">
        <w:t xml:space="preserve"> </w:t>
      </w:r>
      <w:r w:rsidRPr="00AC3CE2">
        <w:t>below:</w:t>
      </w:r>
    </w:p>
    <w:p w14:paraId="3AD3455D" w14:textId="3495A529" w:rsidR="00D602F3" w:rsidRPr="004F4407" w:rsidRDefault="00D602F3" w:rsidP="000B524B">
      <w:pPr>
        <w:pStyle w:val="B2"/>
      </w:pPr>
      <w:r w:rsidRPr="004F4407">
        <w:t>Local Variables, declaration of local variables</w:t>
      </w:r>
      <w:r w:rsidR="007E509C">
        <w:t>.</w:t>
      </w:r>
    </w:p>
    <w:p w14:paraId="5618C86A" w14:textId="65B7A647" w:rsidR="00D602F3" w:rsidRPr="004F4407" w:rsidRDefault="00D602F3" w:rsidP="000B524B">
      <w:pPr>
        <w:pStyle w:val="B2"/>
      </w:pPr>
      <w:r w:rsidRPr="004F4407">
        <w:t xml:space="preserve">Test Control, checking </w:t>
      </w:r>
      <w:r w:rsidRPr="0032615D">
        <w:t>IUT</w:t>
      </w:r>
      <w:r w:rsidRPr="004F4407">
        <w:t xml:space="preserve"> capability parameters required for the proper execution of the test</w:t>
      </w:r>
      <w:r w:rsidR="007E509C">
        <w:t>.</w:t>
      </w:r>
    </w:p>
    <w:p w14:paraId="0FCD7D3A" w14:textId="0B43A2BA" w:rsidR="00D602F3" w:rsidRPr="004F4407" w:rsidRDefault="00D602F3" w:rsidP="000B524B">
      <w:pPr>
        <w:pStyle w:val="B2"/>
      </w:pPr>
      <w:r w:rsidRPr="004F4407">
        <w:t xml:space="preserve">Test Component Configuration, that initializes the given test component and other test components acting as slave </w:t>
      </w:r>
      <w:r w:rsidRPr="0032615D">
        <w:t>PTC</w:t>
      </w:r>
      <w:r w:rsidRPr="004F4407">
        <w:t>(s) as required by a given configuration</w:t>
      </w:r>
      <w:r w:rsidR="007E509C">
        <w:t>.</w:t>
      </w:r>
    </w:p>
    <w:p w14:paraId="5949D111" w14:textId="3B5668AE" w:rsidR="00D602F3" w:rsidRPr="004F4407" w:rsidRDefault="00D602F3" w:rsidP="000B524B">
      <w:pPr>
        <w:pStyle w:val="B2"/>
      </w:pPr>
      <w:r w:rsidRPr="004F4407">
        <w:t xml:space="preserve">Test adapter configuration, that configures the test adapter throw the </w:t>
      </w:r>
      <w:proofErr w:type="spellStart"/>
      <w:r w:rsidRPr="004F4407">
        <w:t>acPort</w:t>
      </w:r>
      <w:proofErr w:type="spellEnd"/>
      <w:r w:rsidRPr="004F4407">
        <w:t xml:space="preserve"> if required</w:t>
      </w:r>
      <w:r w:rsidR="007E509C">
        <w:t>.</w:t>
      </w:r>
    </w:p>
    <w:p w14:paraId="7FE65F73" w14:textId="4D049B63" w:rsidR="00D602F3" w:rsidRPr="004F4407" w:rsidRDefault="00D602F3" w:rsidP="000B524B">
      <w:pPr>
        <w:pStyle w:val="B2"/>
      </w:pPr>
      <w:r w:rsidRPr="004F4407">
        <w:t>Preamble, that implements the necessary test steps as described in the Initial conditions of a Test Purpose. It may also implement additional test steps which are required for the correct execution of the test</w:t>
      </w:r>
      <w:r w:rsidR="007E509C">
        <w:t>.</w:t>
      </w:r>
    </w:p>
    <w:p w14:paraId="43E8BCA8" w14:textId="68ACA645" w:rsidR="00D602F3" w:rsidRPr="004F4407" w:rsidRDefault="00D602F3" w:rsidP="000B524B">
      <w:pPr>
        <w:pStyle w:val="B2"/>
      </w:pPr>
      <w:r w:rsidRPr="004F4407">
        <w:t>Test body, that implements the test steps as described in the Expected behaviour of a Test Purpose</w:t>
      </w:r>
      <w:r w:rsidR="007E509C">
        <w:t>.</w:t>
      </w:r>
    </w:p>
    <w:p w14:paraId="529A58DD" w14:textId="54CD36D9" w:rsidR="00D602F3" w:rsidRPr="004F4407" w:rsidRDefault="00D602F3" w:rsidP="000B524B">
      <w:pPr>
        <w:pStyle w:val="B2"/>
      </w:pPr>
      <w:proofErr w:type="spellStart"/>
      <w:r w:rsidRPr="004F4407">
        <w:t>Postamble</w:t>
      </w:r>
      <w:proofErr w:type="spellEnd"/>
      <w:r w:rsidRPr="004F4407">
        <w:t xml:space="preserve">, that implements the necessary test steps to bring the </w:t>
      </w:r>
      <w:r w:rsidRPr="0032615D">
        <w:t>IUT</w:t>
      </w:r>
      <w:r w:rsidRPr="004F4407">
        <w:t xml:space="preserve"> back to the initial state</w:t>
      </w:r>
      <w:r w:rsidR="007E509C">
        <w:t>.</w:t>
      </w:r>
    </w:p>
    <w:p w14:paraId="064FFC57" w14:textId="5C28B363" w:rsidR="00D602F3" w:rsidRPr="004F4407" w:rsidRDefault="00D602F3" w:rsidP="000B524B">
      <w:pPr>
        <w:pStyle w:val="B2"/>
      </w:pPr>
      <w:r w:rsidRPr="004F4407">
        <w:t xml:space="preserve">Tear down, that finalizes properly the </w:t>
      </w:r>
      <w:r w:rsidRPr="0032615D">
        <w:t>TTCN</w:t>
      </w:r>
      <w:r w:rsidRPr="004F4407">
        <w:t>-3 ports used by the different test components depending on the configuration</w:t>
      </w:r>
      <w:r w:rsidR="007E509C">
        <w:t>.</w:t>
      </w:r>
    </w:p>
    <w:p w14:paraId="45905837" w14:textId="3E24AD27" w:rsidR="00D602F3" w:rsidRPr="004F4407" w:rsidRDefault="00D602F3" w:rsidP="000B524B">
      <w:r w:rsidRPr="004F4407">
        <w:t xml:space="preserve">While master </w:t>
      </w:r>
      <w:r w:rsidRPr="0032615D">
        <w:t>PTC</w:t>
      </w:r>
      <w:r w:rsidRPr="004F4407">
        <w:t xml:space="preserve"> follows the test structure described above, slave </w:t>
      </w:r>
      <w:r w:rsidRPr="0032615D">
        <w:t>PTC</w:t>
      </w:r>
      <w:r w:rsidRPr="004F4407">
        <w:t xml:space="preserve">(s) run </w:t>
      </w:r>
      <w:r w:rsidRPr="0032615D">
        <w:t>only</w:t>
      </w:r>
      <w:r w:rsidRPr="004F4407">
        <w:t xml:space="preserve"> certain </w:t>
      </w:r>
      <w:r w:rsidR="00C97EED" w:rsidRPr="000E640E">
        <w:t>procedures</w:t>
      </w:r>
      <w:r w:rsidRPr="000E640E">
        <w:t>,</w:t>
      </w:r>
      <w:r w:rsidRPr="004F4407">
        <w:t xml:space="preserve"> usually one by one, as mandated by the master </w:t>
      </w:r>
      <w:r w:rsidRPr="0032615D">
        <w:t>PTC</w:t>
      </w:r>
      <w:r w:rsidRPr="004F4407">
        <w:t>.</w:t>
      </w:r>
    </w:p>
    <w:p w14:paraId="4D95222D" w14:textId="5C7F848D" w:rsidR="00D602F3" w:rsidRPr="004F4407" w:rsidRDefault="00D602F3" w:rsidP="000B524B">
      <w:r w:rsidRPr="004F4407">
        <w:t xml:space="preserve">A procedure usually implements a oneM2M request-response exchange between a given </w:t>
      </w:r>
      <w:r w:rsidRPr="0032615D">
        <w:t>PTC</w:t>
      </w:r>
      <w:r w:rsidRPr="004F4407">
        <w:t xml:space="preserve"> and the </w:t>
      </w:r>
      <w:r w:rsidRPr="0032615D">
        <w:t>IUT</w:t>
      </w:r>
      <w:r w:rsidR="00585E1B" w:rsidRPr="004F4407">
        <w:t xml:space="preserve">, although it can implement any other specific action </w:t>
      </w:r>
      <w:r w:rsidR="00AE73BA" w:rsidRPr="004F4407">
        <w:t xml:space="preserve">(sending or reception of a message, </w:t>
      </w:r>
      <w:r w:rsidR="00735149" w:rsidRPr="004F4407">
        <w:t>several request-response exchanges, etc</w:t>
      </w:r>
      <w:r w:rsidR="007E509C">
        <w:t>.</w:t>
      </w:r>
      <w:r w:rsidR="007E509C" w:rsidRPr="004F4407">
        <w:t>).</w:t>
      </w:r>
    </w:p>
    <w:p w14:paraId="10C0911A" w14:textId="210AFF09" w:rsidR="00936522" w:rsidRPr="004F4407" w:rsidRDefault="00D602F3" w:rsidP="000B524B">
      <w:pPr>
        <w:pStyle w:val="B10"/>
      </w:pPr>
      <w:r w:rsidRPr="004F4407">
        <w:t xml:space="preserve">Step 4) </w:t>
      </w:r>
      <w:r w:rsidR="00936522" w:rsidRPr="004F4407">
        <w:t xml:space="preserve">checking of some parameters </w:t>
      </w:r>
      <w:r w:rsidR="00B13366" w:rsidRPr="004F4407">
        <w:t xml:space="preserve">if </w:t>
      </w:r>
      <w:r w:rsidR="00936522" w:rsidRPr="004F4407">
        <w:t>required for the permutation test cases</w:t>
      </w:r>
      <w:r w:rsidR="007E509C">
        <w:t>.</w:t>
      </w:r>
    </w:p>
    <w:p w14:paraId="782FB605" w14:textId="6806D430" w:rsidR="000652B2" w:rsidRPr="004F4407" w:rsidRDefault="00652974" w:rsidP="001F4D0C">
      <w:r w:rsidRPr="004F4407">
        <w:t xml:space="preserve">This test strategy </w:t>
      </w:r>
      <w:r w:rsidR="0059114D" w:rsidRPr="004F4407">
        <w:t xml:space="preserve">may </w:t>
      </w:r>
      <w:r w:rsidR="00DC6FF7" w:rsidRPr="004F4407">
        <w:t xml:space="preserve">slightly </w:t>
      </w:r>
      <w:r w:rsidR="00BB49C0" w:rsidRPr="004F4407">
        <w:t xml:space="preserve">vary for certain cases where </w:t>
      </w:r>
      <w:r w:rsidR="00FF63C8" w:rsidRPr="004F4407">
        <w:t>specific requirements need to be fulfilled.</w:t>
      </w:r>
    </w:p>
    <w:p w14:paraId="343F7877" w14:textId="77777777" w:rsidR="0007148F" w:rsidRPr="004F4407" w:rsidRDefault="0007148F" w:rsidP="0007148F">
      <w:pPr>
        <w:pStyle w:val="Heading1"/>
      </w:pPr>
      <w:bookmarkStart w:id="44" w:name="_Toc13748878"/>
      <w:r w:rsidRPr="004F4407">
        <w:lastRenderedPageBreak/>
        <w:t>6</w:t>
      </w:r>
      <w:r w:rsidRPr="004F4407">
        <w:tab/>
      </w:r>
      <w:r w:rsidR="000C6C0F" w:rsidRPr="004F4407">
        <w:rPr>
          <w:rFonts w:cs="Arial"/>
          <w:szCs w:val="36"/>
          <w:lang w:eastAsia="en-GB"/>
        </w:rPr>
        <w:t>Untestable Test Purposes</w:t>
      </w:r>
      <w:bookmarkEnd w:id="44"/>
    </w:p>
    <w:p w14:paraId="01FD4E31" w14:textId="6A4EB12A" w:rsidR="0007148F" w:rsidRPr="004F4407" w:rsidRDefault="00BE543E" w:rsidP="007656C4">
      <w:r w:rsidRPr="004F4407">
        <w:t>Void.</w:t>
      </w:r>
    </w:p>
    <w:p w14:paraId="6DAD62EC" w14:textId="77777777" w:rsidR="0007148F" w:rsidRPr="004F4407" w:rsidRDefault="0007148F" w:rsidP="0007148F">
      <w:pPr>
        <w:pStyle w:val="Heading1"/>
      </w:pPr>
      <w:bookmarkStart w:id="45" w:name="_Toc13748879"/>
      <w:r w:rsidRPr="004F4407">
        <w:lastRenderedPageBreak/>
        <w:t>7</w:t>
      </w:r>
      <w:r w:rsidRPr="004F4407">
        <w:tab/>
      </w:r>
      <w:r w:rsidR="000C6C0F" w:rsidRPr="0032615D">
        <w:t>ATS</w:t>
      </w:r>
      <w:r w:rsidR="000C6C0F" w:rsidRPr="004F4407">
        <w:t xml:space="preserve"> Convention</w:t>
      </w:r>
      <w:r w:rsidR="0015170D" w:rsidRPr="004F4407">
        <w:t>s</w:t>
      </w:r>
      <w:bookmarkEnd w:id="45"/>
    </w:p>
    <w:p w14:paraId="2FB8EFA0" w14:textId="77777777" w:rsidR="0037012F" w:rsidRPr="004F4407" w:rsidRDefault="0037012F" w:rsidP="002C411B">
      <w:pPr>
        <w:pStyle w:val="Heading2"/>
      </w:pPr>
      <w:bookmarkStart w:id="46" w:name="_Toc13748880"/>
      <w:r w:rsidRPr="004F4407">
        <w:t>7.0</w:t>
      </w:r>
      <w:r w:rsidRPr="004F4407">
        <w:tab/>
        <w:t>Introduction</w:t>
      </w:r>
      <w:bookmarkEnd w:id="46"/>
    </w:p>
    <w:p w14:paraId="64CD894A" w14:textId="77777777" w:rsidR="00DC7E33" w:rsidRPr="004F4407" w:rsidRDefault="00DC7E33" w:rsidP="001F4D0C">
      <w:r w:rsidRPr="004F4407">
        <w:t xml:space="preserve">The </w:t>
      </w:r>
      <w:r w:rsidRPr="0032615D">
        <w:t>ATS</w:t>
      </w:r>
      <w:r w:rsidRPr="004F4407">
        <w:t xml:space="preserve"> conventions are intended to give a better understanding of the </w:t>
      </w:r>
      <w:proofErr w:type="gramStart"/>
      <w:r w:rsidRPr="0032615D">
        <w:t>ATS</w:t>
      </w:r>
      <w:proofErr w:type="gramEnd"/>
      <w:r w:rsidRPr="004F4407">
        <w:t xml:space="preserve"> but they also describe the conventions made for the development of the </w:t>
      </w:r>
      <w:r w:rsidRPr="0032615D">
        <w:t>ATS</w:t>
      </w:r>
      <w:r w:rsidRPr="004F4407">
        <w:t xml:space="preserve">. These conventions shall be considered during any later maintenance or further development of the </w:t>
      </w:r>
      <w:r w:rsidRPr="0032615D">
        <w:t>ATS</w:t>
      </w:r>
      <w:r w:rsidRPr="004F4407">
        <w:t>.</w:t>
      </w:r>
    </w:p>
    <w:p w14:paraId="3C18D69E" w14:textId="77777777" w:rsidR="00DC7E33" w:rsidRPr="004F4407" w:rsidRDefault="00DC7E33" w:rsidP="001F4D0C">
      <w:r w:rsidRPr="004F4407">
        <w:t xml:space="preserve">The </w:t>
      </w:r>
      <w:r w:rsidRPr="0032615D">
        <w:t>ATS</w:t>
      </w:r>
      <w:r w:rsidRPr="004F4407">
        <w:t xml:space="preserve"> conventions contain two clauses, the naming </w:t>
      </w:r>
      <w:proofErr w:type="gramStart"/>
      <w:r w:rsidRPr="004F4407">
        <w:t>conventions</w:t>
      </w:r>
      <w:proofErr w:type="gramEnd"/>
      <w:r w:rsidRPr="004F4407">
        <w:t xml:space="preserve"> and the implementation conventions. The naming conventions describe the structure of the naming of all </w:t>
      </w:r>
      <w:r w:rsidRPr="0032615D">
        <w:t>ATS</w:t>
      </w:r>
      <w:r w:rsidRPr="004F4407">
        <w:t xml:space="preserve"> elements. The implementation conventions describe the functional structure of the </w:t>
      </w:r>
      <w:r w:rsidRPr="0032615D">
        <w:t>ATS</w:t>
      </w:r>
      <w:r w:rsidRPr="004F4407">
        <w:t>.</w:t>
      </w:r>
    </w:p>
    <w:p w14:paraId="1FEE331B" w14:textId="430B2BAC" w:rsidR="00DC7E33" w:rsidRPr="004F4407" w:rsidRDefault="00DC7E33" w:rsidP="001F4D0C">
      <w:r w:rsidRPr="004F4407">
        <w:t xml:space="preserve">To define the </w:t>
      </w:r>
      <w:r w:rsidRPr="0032615D">
        <w:t>ATS</w:t>
      </w:r>
      <w:r w:rsidRPr="004F4407">
        <w:t xml:space="preserve">, the guidelines of </w:t>
      </w:r>
      <w:r w:rsidR="001F4D0C" w:rsidRPr="004F4407">
        <w:t xml:space="preserve">oneM2M </w:t>
      </w:r>
      <w:r w:rsidR="001F4D0C" w:rsidRPr="0032615D">
        <w:t>TS</w:t>
      </w:r>
      <w:r w:rsidR="001F4D0C" w:rsidRPr="004F4407">
        <w:t xml:space="preserve">-0015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00817557" w:rsidRPr="004F4407">
        <w:t xml:space="preserve"> were</w:t>
      </w:r>
      <w:r w:rsidRPr="004F4407">
        <w:t xml:space="preserve"> considered.</w:t>
      </w:r>
    </w:p>
    <w:p w14:paraId="102B6622" w14:textId="77777777" w:rsidR="00DC7E33" w:rsidRPr="004F4407" w:rsidRDefault="00DC7E33" w:rsidP="00DC7E33">
      <w:pPr>
        <w:pStyle w:val="Heading2"/>
      </w:pPr>
      <w:bookmarkStart w:id="47" w:name="_Toc13748881"/>
      <w:r w:rsidRPr="004F4407">
        <w:t>7.1</w:t>
      </w:r>
      <w:r w:rsidRPr="004F4407">
        <w:tab/>
        <w:t>Testing conventions</w:t>
      </w:r>
      <w:bookmarkEnd w:id="47"/>
    </w:p>
    <w:p w14:paraId="6BF9D93A" w14:textId="77777777" w:rsidR="00DC7E33" w:rsidRPr="004F4407" w:rsidRDefault="00DC7E33" w:rsidP="00DC7E33">
      <w:pPr>
        <w:pStyle w:val="Heading3"/>
      </w:pPr>
      <w:bookmarkStart w:id="48" w:name="_Toc13748882"/>
      <w:r w:rsidRPr="004F4407">
        <w:t>7.1.1</w:t>
      </w:r>
      <w:r w:rsidRPr="004F4407">
        <w:tab/>
        <w:t>Testing states</w:t>
      </w:r>
      <w:bookmarkEnd w:id="48"/>
    </w:p>
    <w:p w14:paraId="6B0F6CB8" w14:textId="77777777" w:rsidR="00DC7E33" w:rsidRPr="004F4407" w:rsidRDefault="00DC7E33" w:rsidP="00DC7E33">
      <w:pPr>
        <w:pStyle w:val="Heading4"/>
      </w:pPr>
      <w:bookmarkStart w:id="49" w:name="_Toc13748883"/>
      <w:r w:rsidRPr="004F4407">
        <w:t>7.1.1.1</w:t>
      </w:r>
      <w:r w:rsidRPr="004F4407">
        <w:tab/>
        <w:t>Initial state</w:t>
      </w:r>
      <w:bookmarkEnd w:id="49"/>
    </w:p>
    <w:p w14:paraId="49CAC95A" w14:textId="77777777" w:rsidR="00DC7E33" w:rsidRPr="004F4407" w:rsidRDefault="00DC7E33" w:rsidP="00DC7E33">
      <w:r w:rsidRPr="004F4407">
        <w:t xml:space="preserve">All test cases start with the function </w:t>
      </w:r>
      <w:proofErr w:type="spellStart"/>
      <w:r w:rsidRPr="004F4407">
        <w:t>f_preamble_</w:t>
      </w:r>
      <w:r w:rsidRPr="0032615D">
        <w:t>XYZ</w:t>
      </w:r>
      <w:proofErr w:type="spellEnd"/>
      <w:r w:rsidRPr="004F4407">
        <w:t xml:space="preserve">. This function brings the </w:t>
      </w:r>
      <w:r w:rsidRPr="0032615D">
        <w:t>IUT</w:t>
      </w:r>
      <w:r w:rsidRPr="004F4407">
        <w:t xml:space="preserve"> in an </w:t>
      </w:r>
      <w:r w:rsidR="00DA57DD" w:rsidRPr="004F4407">
        <w:t>"</w:t>
      </w:r>
      <w:r w:rsidRPr="004F4407">
        <w:t>initialized</w:t>
      </w:r>
      <w:r w:rsidR="00DA57DD" w:rsidRPr="004F4407">
        <w:t>"</w:t>
      </w:r>
      <w:r w:rsidRPr="004F4407">
        <w:t xml:space="preserve"> state by performing some actions such as registration of </w:t>
      </w:r>
      <w:r w:rsidRPr="0032615D">
        <w:t>AE</w:t>
      </w:r>
      <w:r w:rsidRPr="004F4407">
        <w:t>, creation of auxiliary access control policy resource, creation of additional needed resources.</w:t>
      </w:r>
    </w:p>
    <w:p w14:paraId="039B5AF0" w14:textId="77777777" w:rsidR="00DC7E33" w:rsidRPr="004F4407" w:rsidRDefault="00856B59" w:rsidP="00DC7E33">
      <w:pPr>
        <w:pStyle w:val="Heading4"/>
      </w:pPr>
      <w:bookmarkStart w:id="50" w:name="_Toc13748884"/>
      <w:r w:rsidRPr="004F4407">
        <w:t>7</w:t>
      </w:r>
      <w:r w:rsidR="00DC7E33" w:rsidRPr="004F4407">
        <w:t>.1.1.2</w:t>
      </w:r>
      <w:r w:rsidR="00DC7E33" w:rsidRPr="004F4407">
        <w:tab/>
        <w:t>Final state</w:t>
      </w:r>
      <w:bookmarkEnd w:id="50"/>
    </w:p>
    <w:p w14:paraId="79FC6979" w14:textId="77777777" w:rsidR="00DC7E33" w:rsidRPr="004F4407" w:rsidRDefault="00DC7E33" w:rsidP="00DC7E33">
      <w:r w:rsidRPr="004F4407">
        <w:t xml:space="preserve">All test cases end with the function </w:t>
      </w:r>
      <w:proofErr w:type="spellStart"/>
      <w:r w:rsidRPr="004F4407">
        <w:t>f_postamble_</w:t>
      </w:r>
      <w:r w:rsidRPr="0032615D">
        <w:t>XYZ</w:t>
      </w:r>
      <w:proofErr w:type="spellEnd"/>
      <w:r w:rsidRPr="004F4407">
        <w:t xml:space="preserve">. This function brings the </w:t>
      </w:r>
      <w:r w:rsidRPr="0032615D">
        <w:t>IUT</w:t>
      </w:r>
      <w:r w:rsidRPr="004F4407">
        <w:t xml:space="preserve"> back in an </w:t>
      </w:r>
      <w:r w:rsidR="00DA57DD" w:rsidRPr="004F4407">
        <w:t>"</w:t>
      </w:r>
      <w:r w:rsidRPr="004F4407">
        <w:t>idle</w:t>
      </w:r>
      <w:r w:rsidR="00DA57DD" w:rsidRPr="004F4407">
        <w:t>"</w:t>
      </w:r>
      <w:r w:rsidRPr="004F4407">
        <w:t xml:space="preserve"> state which means deletion of all created resources being used by the test case so that next test case execution is not disturbed.</w:t>
      </w:r>
    </w:p>
    <w:p w14:paraId="63674150" w14:textId="77777777" w:rsidR="00DC7E33" w:rsidRPr="004F4407" w:rsidRDefault="00DC7E33" w:rsidP="00DC7E33">
      <w:r w:rsidRPr="004F4407">
        <w:t xml:space="preserve">As necessary, further actions may be included in the </w:t>
      </w:r>
      <w:proofErr w:type="spellStart"/>
      <w:r w:rsidRPr="004F4407">
        <w:t>f_postamble</w:t>
      </w:r>
      <w:proofErr w:type="spellEnd"/>
      <w:r w:rsidRPr="004F4407">
        <w:t xml:space="preserve"> function</w:t>
      </w:r>
      <w:r w:rsidR="006C7924" w:rsidRPr="004F4407">
        <w:t>s</w:t>
      </w:r>
      <w:r w:rsidRPr="004F4407">
        <w:t>.</w:t>
      </w:r>
    </w:p>
    <w:p w14:paraId="0B418BBB" w14:textId="77777777" w:rsidR="00DC7E33" w:rsidRPr="004F4407" w:rsidRDefault="00856B59" w:rsidP="00DC7E33">
      <w:pPr>
        <w:pStyle w:val="Heading2"/>
      </w:pPr>
      <w:bookmarkStart w:id="51" w:name="_Toc13748885"/>
      <w:r w:rsidRPr="004F4407">
        <w:t>7</w:t>
      </w:r>
      <w:r w:rsidR="00DC7E33" w:rsidRPr="004F4407">
        <w:t>.2</w:t>
      </w:r>
      <w:r w:rsidR="00DC7E33" w:rsidRPr="004F4407">
        <w:tab/>
        <w:t>Naming conventions</w:t>
      </w:r>
      <w:bookmarkEnd w:id="51"/>
    </w:p>
    <w:p w14:paraId="6C9A4D76" w14:textId="77777777" w:rsidR="00DC7E33" w:rsidRPr="004F4407" w:rsidRDefault="00856B59" w:rsidP="00DC7E33">
      <w:pPr>
        <w:pStyle w:val="Heading3"/>
      </w:pPr>
      <w:bookmarkStart w:id="52" w:name="_Toc13748886"/>
      <w:r w:rsidRPr="004F4407">
        <w:t>7</w:t>
      </w:r>
      <w:r w:rsidR="00DC7E33" w:rsidRPr="004F4407">
        <w:t>.2.1</w:t>
      </w:r>
      <w:r w:rsidR="00DC7E33" w:rsidRPr="004F4407">
        <w:tab/>
        <w:t>General guidelines</w:t>
      </w:r>
      <w:bookmarkEnd w:id="52"/>
    </w:p>
    <w:p w14:paraId="769AA179" w14:textId="330AA688" w:rsidR="0037012F" w:rsidRPr="004F4407" w:rsidRDefault="0037012F" w:rsidP="0037012F">
      <w:r w:rsidRPr="004F4407">
        <w:t>This test suite follows the naming convention guidelines provided in</w:t>
      </w:r>
      <w:r w:rsidR="00384556">
        <w:t xml:space="preserve"> </w:t>
      </w:r>
      <w:r w:rsidR="007C062E" w:rsidRPr="0032615D">
        <w:t xml:space="preserve">oneM2M TS-0015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w:t>
      </w:r>
    </w:p>
    <w:p w14:paraId="253197AB" w14:textId="77777777" w:rsidR="00DC7E33" w:rsidRPr="004F4407" w:rsidRDefault="00DC7E33" w:rsidP="00DC7E33">
      <w:pPr>
        <w:keepNext/>
        <w:keepLines/>
      </w:pPr>
      <w:r w:rsidRPr="004F4407">
        <w:t>The naming convention is based on the following underlying principles:</w:t>
      </w:r>
    </w:p>
    <w:p w14:paraId="7A944692" w14:textId="31050AA6" w:rsidR="00DC7E33" w:rsidRPr="004F4407" w:rsidRDefault="00DC7E33" w:rsidP="00DC7E33">
      <w:pPr>
        <w:pStyle w:val="B1"/>
      </w:pPr>
      <w:r w:rsidRPr="004F4407">
        <w:t>in most cases, identifiers should be prefixed with a short alphabetic string (specified in table </w:t>
      </w:r>
      <w:r w:rsidRPr="004F4407">
        <w:fldChar w:fldCharType="begin"/>
      </w:r>
      <w:r w:rsidRPr="004F4407">
        <w:instrText xml:space="preserve"> REF tab_TTCN3_generic_naming_convention \h  \* MERGEFORMAT </w:instrText>
      </w:r>
      <w:r w:rsidRPr="004F4407">
        <w:fldChar w:fldCharType="separate"/>
      </w:r>
      <w:r w:rsidR="00802AA2" w:rsidRPr="004F4407">
        <w:t>7.2.1-1</w:t>
      </w:r>
      <w:r w:rsidRPr="004F4407">
        <w:fldChar w:fldCharType="end"/>
      </w:r>
      <w:r w:rsidRPr="004F4407">
        <w:t xml:space="preserve">) indicating the type of </w:t>
      </w:r>
      <w:r w:rsidRPr="0032615D">
        <w:t>TTCN</w:t>
      </w:r>
      <w:r w:rsidRPr="004F4407">
        <w:noBreakHyphen/>
        <w:t>3 element it represents;</w:t>
      </w:r>
    </w:p>
    <w:p w14:paraId="25644BDF" w14:textId="5A8C461E" w:rsidR="00DC7E33" w:rsidRPr="004F4407" w:rsidRDefault="00DC7E33" w:rsidP="00DC7E33">
      <w:pPr>
        <w:pStyle w:val="B1"/>
      </w:pPr>
      <w:r w:rsidRPr="004F4407">
        <w:t xml:space="preserve">suffixes should not be used except in those specific cases identified in table </w:t>
      </w:r>
      <w:r w:rsidR="00BE543E" w:rsidRPr="004F4407">
        <w:fldChar w:fldCharType="begin"/>
      </w:r>
      <w:r w:rsidR="00BE543E" w:rsidRPr="004F4407">
        <w:instrText xml:space="preserve"> REF tab_TTCN3_generic_naming_convention \h  \* MERGEFORMAT </w:instrText>
      </w:r>
      <w:r w:rsidR="00BE543E" w:rsidRPr="004F4407">
        <w:fldChar w:fldCharType="separate"/>
      </w:r>
      <w:r w:rsidR="00802AA2" w:rsidRPr="004F4407">
        <w:t>7.2.1-1</w:t>
      </w:r>
      <w:r w:rsidR="00BE543E" w:rsidRPr="004F4407">
        <w:fldChar w:fldCharType="end"/>
      </w:r>
      <w:r w:rsidR="0040203B" w:rsidRPr="004F4407">
        <w:t>;</w:t>
      </w:r>
    </w:p>
    <w:p w14:paraId="13BF752B" w14:textId="77777777" w:rsidR="00DC7E33" w:rsidRPr="004F4407" w:rsidRDefault="00DC7E33" w:rsidP="00DC7E33">
      <w:pPr>
        <w:pStyle w:val="B1"/>
      </w:pPr>
      <w:r w:rsidRPr="004F4407">
        <w:t>prefixes and suffixes should be separated from the body of the identifier with an underscore (</w:t>
      </w:r>
      <w:r w:rsidR="00DA57DD" w:rsidRPr="004F4407">
        <w:t>"</w:t>
      </w:r>
      <w:r w:rsidRPr="004F4407">
        <w:t>_</w:t>
      </w:r>
      <w:r w:rsidR="00DA57DD" w:rsidRPr="004F4407">
        <w:t>"</w:t>
      </w:r>
      <w:proofErr w:type="gramStart"/>
      <w:r w:rsidRPr="004F4407">
        <w:t>);</w:t>
      </w:r>
      <w:proofErr w:type="gramEnd"/>
    </w:p>
    <w:p w14:paraId="32FEAD37" w14:textId="77777777" w:rsidR="00DC7E33" w:rsidRPr="004F4407" w:rsidRDefault="00DC7E33" w:rsidP="00DC7E33">
      <w:pPr>
        <w:pStyle w:val="EX"/>
        <w:rPr>
          <w:i/>
        </w:rPr>
      </w:pPr>
      <w:r w:rsidRPr="004F4407">
        <w:t>EXAMPLE 1:</w:t>
      </w:r>
      <w:r w:rsidRPr="004F4407">
        <w:tab/>
      </w:r>
      <w:proofErr w:type="spellStart"/>
      <w:r w:rsidRPr="004F4407">
        <w:rPr>
          <w:rStyle w:val="PLChar"/>
          <w:noProof w:val="0"/>
        </w:rPr>
        <w:t>c_sixteen</w:t>
      </w:r>
      <w:proofErr w:type="spellEnd"/>
      <w:r w:rsidRPr="004F4407">
        <w:rPr>
          <w:rStyle w:val="PLChar"/>
          <w:noProof w:val="0"/>
        </w:rPr>
        <w:t xml:space="preserve">, </w:t>
      </w:r>
      <w:proofErr w:type="spellStart"/>
      <w:r w:rsidRPr="004F4407">
        <w:rPr>
          <w:rStyle w:val="PLChar"/>
          <w:noProof w:val="0"/>
        </w:rPr>
        <w:t>t_wait</w:t>
      </w:r>
      <w:proofErr w:type="spellEnd"/>
      <w:r w:rsidRPr="004F4407">
        <w:t>.</w:t>
      </w:r>
    </w:p>
    <w:p w14:paraId="6F47F277" w14:textId="77777777" w:rsidR="00DC7E33" w:rsidRPr="004F4407" w:rsidRDefault="00DC7E33" w:rsidP="00DC7E33">
      <w:pPr>
        <w:pStyle w:val="B1"/>
      </w:pPr>
      <w:r w:rsidRPr="0032615D">
        <w:t>only</w:t>
      </w:r>
      <w:r w:rsidRPr="004F4407">
        <w:t xml:space="preserve"> module names, data type names and module parameters should begin with an upper</w:t>
      </w:r>
      <w:r w:rsidRPr="004F4407">
        <w:noBreakHyphen/>
        <w:t>case letter. All other names (i.e. the part of the identifier following the prefix) should begin with a lower</w:t>
      </w:r>
      <w:r w:rsidRPr="004F4407">
        <w:noBreakHyphen/>
        <w:t xml:space="preserve">case </w:t>
      </w:r>
      <w:proofErr w:type="gramStart"/>
      <w:r w:rsidRPr="004F4407">
        <w:t>letter;</w:t>
      </w:r>
      <w:proofErr w:type="gramEnd"/>
    </w:p>
    <w:p w14:paraId="362DB71E" w14:textId="77777777" w:rsidR="00DC7E33" w:rsidRPr="004F4407" w:rsidRDefault="00DC7E33" w:rsidP="00DC7E33">
      <w:pPr>
        <w:pStyle w:val="B1"/>
      </w:pPr>
      <w:r w:rsidRPr="004F4407">
        <w:t>the start of second and subsequent words in an identifier should be indicated by capitalizing the first character. Underscores should not be used for this purpose.</w:t>
      </w:r>
    </w:p>
    <w:p w14:paraId="12D6C55B" w14:textId="77777777" w:rsidR="00DC7E33" w:rsidRPr="004F4407" w:rsidRDefault="00DC7E33" w:rsidP="00DC7E33">
      <w:pPr>
        <w:pStyle w:val="EX"/>
      </w:pPr>
      <w:r w:rsidRPr="004F4407">
        <w:t>EXAMPLE 2:</w:t>
      </w:r>
      <w:r w:rsidRPr="004F4407">
        <w:tab/>
      </w:r>
      <w:proofErr w:type="spellStart"/>
      <w:r w:rsidRPr="004F4407">
        <w:rPr>
          <w:rStyle w:val="PLChar"/>
          <w:noProof w:val="0"/>
        </w:rPr>
        <w:t>f_initialState</w:t>
      </w:r>
      <w:proofErr w:type="spellEnd"/>
      <w:r w:rsidRPr="004F4407">
        <w:t>.</w:t>
      </w:r>
    </w:p>
    <w:p w14:paraId="545DE429" w14:textId="2C4FE512" w:rsidR="00DC7E33" w:rsidRPr="004F4407" w:rsidRDefault="00DC7E33" w:rsidP="00DC7E33">
      <w:r w:rsidRPr="004F4407">
        <w:t>Table </w:t>
      </w:r>
      <w:r w:rsidRPr="004F4407">
        <w:fldChar w:fldCharType="begin"/>
      </w:r>
      <w:r w:rsidRPr="004F4407">
        <w:instrText xml:space="preserve"> REF tab_TTCN3_generic_naming_convention \h  \* MERGEFORMAT </w:instrText>
      </w:r>
      <w:r w:rsidRPr="004F4407">
        <w:fldChar w:fldCharType="separate"/>
      </w:r>
      <w:r w:rsidR="007C062E" w:rsidRPr="004F4407">
        <w:t>7.2.1-1</w:t>
      </w:r>
      <w:r w:rsidRPr="004F4407">
        <w:fldChar w:fldCharType="end"/>
      </w:r>
      <w:r w:rsidRPr="004F4407">
        <w:t xml:space="preserve"> specifies the naming guidelines for each element of the </w:t>
      </w:r>
      <w:r w:rsidRPr="0032615D">
        <w:t>TTCN</w:t>
      </w:r>
      <w:r w:rsidRPr="004F4407">
        <w:noBreakHyphen/>
        <w:t>3 language indicating the recommended prefix, suffixes (if any) and capitalization.</w:t>
      </w:r>
    </w:p>
    <w:p w14:paraId="3106EA43" w14:textId="5F607152" w:rsidR="00DC7E33" w:rsidRPr="004F4407" w:rsidRDefault="00DC7E33" w:rsidP="00DC7E33">
      <w:pPr>
        <w:pStyle w:val="TH"/>
      </w:pPr>
      <w:r w:rsidRPr="004F4407">
        <w:lastRenderedPageBreak/>
        <w:t>Tabl</w:t>
      </w:r>
      <w:r w:rsidR="007C062E">
        <w:t xml:space="preserve">e </w:t>
      </w:r>
      <w:bookmarkStart w:id="53" w:name="tab_TTCN3_generic_naming_convention"/>
      <w:r w:rsidR="008133FB" w:rsidRPr="004F4407">
        <w:t>7.2.1-1</w:t>
      </w:r>
      <w:bookmarkEnd w:id="53"/>
      <w:r w:rsidR="00DA57DD" w:rsidRPr="004F4407">
        <w:t>:</w:t>
      </w:r>
      <w:r w:rsidR="001F6248" w:rsidRPr="004F4407">
        <w:t xml:space="preserve"> </w:t>
      </w:r>
      <w:r w:rsidRPr="0032615D">
        <w:t>TTCN</w:t>
      </w:r>
      <w:r w:rsidRPr="004F4407">
        <w:t>-3 generic naming conventions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tblCellMar>
        <w:tblLook w:val="04A0" w:firstRow="1" w:lastRow="0" w:firstColumn="1" w:lastColumn="0" w:noHBand="0" w:noVBand="1"/>
      </w:tblPr>
      <w:tblGrid>
        <w:gridCol w:w="3649"/>
        <w:gridCol w:w="2339"/>
        <w:gridCol w:w="1293"/>
        <w:gridCol w:w="2367"/>
      </w:tblGrid>
      <w:tr w:rsidR="00DC7E33" w:rsidRPr="004F4407" w14:paraId="76EB9790" w14:textId="77777777" w:rsidTr="00565622">
        <w:trPr>
          <w:jc w:val="center"/>
        </w:trPr>
        <w:tc>
          <w:tcPr>
            <w:tcW w:w="3649" w:type="dxa"/>
            <w:tcMar>
              <w:top w:w="0" w:type="dxa"/>
              <w:left w:w="28" w:type="dxa"/>
              <w:bottom w:w="0" w:type="dxa"/>
              <w:right w:w="108" w:type="dxa"/>
            </w:tcMar>
          </w:tcPr>
          <w:p w14:paraId="7155DF5C" w14:textId="066AF599" w:rsidR="00DC7E33" w:rsidRPr="004F4407" w:rsidRDefault="00DC7E33" w:rsidP="003974DA">
            <w:pPr>
              <w:pStyle w:val="TAH"/>
              <w:rPr>
                <w:lang w:eastAsia="en-GB"/>
              </w:rPr>
            </w:pPr>
            <w:r w:rsidRPr="004F4407">
              <w:rPr>
                <w:lang w:eastAsia="en-GB"/>
              </w:rPr>
              <w:t>Language</w:t>
            </w:r>
            <w:r w:rsidR="00565622" w:rsidRPr="004F4407">
              <w:rPr>
                <w:lang w:eastAsia="en-GB"/>
              </w:rPr>
              <w:t xml:space="preserve"> </w:t>
            </w:r>
            <w:r w:rsidRPr="004F4407">
              <w:rPr>
                <w:lang w:eastAsia="en-GB"/>
              </w:rPr>
              <w:t>element</w:t>
            </w:r>
          </w:p>
        </w:tc>
        <w:tc>
          <w:tcPr>
            <w:tcW w:w="2339" w:type="dxa"/>
            <w:tcMar>
              <w:top w:w="0" w:type="dxa"/>
              <w:left w:w="28" w:type="dxa"/>
              <w:bottom w:w="0" w:type="dxa"/>
              <w:right w:w="108" w:type="dxa"/>
            </w:tcMar>
          </w:tcPr>
          <w:p w14:paraId="0666B028" w14:textId="0BB0D769" w:rsidR="00DC7E33" w:rsidRPr="004F4407" w:rsidRDefault="00DC7E33" w:rsidP="003974DA">
            <w:pPr>
              <w:pStyle w:val="TAH"/>
              <w:rPr>
                <w:lang w:eastAsia="en-GB"/>
              </w:rPr>
            </w:pPr>
            <w:r w:rsidRPr="004F4407">
              <w:rPr>
                <w:lang w:eastAsia="en-GB"/>
              </w:rPr>
              <w:t>Naming</w:t>
            </w:r>
            <w:r w:rsidR="00565622" w:rsidRPr="004F4407">
              <w:rPr>
                <w:lang w:eastAsia="en-GB"/>
              </w:rPr>
              <w:t xml:space="preserve"> </w:t>
            </w:r>
            <w:r w:rsidRPr="004F4407">
              <w:rPr>
                <w:lang w:eastAsia="en-GB"/>
              </w:rPr>
              <w:t>convention</w:t>
            </w:r>
          </w:p>
        </w:tc>
        <w:tc>
          <w:tcPr>
            <w:tcW w:w="1293" w:type="dxa"/>
            <w:tcMar>
              <w:top w:w="0" w:type="dxa"/>
              <w:left w:w="28" w:type="dxa"/>
              <w:bottom w:w="0" w:type="dxa"/>
              <w:right w:w="108" w:type="dxa"/>
            </w:tcMar>
          </w:tcPr>
          <w:p w14:paraId="2C809904" w14:textId="77777777" w:rsidR="00DC7E33" w:rsidRPr="004F4407" w:rsidRDefault="00DC7E33" w:rsidP="003974DA">
            <w:pPr>
              <w:pStyle w:val="TAH"/>
              <w:rPr>
                <w:lang w:eastAsia="en-GB"/>
              </w:rPr>
            </w:pPr>
            <w:r w:rsidRPr="004F4407">
              <w:rPr>
                <w:lang w:eastAsia="en-GB"/>
              </w:rPr>
              <w:t>Prefix</w:t>
            </w:r>
          </w:p>
        </w:tc>
        <w:tc>
          <w:tcPr>
            <w:tcW w:w="2367" w:type="dxa"/>
            <w:tcMar>
              <w:top w:w="0" w:type="dxa"/>
              <w:left w:w="28" w:type="dxa"/>
              <w:bottom w:w="0" w:type="dxa"/>
              <w:right w:w="108" w:type="dxa"/>
            </w:tcMar>
          </w:tcPr>
          <w:p w14:paraId="5C7B07EB" w14:textId="53A35AA1" w:rsidR="00DC7E33" w:rsidRPr="004F4407" w:rsidRDefault="00DC7E33" w:rsidP="003974DA">
            <w:pPr>
              <w:pStyle w:val="TAH"/>
              <w:rPr>
                <w:lang w:eastAsia="en-GB"/>
              </w:rPr>
            </w:pPr>
            <w:r w:rsidRPr="004F4407">
              <w:rPr>
                <w:lang w:eastAsia="en-GB"/>
              </w:rPr>
              <w:t>Example</w:t>
            </w:r>
            <w:r w:rsidR="00565622" w:rsidRPr="004F4407">
              <w:rPr>
                <w:lang w:eastAsia="en-GB"/>
              </w:rPr>
              <w:t xml:space="preserve"> </w:t>
            </w:r>
            <w:r w:rsidRPr="004F4407">
              <w:rPr>
                <w:lang w:eastAsia="en-GB"/>
              </w:rPr>
              <w:t>identifier</w:t>
            </w:r>
          </w:p>
        </w:tc>
      </w:tr>
      <w:tr w:rsidR="00DC7E33" w:rsidRPr="004F4407" w14:paraId="562306CC" w14:textId="77777777" w:rsidTr="00565622">
        <w:trPr>
          <w:jc w:val="center"/>
        </w:trPr>
        <w:tc>
          <w:tcPr>
            <w:tcW w:w="3649" w:type="dxa"/>
            <w:tcMar>
              <w:top w:w="0" w:type="dxa"/>
              <w:left w:w="28" w:type="dxa"/>
              <w:bottom w:w="0" w:type="dxa"/>
              <w:right w:w="108" w:type="dxa"/>
            </w:tcMar>
          </w:tcPr>
          <w:p w14:paraId="47225D4F" w14:textId="77777777" w:rsidR="00DC7E33" w:rsidRPr="004F4407" w:rsidRDefault="00DC7E33" w:rsidP="003974DA">
            <w:pPr>
              <w:pStyle w:val="TAL"/>
              <w:rPr>
                <w:lang w:eastAsia="en-GB"/>
              </w:rPr>
            </w:pPr>
            <w:r w:rsidRPr="004F4407">
              <w:rPr>
                <w:lang w:eastAsia="en-GB"/>
              </w:rPr>
              <w:t>Module</w:t>
            </w:r>
          </w:p>
        </w:tc>
        <w:tc>
          <w:tcPr>
            <w:tcW w:w="2339" w:type="dxa"/>
            <w:tcMar>
              <w:top w:w="0" w:type="dxa"/>
              <w:left w:w="28" w:type="dxa"/>
              <w:bottom w:w="0" w:type="dxa"/>
              <w:right w:w="108" w:type="dxa"/>
            </w:tcMar>
          </w:tcPr>
          <w:p w14:paraId="0C626C0E" w14:textId="75E67CD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36D80C16"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195467E9" w14:textId="77777777" w:rsidR="00DC7E33" w:rsidRPr="004F4407" w:rsidRDefault="001F6248" w:rsidP="003974DA">
            <w:pPr>
              <w:pStyle w:val="TAL"/>
              <w:rPr>
                <w:lang w:eastAsia="en-GB"/>
              </w:rPr>
            </w:pPr>
            <w:r w:rsidRPr="004F4407">
              <w:rPr>
                <w:lang w:eastAsia="en-GB"/>
              </w:rPr>
              <w:t>OneM2M_Templates</w:t>
            </w:r>
          </w:p>
        </w:tc>
      </w:tr>
      <w:tr w:rsidR="00DC7E33" w:rsidRPr="004F4407" w14:paraId="242E109B" w14:textId="77777777" w:rsidTr="00565622">
        <w:trPr>
          <w:jc w:val="center"/>
        </w:trPr>
        <w:tc>
          <w:tcPr>
            <w:tcW w:w="3649" w:type="dxa"/>
            <w:tcMar>
              <w:top w:w="0" w:type="dxa"/>
              <w:left w:w="28" w:type="dxa"/>
              <w:bottom w:w="0" w:type="dxa"/>
              <w:right w:w="108" w:type="dxa"/>
            </w:tcMar>
          </w:tcPr>
          <w:p w14:paraId="18C89FF2" w14:textId="552224A7" w:rsidR="00DC7E33" w:rsidRPr="004F4407" w:rsidRDefault="00DC7E33" w:rsidP="003974DA">
            <w:pPr>
              <w:pStyle w:val="TAL"/>
              <w:rPr>
                <w:lang w:eastAsia="en-GB"/>
              </w:rPr>
            </w:pPr>
            <w:r w:rsidRPr="0032615D">
              <w:rPr>
                <w:lang w:eastAsia="en-GB"/>
              </w:rPr>
              <w:t>Group</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module</w:t>
            </w:r>
          </w:p>
        </w:tc>
        <w:tc>
          <w:tcPr>
            <w:tcW w:w="2339" w:type="dxa"/>
            <w:tcMar>
              <w:top w:w="0" w:type="dxa"/>
              <w:left w:w="28" w:type="dxa"/>
              <w:bottom w:w="0" w:type="dxa"/>
              <w:right w:w="108" w:type="dxa"/>
            </w:tcMar>
          </w:tcPr>
          <w:p w14:paraId="63ACC69A" w14:textId="4BE8C3A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64BEAEB"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9802591" w14:textId="77777777" w:rsidR="00DC7E33" w:rsidRPr="004F4407" w:rsidRDefault="00DC7E33" w:rsidP="003974DA">
            <w:pPr>
              <w:pStyle w:val="TAL"/>
              <w:rPr>
                <w:lang w:eastAsia="en-GB"/>
              </w:rPr>
            </w:pPr>
            <w:proofErr w:type="spellStart"/>
            <w:r w:rsidRPr="004F4407">
              <w:rPr>
                <w:lang w:eastAsia="en-GB"/>
              </w:rPr>
              <w:t>messageGroup</w:t>
            </w:r>
            <w:proofErr w:type="spellEnd"/>
          </w:p>
        </w:tc>
      </w:tr>
      <w:tr w:rsidR="00DC7E33" w:rsidRPr="004F4407" w14:paraId="46DAAE5C" w14:textId="77777777" w:rsidTr="00565622">
        <w:trPr>
          <w:jc w:val="center"/>
        </w:trPr>
        <w:tc>
          <w:tcPr>
            <w:tcW w:w="3649" w:type="dxa"/>
            <w:tcMar>
              <w:top w:w="0" w:type="dxa"/>
              <w:left w:w="28" w:type="dxa"/>
              <w:bottom w:w="0" w:type="dxa"/>
              <w:right w:w="108" w:type="dxa"/>
            </w:tcMar>
          </w:tcPr>
          <w:p w14:paraId="163FD77D" w14:textId="35F51DDE" w:rsidR="00DC7E33" w:rsidRPr="004F4407" w:rsidRDefault="00DC7E33" w:rsidP="003974DA">
            <w:pPr>
              <w:pStyle w:val="TAL"/>
              <w:rPr>
                <w:lang w:eastAsia="en-GB"/>
              </w:rPr>
            </w:pPr>
            <w:r w:rsidRPr="004F4407">
              <w:rPr>
                <w:lang w:eastAsia="en-GB"/>
              </w:rPr>
              <w:t>Data</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2A3A8D56" w14:textId="5E901BA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234CD531"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59B6E13" w14:textId="77777777" w:rsidR="00DC7E33" w:rsidRPr="004F4407" w:rsidRDefault="00DC7E33" w:rsidP="003974DA">
            <w:pPr>
              <w:pStyle w:val="TAL"/>
              <w:rPr>
                <w:lang w:eastAsia="en-GB"/>
              </w:rPr>
            </w:pPr>
            <w:proofErr w:type="spellStart"/>
            <w:r w:rsidRPr="004F4407">
              <w:rPr>
                <w:lang w:eastAsia="en-GB"/>
              </w:rPr>
              <w:t>SetupContents</w:t>
            </w:r>
            <w:proofErr w:type="spellEnd"/>
          </w:p>
        </w:tc>
      </w:tr>
      <w:tr w:rsidR="00DC7E33" w:rsidRPr="004F4407" w14:paraId="2ECF4EE4" w14:textId="77777777" w:rsidTr="00565622">
        <w:trPr>
          <w:jc w:val="center"/>
        </w:trPr>
        <w:tc>
          <w:tcPr>
            <w:tcW w:w="3649" w:type="dxa"/>
            <w:tcMar>
              <w:top w:w="0" w:type="dxa"/>
              <w:left w:w="28" w:type="dxa"/>
              <w:bottom w:w="0" w:type="dxa"/>
              <w:right w:w="108" w:type="dxa"/>
            </w:tcMar>
          </w:tcPr>
          <w:p w14:paraId="4E5FE8FF" w14:textId="53C2E3CF" w:rsidR="00DC7E33" w:rsidRPr="004F4407" w:rsidRDefault="00DC7E33" w:rsidP="003974DA">
            <w:pPr>
              <w:pStyle w:val="TAL"/>
              <w:rPr>
                <w:lang w:eastAsia="en-GB"/>
              </w:rPr>
            </w:pPr>
            <w:r w:rsidRPr="004F4407">
              <w:rPr>
                <w:lang w:eastAsia="en-GB"/>
              </w:rPr>
              <w:t>Message</w:t>
            </w:r>
            <w:r w:rsidR="00565622" w:rsidRPr="004F4407">
              <w:rPr>
                <w:lang w:eastAsia="en-GB"/>
              </w:rPr>
              <w:t xml:space="preserve"> </w:t>
            </w:r>
            <w:r w:rsidRPr="004F4407">
              <w:rPr>
                <w:lang w:eastAsia="en-GB"/>
              </w:rPr>
              <w:t>template</w:t>
            </w:r>
          </w:p>
        </w:tc>
        <w:tc>
          <w:tcPr>
            <w:tcW w:w="2339" w:type="dxa"/>
            <w:tcMar>
              <w:top w:w="0" w:type="dxa"/>
              <w:left w:w="28" w:type="dxa"/>
              <w:bottom w:w="0" w:type="dxa"/>
              <w:right w:w="108" w:type="dxa"/>
            </w:tcMar>
          </w:tcPr>
          <w:p w14:paraId="507A55DA" w14:textId="3ABA2BC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003C7686" w14:textId="77777777" w:rsidR="00DC7E33" w:rsidRPr="004F4407" w:rsidRDefault="00DC7E33" w:rsidP="003974DA">
            <w:pPr>
              <w:pStyle w:val="TAC"/>
              <w:rPr>
                <w:lang w:eastAsia="en-GB"/>
              </w:rPr>
            </w:pPr>
            <w:r w:rsidRPr="004F4407">
              <w:rPr>
                <w:lang w:eastAsia="en-GB"/>
              </w:rPr>
              <w:t>m_</w:t>
            </w:r>
          </w:p>
        </w:tc>
        <w:tc>
          <w:tcPr>
            <w:tcW w:w="2367" w:type="dxa"/>
            <w:tcMar>
              <w:top w:w="0" w:type="dxa"/>
              <w:left w:w="28" w:type="dxa"/>
              <w:bottom w:w="0" w:type="dxa"/>
              <w:right w:w="108" w:type="dxa"/>
            </w:tcMar>
          </w:tcPr>
          <w:p w14:paraId="2A9B9C7E" w14:textId="77777777" w:rsidR="00DC7E33" w:rsidRPr="004F4407" w:rsidRDefault="00DC7E33" w:rsidP="003974DA">
            <w:pPr>
              <w:pStyle w:val="TAL"/>
              <w:rPr>
                <w:lang w:eastAsia="en-GB"/>
              </w:rPr>
            </w:pPr>
            <w:proofErr w:type="spellStart"/>
            <w:r w:rsidRPr="004F4407">
              <w:rPr>
                <w:lang w:eastAsia="en-GB"/>
              </w:rPr>
              <w:t>m_setupInit</w:t>
            </w:r>
            <w:proofErr w:type="spellEnd"/>
          </w:p>
        </w:tc>
      </w:tr>
      <w:tr w:rsidR="00DC7E33" w:rsidRPr="004F4407" w14:paraId="720134D0" w14:textId="77777777" w:rsidTr="00565622">
        <w:trPr>
          <w:jc w:val="center"/>
        </w:trPr>
        <w:tc>
          <w:tcPr>
            <w:tcW w:w="3649" w:type="dxa"/>
            <w:tcMar>
              <w:top w:w="0" w:type="dxa"/>
              <w:left w:w="28" w:type="dxa"/>
              <w:bottom w:w="0" w:type="dxa"/>
              <w:right w:w="108" w:type="dxa"/>
            </w:tcMar>
          </w:tcPr>
          <w:p w14:paraId="62123CC5" w14:textId="685CFA2A" w:rsidR="00DC7E33" w:rsidRPr="004F4407" w:rsidRDefault="00DC7E33" w:rsidP="003974DA">
            <w:pPr>
              <w:pStyle w:val="TAL"/>
              <w:rPr>
                <w:lang w:eastAsia="en-GB"/>
              </w:rPr>
            </w:pPr>
            <w:r w:rsidRPr="004F4407">
              <w:rPr>
                <w:lang w:eastAsia="en-GB"/>
              </w:rPr>
              <w:t>Message</w:t>
            </w:r>
            <w:r w:rsidR="00565622" w:rsidRPr="004F4407">
              <w:rPr>
                <w:lang w:eastAsia="en-GB"/>
              </w:rPr>
              <w:t xml:space="preserve"> </w:t>
            </w:r>
            <w:r w:rsidRPr="004F4407">
              <w:rPr>
                <w:lang w:eastAsia="en-GB"/>
              </w:rPr>
              <w:t>template</w:t>
            </w:r>
            <w:r w:rsidR="00565622" w:rsidRPr="004F4407">
              <w:rPr>
                <w:lang w:eastAsia="en-GB"/>
              </w:rPr>
              <w:t xml:space="preserve"> </w:t>
            </w:r>
            <w:r w:rsidRPr="004F4407">
              <w:rPr>
                <w:lang w:eastAsia="en-GB"/>
              </w:rPr>
              <w:t>with</w:t>
            </w:r>
            <w:r w:rsidR="00565622" w:rsidRPr="004F4407">
              <w:rPr>
                <w:lang w:eastAsia="en-GB"/>
              </w:rPr>
              <w:t xml:space="preserve"> </w:t>
            </w:r>
            <w:r w:rsidRPr="004F4407">
              <w:rPr>
                <w:lang w:eastAsia="en-GB"/>
              </w:rPr>
              <w:t>wildcard</w:t>
            </w:r>
            <w:r w:rsidR="00565622" w:rsidRPr="004F4407">
              <w:rPr>
                <w:lang w:eastAsia="en-GB"/>
              </w:rPr>
              <w:t xml:space="preserve"> </w:t>
            </w:r>
            <w:r w:rsidRPr="004F4407">
              <w:rPr>
                <w:lang w:eastAsia="en-GB"/>
              </w:rPr>
              <w:t>or</w:t>
            </w:r>
            <w:r w:rsidR="00565622" w:rsidRPr="004F4407">
              <w:rPr>
                <w:lang w:eastAsia="en-GB"/>
              </w:rPr>
              <w:t xml:space="preserve"> </w:t>
            </w:r>
            <w:r w:rsidRPr="004F4407">
              <w:rPr>
                <w:lang w:eastAsia="en-GB"/>
              </w:rPr>
              <w:t>matching</w:t>
            </w:r>
            <w:r w:rsidR="00565622" w:rsidRPr="004F4407">
              <w:rPr>
                <w:lang w:eastAsia="en-GB"/>
              </w:rPr>
              <w:t xml:space="preserve"> </w:t>
            </w:r>
            <w:r w:rsidRPr="004F4407">
              <w:rPr>
                <w:lang w:eastAsia="en-GB"/>
              </w:rPr>
              <w:t>expression</w:t>
            </w:r>
          </w:p>
        </w:tc>
        <w:tc>
          <w:tcPr>
            <w:tcW w:w="2339" w:type="dxa"/>
            <w:tcMar>
              <w:top w:w="0" w:type="dxa"/>
              <w:left w:w="28" w:type="dxa"/>
              <w:bottom w:w="0" w:type="dxa"/>
              <w:right w:w="108" w:type="dxa"/>
            </w:tcMar>
          </w:tcPr>
          <w:p w14:paraId="70B23764" w14:textId="10E0BAA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0003F1C4" w14:textId="77777777" w:rsidR="00DC7E33" w:rsidRPr="004F4407" w:rsidRDefault="00DC7E33" w:rsidP="003974DA">
            <w:pPr>
              <w:pStyle w:val="TAC"/>
              <w:rPr>
                <w:lang w:eastAsia="en-GB"/>
              </w:rPr>
            </w:pPr>
            <w:r w:rsidRPr="004F4407">
              <w:rPr>
                <w:lang w:eastAsia="en-GB"/>
              </w:rPr>
              <w:t>mw_</w:t>
            </w:r>
          </w:p>
        </w:tc>
        <w:tc>
          <w:tcPr>
            <w:tcW w:w="2367" w:type="dxa"/>
            <w:tcMar>
              <w:top w:w="0" w:type="dxa"/>
              <w:left w:w="28" w:type="dxa"/>
              <w:bottom w:w="0" w:type="dxa"/>
              <w:right w:w="108" w:type="dxa"/>
            </w:tcMar>
          </w:tcPr>
          <w:p w14:paraId="325E9830" w14:textId="77777777" w:rsidR="00DC7E33" w:rsidRPr="004F4407" w:rsidRDefault="00DC7E33" w:rsidP="003974DA">
            <w:pPr>
              <w:pStyle w:val="TAL"/>
              <w:rPr>
                <w:lang w:eastAsia="en-GB"/>
              </w:rPr>
            </w:pPr>
            <w:proofErr w:type="spellStart"/>
            <w:r w:rsidRPr="004F4407">
              <w:rPr>
                <w:lang w:eastAsia="en-GB"/>
              </w:rPr>
              <w:t>mw_anyUserReply</w:t>
            </w:r>
            <w:proofErr w:type="spellEnd"/>
          </w:p>
        </w:tc>
      </w:tr>
      <w:tr w:rsidR="00DC7E33" w:rsidRPr="004F4407" w14:paraId="0AAA507A" w14:textId="77777777" w:rsidTr="00565622">
        <w:trPr>
          <w:jc w:val="center"/>
        </w:trPr>
        <w:tc>
          <w:tcPr>
            <w:tcW w:w="3649" w:type="dxa"/>
            <w:tcMar>
              <w:top w:w="0" w:type="dxa"/>
              <w:left w:w="28" w:type="dxa"/>
              <w:bottom w:w="0" w:type="dxa"/>
              <w:right w:w="108" w:type="dxa"/>
            </w:tcMar>
          </w:tcPr>
          <w:p w14:paraId="33541340" w14:textId="25AAD48C" w:rsidR="00DC7E33" w:rsidRPr="004F4407" w:rsidRDefault="00DC7E33" w:rsidP="003974DA">
            <w:pPr>
              <w:pStyle w:val="TAL"/>
              <w:rPr>
                <w:lang w:eastAsia="en-GB"/>
              </w:rPr>
            </w:pPr>
            <w:r w:rsidRPr="004F4407">
              <w:rPr>
                <w:lang w:eastAsia="en-GB"/>
              </w:rPr>
              <w:t>Signature</w:t>
            </w:r>
            <w:r w:rsidR="00565622" w:rsidRPr="004F4407">
              <w:rPr>
                <w:lang w:eastAsia="en-GB"/>
              </w:rPr>
              <w:t xml:space="preserve"> </w:t>
            </w:r>
            <w:r w:rsidRPr="004F4407">
              <w:rPr>
                <w:lang w:eastAsia="en-GB"/>
              </w:rPr>
              <w:t>template</w:t>
            </w:r>
          </w:p>
        </w:tc>
        <w:tc>
          <w:tcPr>
            <w:tcW w:w="2339" w:type="dxa"/>
            <w:tcMar>
              <w:top w:w="0" w:type="dxa"/>
              <w:left w:w="28" w:type="dxa"/>
              <w:bottom w:w="0" w:type="dxa"/>
              <w:right w:w="108" w:type="dxa"/>
            </w:tcMar>
          </w:tcPr>
          <w:p w14:paraId="3B734DE6" w14:textId="1F5F816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1804D9D" w14:textId="77777777" w:rsidR="00DC7E33" w:rsidRPr="004F4407" w:rsidRDefault="00DC7E33" w:rsidP="003974DA">
            <w:pPr>
              <w:pStyle w:val="TAC"/>
              <w:rPr>
                <w:lang w:eastAsia="en-GB"/>
              </w:rPr>
            </w:pPr>
            <w:r w:rsidRPr="004F4407">
              <w:rPr>
                <w:lang w:eastAsia="en-GB"/>
              </w:rPr>
              <w:t>s_</w:t>
            </w:r>
          </w:p>
        </w:tc>
        <w:tc>
          <w:tcPr>
            <w:tcW w:w="2367" w:type="dxa"/>
            <w:tcMar>
              <w:top w:w="0" w:type="dxa"/>
              <w:left w:w="28" w:type="dxa"/>
              <w:bottom w:w="0" w:type="dxa"/>
              <w:right w:w="108" w:type="dxa"/>
            </w:tcMar>
          </w:tcPr>
          <w:p w14:paraId="422E70CD" w14:textId="77777777" w:rsidR="00DC7E33" w:rsidRPr="004F4407" w:rsidRDefault="00DC7E33" w:rsidP="003974DA">
            <w:pPr>
              <w:pStyle w:val="TAL"/>
              <w:rPr>
                <w:lang w:eastAsia="en-GB"/>
              </w:rPr>
            </w:pPr>
            <w:proofErr w:type="spellStart"/>
            <w:r w:rsidRPr="004F4407">
              <w:rPr>
                <w:lang w:eastAsia="en-GB"/>
              </w:rPr>
              <w:t>s_callSignature</w:t>
            </w:r>
            <w:proofErr w:type="spellEnd"/>
          </w:p>
        </w:tc>
      </w:tr>
      <w:tr w:rsidR="00DC7E33" w:rsidRPr="004F4407" w14:paraId="1B8D7E63" w14:textId="77777777" w:rsidTr="00565622">
        <w:trPr>
          <w:jc w:val="center"/>
        </w:trPr>
        <w:tc>
          <w:tcPr>
            <w:tcW w:w="3649" w:type="dxa"/>
            <w:tcMar>
              <w:top w:w="0" w:type="dxa"/>
              <w:left w:w="28" w:type="dxa"/>
              <w:bottom w:w="0" w:type="dxa"/>
              <w:right w:w="108" w:type="dxa"/>
            </w:tcMar>
          </w:tcPr>
          <w:p w14:paraId="42DE104B" w14:textId="5F42F4C7" w:rsidR="00DC7E33" w:rsidRPr="004F4407" w:rsidRDefault="00DC7E33" w:rsidP="003974DA">
            <w:pPr>
              <w:pStyle w:val="TAL"/>
              <w:rPr>
                <w:lang w:eastAsia="en-GB"/>
              </w:rPr>
            </w:pPr>
            <w:r w:rsidRPr="004F4407">
              <w:rPr>
                <w:lang w:eastAsia="en-GB"/>
              </w:rPr>
              <w:t>Port</w:t>
            </w:r>
            <w:r w:rsidR="00565622" w:rsidRPr="004F4407">
              <w:rPr>
                <w:lang w:eastAsia="en-GB"/>
              </w:rPr>
              <w:t xml:space="preserve"> </w:t>
            </w:r>
            <w:r w:rsidRPr="004F4407">
              <w:rPr>
                <w:lang w:eastAsia="en-GB"/>
              </w:rPr>
              <w:t>instance</w:t>
            </w:r>
          </w:p>
        </w:tc>
        <w:tc>
          <w:tcPr>
            <w:tcW w:w="2339" w:type="dxa"/>
            <w:tcMar>
              <w:top w:w="0" w:type="dxa"/>
              <w:left w:w="28" w:type="dxa"/>
              <w:bottom w:w="0" w:type="dxa"/>
              <w:right w:w="108" w:type="dxa"/>
            </w:tcMar>
          </w:tcPr>
          <w:p w14:paraId="5C23DB05" w14:textId="126AE228"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6963D7C"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2CC1A2C1" w14:textId="77777777" w:rsidR="00DC7E33" w:rsidRPr="004F4407" w:rsidRDefault="00DC7E33" w:rsidP="003974DA">
            <w:pPr>
              <w:pStyle w:val="TAL"/>
              <w:rPr>
                <w:lang w:eastAsia="en-GB"/>
              </w:rPr>
            </w:pPr>
            <w:proofErr w:type="spellStart"/>
            <w:r w:rsidRPr="004F4407">
              <w:rPr>
                <w:lang w:eastAsia="en-GB"/>
              </w:rPr>
              <w:t>signallingPort</w:t>
            </w:r>
            <w:proofErr w:type="spellEnd"/>
          </w:p>
        </w:tc>
      </w:tr>
      <w:tr w:rsidR="00DC7E33" w:rsidRPr="004F4407" w14:paraId="59D323CF" w14:textId="77777777" w:rsidTr="00565622">
        <w:trPr>
          <w:jc w:val="center"/>
        </w:trPr>
        <w:tc>
          <w:tcPr>
            <w:tcW w:w="3649" w:type="dxa"/>
            <w:tcMar>
              <w:top w:w="0" w:type="dxa"/>
              <w:left w:w="28" w:type="dxa"/>
              <w:bottom w:w="0" w:type="dxa"/>
              <w:right w:w="108" w:type="dxa"/>
            </w:tcMar>
          </w:tcPr>
          <w:p w14:paraId="1E365F41" w14:textId="07ED9F20" w:rsidR="00DC7E33" w:rsidRPr="004F4407" w:rsidRDefault="00DC7E33" w:rsidP="003974DA">
            <w:pPr>
              <w:pStyle w:val="TAL"/>
              <w:rPr>
                <w:lang w:eastAsia="en-GB"/>
              </w:rPr>
            </w:pPr>
            <w:r w:rsidRPr="004F4407">
              <w:rPr>
                <w:lang w:eastAsia="en-GB"/>
              </w:rPr>
              <w:t>Test</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instance</w:t>
            </w:r>
          </w:p>
        </w:tc>
        <w:tc>
          <w:tcPr>
            <w:tcW w:w="2339" w:type="dxa"/>
            <w:tcMar>
              <w:top w:w="0" w:type="dxa"/>
              <w:left w:w="28" w:type="dxa"/>
              <w:bottom w:w="0" w:type="dxa"/>
              <w:right w:w="108" w:type="dxa"/>
            </w:tcMar>
          </w:tcPr>
          <w:p w14:paraId="26F0F870" w14:textId="69D395A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0577A088"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9562B97" w14:textId="77777777" w:rsidR="00DC7E33" w:rsidRPr="004F4407" w:rsidRDefault="00DC7E33" w:rsidP="003974DA">
            <w:pPr>
              <w:pStyle w:val="TAL"/>
              <w:rPr>
                <w:lang w:eastAsia="en-GB"/>
              </w:rPr>
            </w:pPr>
            <w:proofErr w:type="spellStart"/>
            <w:r w:rsidRPr="004F4407">
              <w:rPr>
                <w:lang w:eastAsia="en-GB"/>
              </w:rPr>
              <w:t>userTerminal</w:t>
            </w:r>
            <w:proofErr w:type="spellEnd"/>
          </w:p>
        </w:tc>
      </w:tr>
      <w:tr w:rsidR="00DC7E33" w:rsidRPr="004F4407" w14:paraId="6392BF29" w14:textId="77777777" w:rsidTr="00565622">
        <w:trPr>
          <w:jc w:val="center"/>
        </w:trPr>
        <w:tc>
          <w:tcPr>
            <w:tcW w:w="3649" w:type="dxa"/>
            <w:tcMar>
              <w:top w:w="0" w:type="dxa"/>
              <w:left w:w="28" w:type="dxa"/>
              <w:bottom w:w="0" w:type="dxa"/>
              <w:right w:w="108" w:type="dxa"/>
            </w:tcMar>
          </w:tcPr>
          <w:p w14:paraId="1411A1E1" w14:textId="77777777" w:rsidR="00DC7E33" w:rsidRPr="004F4407" w:rsidRDefault="00DC7E33" w:rsidP="003974DA">
            <w:pPr>
              <w:pStyle w:val="TAL"/>
              <w:rPr>
                <w:lang w:eastAsia="en-GB"/>
              </w:rPr>
            </w:pPr>
            <w:r w:rsidRPr="004F4407">
              <w:rPr>
                <w:lang w:eastAsia="en-GB"/>
              </w:rPr>
              <w:t>Constant</w:t>
            </w:r>
          </w:p>
        </w:tc>
        <w:tc>
          <w:tcPr>
            <w:tcW w:w="2339" w:type="dxa"/>
            <w:tcMar>
              <w:top w:w="0" w:type="dxa"/>
              <w:left w:w="28" w:type="dxa"/>
              <w:bottom w:w="0" w:type="dxa"/>
              <w:right w:w="108" w:type="dxa"/>
            </w:tcMar>
          </w:tcPr>
          <w:p w14:paraId="037BFAE0" w14:textId="0D0D38D6"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46541773" w14:textId="77777777" w:rsidR="00DC7E33" w:rsidRPr="004F4407" w:rsidRDefault="00DC7E33" w:rsidP="003974DA">
            <w:pPr>
              <w:pStyle w:val="TAC"/>
              <w:rPr>
                <w:lang w:eastAsia="en-GB"/>
              </w:rPr>
            </w:pPr>
            <w:r w:rsidRPr="004F4407">
              <w:rPr>
                <w:lang w:eastAsia="en-GB"/>
              </w:rPr>
              <w:t>c_</w:t>
            </w:r>
          </w:p>
        </w:tc>
        <w:tc>
          <w:tcPr>
            <w:tcW w:w="2367" w:type="dxa"/>
            <w:tcMar>
              <w:top w:w="0" w:type="dxa"/>
              <w:left w:w="28" w:type="dxa"/>
              <w:bottom w:w="0" w:type="dxa"/>
              <w:right w:w="108" w:type="dxa"/>
            </w:tcMar>
          </w:tcPr>
          <w:p w14:paraId="231479D6" w14:textId="77777777" w:rsidR="00DC7E33" w:rsidRPr="004F4407" w:rsidRDefault="00DC7E33" w:rsidP="003974DA">
            <w:pPr>
              <w:pStyle w:val="TAL"/>
              <w:rPr>
                <w:lang w:eastAsia="en-GB"/>
              </w:rPr>
            </w:pPr>
            <w:proofErr w:type="spellStart"/>
            <w:r w:rsidRPr="004F4407">
              <w:rPr>
                <w:lang w:eastAsia="en-GB"/>
              </w:rPr>
              <w:t>c_maxRetransmission</w:t>
            </w:r>
            <w:proofErr w:type="spellEnd"/>
          </w:p>
        </w:tc>
      </w:tr>
      <w:tr w:rsidR="00DC7E33" w:rsidRPr="004F4407" w14:paraId="4160BAAC" w14:textId="77777777" w:rsidTr="00565622">
        <w:trPr>
          <w:jc w:val="center"/>
        </w:trPr>
        <w:tc>
          <w:tcPr>
            <w:tcW w:w="3649" w:type="dxa"/>
            <w:tcMar>
              <w:top w:w="0" w:type="dxa"/>
              <w:left w:w="28" w:type="dxa"/>
              <w:bottom w:w="0" w:type="dxa"/>
              <w:right w:w="108" w:type="dxa"/>
            </w:tcMar>
          </w:tcPr>
          <w:p w14:paraId="0FBC7F7C" w14:textId="5D20C8A9" w:rsidR="00DC7E33" w:rsidRPr="004F4407" w:rsidRDefault="00DC7E33" w:rsidP="003974DA">
            <w:pPr>
              <w:pStyle w:val="TAL"/>
              <w:rPr>
                <w:lang w:eastAsia="en-GB"/>
              </w:rPr>
            </w:pPr>
            <w:r w:rsidRPr="004F4407">
              <w:rPr>
                <w:lang w:eastAsia="en-GB"/>
              </w:rPr>
              <w:t>Constant</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4D7367A0" w14:textId="7DF61328"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F5B4C13" w14:textId="77777777" w:rsidR="00DC7E33" w:rsidRPr="004F4407" w:rsidRDefault="00DC7E33" w:rsidP="003974DA">
            <w:pPr>
              <w:pStyle w:val="TAC"/>
              <w:rPr>
                <w:lang w:eastAsia="en-GB"/>
              </w:rPr>
            </w:pPr>
            <w:r w:rsidRPr="004F4407">
              <w:rPr>
                <w:lang w:eastAsia="en-GB"/>
              </w:rPr>
              <w:t>cc_</w:t>
            </w:r>
          </w:p>
        </w:tc>
        <w:tc>
          <w:tcPr>
            <w:tcW w:w="2367" w:type="dxa"/>
            <w:tcMar>
              <w:top w:w="0" w:type="dxa"/>
              <w:left w:w="28" w:type="dxa"/>
              <w:bottom w:w="0" w:type="dxa"/>
              <w:right w:w="108" w:type="dxa"/>
            </w:tcMar>
          </w:tcPr>
          <w:p w14:paraId="4C8264C5" w14:textId="77777777" w:rsidR="00DC7E33" w:rsidRPr="004F4407" w:rsidRDefault="00DC7E33" w:rsidP="003974DA">
            <w:pPr>
              <w:pStyle w:val="TAL"/>
              <w:rPr>
                <w:lang w:eastAsia="en-GB"/>
              </w:rPr>
            </w:pPr>
            <w:proofErr w:type="spellStart"/>
            <w:r w:rsidRPr="004F4407">
              <w:rPr>
                <w:lang w:eastAsia="en-GB"/>
              </w:rPr>
              <w:t>cc_minDuration</w:t>
            </w:r>
            <w:proofErr w:type="spellEnd"/>
          </w:p>
        </w:tc>
      </w:tr>
      <w:tr w:rsidR="00DC7E33" w:rsidRPr="004F4407" w14:paraId="2F11C636" w14:textId="77777777" w:rsidTr="00565622">
        <w:trPr>
          <w:jc w:val="center"/>
        </w:trPr>
        <w:tc>
          <w:tcPr>
            <w:tcW w:w="3649" w:type="dxa"/>
            <w:tcMar>
              <w:top w:w="0" w:type="dxa"/>
              <w:left w:w="28" w:type="dxa"/>
              <w:bottom w:w="0" w:type="dxa"/>
              <w:right w:w="108" w:type="dxa"/>
            </w:tcMar>
          </w:tcPr>
          <w:p w14:paraId="36E641E9" w14:textId="023B8C42" w:rsidR="00DC7E33" w:rsidRPr="004F4407" w:rsidRDefault="00DC7E33" w:rsidP="003974DA">
            <w:pPr>
              <w:pStyle w:val="TAL"/>
              <w:rPr>
                <w:lang w:eastAsia="en-GB"/>
              </w:rPr>
            </w:pPr>
            <w:r w:rsidRPr="004F4407">
              <w:rPr>
                <w:lang w:eastAsia="en-GB"/>
              </w:rPr>
              <w:t>External</w:t>
            </w:r>
            <w:r w:rsidR="00565622" w:rsidRPr="004F4407">
              <w:rPr>
                <w:lang w:eastAsia="en-GB"/>
              </w:rPr>
              <w:t xml:space="preserve"> </w:t>
            </w:r>
            <w:r w:rsidRPr="004F4407">
              <w:rPr>
                <w:lang w:eastAsia="en-GB"/>
              </w:rPr>
              <w:t>constant</w:t>
            </w:r>
          </w:p>
        </w:tc>
        <w:tc>
          <w:tcPr>
            <w:tcW w:w="2339" w:type="dxa"/>
            <w:tcMar>
              <w:top w:w="0" w:type="dxa"/>
              <w:left w:w="28" w:type="dxa"/>
              <w:bottom w:w="0" w:type="dxa"/>
              <w:right w:w="108" w:type="dxa"/>
            </w:tcMar>
          </w:tcPr>
          <w:p w14:paraId="3A7B50ED" w14:textId="66FBB139"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27DC604D" w14:textId="77777777" w:rsidR="00DC7E33" w:rsidRPr="004F4407" w:rsidRDefault="00DC7E33" w:rsidP="003974DA">
            <w:pPr>
              <w:pStyle w:val="TAC"/>
              <w:rPr>
                <w:lang w:eastAsia="en-GB"/>
              </w:rPr>
            </w:pPr>
            <w:r w:rsidRPr="004F4407">
              <w:rPr>
                <w:lang w:eastAsia="en-GB"/>
              </w:rPr>
              <w:t>cx_</w:t>
            </w:r>
          </w:p>
        </w:tc>
        <w:tc>
          <w:tcPr>
            <w:tcW w:w="2367" w:type="dxa"/>
            <w:tcMar>
              <w:top w:w="0" w:type="dxa"/>
              <w:left w:w="28" w:type="dxa"/>
              <w:bottom w:w="0" w:type="dxa"/>
              <w:right w:w="108" w:type="dxa"/>
            </w:tcMar>
          </w:tcPr>
          <w:p w14:paraId="4C673965" w14:textId="77777777" w:rsidR="00DC7E33" w:rsidRPr="004F4407" w:rsidRDefault="00DC7E33" w:rsidP="003974DA">
            <w:pPr>
              <w:pStyle w:val="TAL"/>
              <w:rPr>
                <w:lang w:eastAsia="en-GB"/>
              </w:rPr>
            </w:pPr>
            <w:proofErr w:type="spellStart"/>
            <w:r w:rsidRPr="004F4407">
              <w:rPr>
                <w:lang w:eastAsia="en-GB"/>
              </w:rPr>
              <w:t>cx_macId</w:t>
            </w:r>
            <w:proofErr w:type="spellEnd"/>
          </w:p>
        </w:tc>
      </w:tr>
      <w:tr w:rsidR="00DC7E33" w:rsidRPr="004F4407" w14:paraId="2FCD5217" w14:textId="77777777" w:rsidTr="00565622">
        <w:trPr>
          <w:jc w:val="center"/>
        </w:trPr>
        <w:tc>
          <w:tcPr>
            <w:tcW w:w="3649" w:type="dxa"/>
            <w:tcMar>
              <w:top w:w="0" w:type="dxa"/>
              <w:left w:w="28" w:type="dxa"/>
              <w:bottom w:w="0" w:type="dxa"/>
              <w:right w:w="108" w:type="dxa"/>
            </w:tcMar>
          </w:tcPr>
          <w:p w14:paraId="57EDDC62" w14:textId="77777777" w:rsidR="00DC7E33" w:rsidRPr="004F4407" w:rsidRDefault="00DC7E33" w:rsidP="003974DA">
            <w:pPr>
              <w:pStyle w:val="TAL"/>
              <w:rPr>
                <w:lang w:eastAsia="en-GB"/>
              </w:rPr>
            </w:pPr>
            <w:r w:rsidRPr="004F4407">
              <w:rPr>
                <w:lang w:eastAsia="en-GB"/>
              </w:rPr>
              <w:t>Function</w:t>
            </w:r>
          </w:p>
        </w:tc>
        <w:tc>
          <w:tcPr>
            <w:tcW w:w="2339" w:type="dxa"/>
            <w:tcMar>
              <w:top w:w="0" w:type="dxa"/>
              <w:left w:w="28" w:type="dxa"/>
              <w:bottom w:w="0" w:type="dxa"/>
              <w:right w:w="108" w:type="dxa"/>
            </w:tcMar>
          </w:tcPr>
          <w:p w14:paraId="5B2C827A" w14:textId="287DE353"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5966B38" w14:textId="77777777" w:rsidR="00DC7E33" w:rsidRPr="004F4407" w:rsidRDefault="00DC7E33" w:rsidP="003974DA">
            <w:pPr>
              <w:pStyle w:val="TAC"/>
              <w:rPr>
                <w:lang w:eastAsia="en-GB"/>
              </w:rPr>
            </w:pPr>
            <w:r w:rsidRPr="004F4407">
              <w:rPr>
                <w:lang w:eastAsia="en-GB"/>
              </w:rPr>
              <w:t>f_</w:t>
            </w:r>
          </w:p>
        </w:tc>
        <w:tc>
          <w:tcPr>
            <w:tcW w:w="2367" w:type="dxa"/>
            <w:tcMar>
              <w:top w:w="0" w:type="dxa"/>
              <w:left w:w="28" w:type="dxa"/>
              <w:bottom w:w="0" w:type="dxa"/>
              <w:right w:w="108" w:type="dxa"/>
            </w:tcMar>
          </w:tcPr>
          <w:p w14:paraId="069C2893" w14:textId="77777777" w:rsidR="00DC7E33" w:rsidRPr="004F4407" w:rsidRDefault="00DC7E33" w:rsidP="003974DA">
            <w:pPr>
              <w:pStyle w:val="TAL"/>
              <w:rPr>
                <w:lang w:eastAsia="en-GB"/>
              </w:rPr>
            </w:pPr>
            <w:proofErr w:type="spellStart"/>
            <w:r w:rsidRPr="004F4407">
              <w:rPr>
                <w:lang w:eastAsia="en-GB"/>
              </w:rPr>
              <w:t>f_</w:t>
            </w:r>
            <w:proofErr w:type="gramStart"/>
            <w:r w:rsidRPr="004F4407">
              <w:rPr>
                <w:lang w:eastAsia="en-GB"/>
              </w:rPr>
              <w:t>authentication</w:t>
            </w:r>
            <w:proofErr w:type="spellEnd"/>
            <w:r w:rsidRPr="004F4407">
              <w:rPr>
                <w:lang w:eastAsia="en-GB"/>
              </w:rPr>
              <w:t>(</w:t>
            </w:r>
            <w:proofErr w:type="gramEnd"/>
            <w:r w:rsidRPr="004F4407">
              <w:rPr>
                <w:lang w:eastAsia="en-GB"/>
              </w:rPr>
              <w:t>)</w:t>
            </w:r>
          </w:p>
        </w:tc>
      </w:tr>
      <w:tr w:rsidR="00DC7E33" w:rsidRPr="004F4407" w14:paraId="5A852950" w14:textId="77777777" w:rsidTr="00565622">
        <w:trPr>
          <w:jc w:val="center"/>
        </w:trPr>
        <w:tc>
          <w:tcPr>
            <w:tcW w:w="3649" w:type="dxa"/>
            <w:tcMar>
              <w:top w:w="0" w:type="dxa"/>
              <w:left w:w="28" w:type="dxa"/>
              <w:bottom w:w="0" w:type="dxa"/>
              <w:right w:w="108" w:type="dxa"/>
            </w:tcMar>
          </w:tcPr>
          <w:p w14:paraId="72D30927" w14:textId="4A173F6E" w:rsidR="00DC7E33" w:rsidRPr="004F4407" w:rsidRDefault="00DC7E33" w:rsidP="003974DA">
            <w:pPr>
              <w:pStyle w:val="TAL"/>
              <w:rPr>
                <w:lang w:eastAsia="en-GB"/>
              </w:rPr>
            </w:pPr>
            <w:r w:rsidRPr="004F4407">
              <w:rPr>
                <w:lang w:eastAsia="en-GB"/>
              </w:rPr>
              <w:t>External</w:t>
            </w:r>
            <w:r w:rsidR="00565622" w:rsidRPr="004F4407">
              <w:rPr>
                <w:lang w:eastAsia="en-GB"/>
              </w:rPr>
              <w:t xml:space="preserve"> </w:t>
            </w:r>
            <w:r w:rsidRPr="004F4407">
              <w:rPr>
                <w:lang w:eastAsia="en-GB"/>
              </w:rPr>
              <w:t>function</w:t>
            </w:r>
          </w:p>
        </w:tc>
        <w:tc>
          <w:tcPr>
            <w:tcW w:w="2339" w:type="dxa"/>
            <w:tcMar>
              <w:top w:w="0" w:type="dxa"/>
              <w:left w:w="28" w:type="dxa"/>
              <w:bottom w:w="0" w:type="dxa"/>
              <w:right w:w="108" w:type="dxa"/>
            </w:tcMar>
          </w:tcPr>
          <w:p w14:paraId="25132457" w14:textId="4703696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A65EB27" w14:textId="77777777" w:rsidR="00DC7E33" w:rsidRPr="004F4407" w:rsidRDefault="00DC7E33" w:rsidP="003974DA">
            <w:pPr>
              <w:pStyle w:val="TAC"/>
              <w:rPr>
                <w:lang w:eastAsia="en-GB"/>
              </w:rPr>
            </w:pPr>
            <w:proofErr w:type="spellStart"/>
            <w:r w:rsidRPr="004F4407">
              <w:rPr>
                <w:lang w:eastAsia="en-GB"/>
              </w:rPr>
              <w:t>fx</w:t>
            </w:r>
            <w:proofErr w:type="spellEnd"/>
            <w:r w:rsidRPr="004F4407">
              <w:rPr>
                <w:lang w:eastAsia="en-GB"/>
              </w:rPr>
              <w:t>_</w:t>
            </w:r>
          </w:p>
        </w:tc>
        <w:tc>
          <w:tcPr>
            <w:tcW w:w="2367" w:type="dxa"/>
            <w:tcMar>
              <w:top w:w="0" w:type="dxa"/>
              <w:left w:w="28" w:type="dxa"/>
              <w:bottom w:w="0" w:type="dxa"/>
              <w:right w:w="108" w:type="dxa"/>
            </w:tcMar>
          </w:tcPr>
          <w:p w14:paraId="62FB374B" w14:textId="77777777" w:rsidR="00DC7E33" w:rsidRPr="004F4407" w:rsidRDefault="00DC7E33" w:rsidP="003974DA">
            <w:pPr>
              <w:pStyle w:val="TAL"/>
              <w:rPr>
                <w:lang w:eastAsia="en-GB"/>
              </w:rPr>
            </w:pPr>
            <w:proofErr w:type="spellStart"/>
            <w:r w:rsidRPr="004F4407">
              <w:rPr>
                <w:lang w:eastAsia="en-GB"/>
              </w:rPr>
              <w:t>fx_</w:t>
            </w:r>
            <w:proofErr w:type="gramStart"/>
            <w:r w:rsidRPr="004F4407">
              <w:rPr>
                <w:lang w:eastAsia="en-GB"/>
              </w:rPr>
              <w:t>calculateLength</w:t>
            </w:r>
            <w:proofErr w:type="spellEnd"/>
            <w:r w:rsidRPr="004F4407">
              <w:rPr>
                <w:lang w:eastAsia="en-GB"/>
              </w:rPr>
              <w:t>(</w:t>
            </w:r>
            <w:proofErr w:type="gramEnd"/>
            <w:r w:rsidRPr="004F4407">
              <w:rPr>
                <w:lang w:eastAsia="en-GB"/>
              </w:rPr>
              <w:t>)</w:t>
            </w:r>
          </w:p>
        </w:tc>
      </w:tr>
      <w:tr w:rsidR="00DC7E33" w:rsidRPr="004F4407" w14:paraId="709EE071" w14:textId="77777777" w:rsidTr="00565622">
        <w:trPr>
          <w:jc w:val="center"/>
        </w:trPr>
        <w:tc>
          <w:tcPr>
            <w:tcW w:w="3649" w:type="dxa"/>
            <w:tcMar>
              <w:top w:w="0" w:type="dxa"/>
              <w:left w:w="28" w:type="dxa"/>
              <w:bottom w:w="0" w:type="dxa"/>
              <w:right w:w="108" w:type="dxa"/>
            </w:tcMar>
          </w:tcPr>
          <w:p w14:paraId="418EBF93" w14:textId="311349CB" w:rsidR="00DC7E33" w:rsidRPr="004F4407" w:rsidRDefault="00DC7E33" w:rsidP="003974DA">
            <w:pPr>
              <w:pStyle w:val="TAL"/>
              <w:rPr>
                <w:lang w:eastAsia="en-GB"/>
              </w:rPr>
            </w:pPr>
            <w:proofErr w:type="spellStart"/>
            <w:r w:rsidRPr="004F4407">
              <w:rPr>
                <w:lang w:eastAsia="en-GB"/>
              </w:rPr>
              <w:t>Altstep</w:t>
            </w:r>
            <w:proofErr w:type="spellEnd"/>
            <w:r w:rsidR="00565622" w:rsidRPr="004F4407">
              <w:rPr>
                <w:lang w:eastAsia="en-GB"/>
              </w:rPr>
              <w:t xml:space="preserve"> </w:t>
            </w:r>
            <w:r w:rsidRPr="004F4407">
              <w:rPr>
                <w:lang w:eastAsia="en-GB"/>
              </w:rPr>
              <w:t>(incl.</w:t>
            </w:r>
            <w:r w:rsidR="00565622" w:rsidRPr="004F4407">
              <w:rPr>
                <w:lang w:eastAsia="en-GB"/>
              </w:rPr>
              <w:t xml:space="preserve"> </w:t>
            </w:r>
            <w:r w:rsidRPr="004F4407">
              <w:rPr>
                <w:lang w:eastAsia="en-GB"/>
              </w:rPr>
              <w:t>Default)</w:t>
            </w:r>
          </w:p>
        </w:tc>
        <w:tc>
          <w:tcPr>
            <w:tcW w:w="2339" w:type="dxa"/>
            <w:tcMar>
              <w:top w:w="0" w:type="dxa"/>
              <w:left w:w="28" w:type="dxa"/>
              <w:bottom w:w="0" w:type="dxa"/>
              <w:right w:w="108" w:type="dxa"/>
            </w:tcMar>
          </w:tcPr>
          <w:p w14:paraId="1C583841" w14:textId="1A105C46"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F72E4E2" w14:textId="77777777" w:rsidR="00DC7E33" w:rsidRPr="004F4407" w:rsidRDefault="00DC7E33" w:rsidP="003974DA">
            <w:pPr>
              <w:pStyle w:val="TAC"/>
              <w:rPr>
                <w:lang w:eastAsia="en-GB"/>
              </w:rPr>
            </w:pPr>
            <w:r w:rsidRPr="004F4407">
              <w:rPr>
                <w:lang w:eastAsia="en-GB"/>
              </w:rPr>
              <w:t>a_</w:t>
            </w:r>
          </w:p>
        </w:tc>
        <w:tc>
          <w:tcPr>
            <w:tcW w:w="2367" w:type="dxa"/>
            <w:tcMar>
              <w:top w:w="0" w:type="dxa"/>
              <w:left w:w="28" w:type="dxa"/>
              <w:bottom w:w="0" w:type="dxa"/>
              <w:right w:w="108" w:type="dxa"/>
            </w:tcMar>
          </w:tcPr>
          <w:p w14:paraId="75C3B90B" w14:textId="77777777" w:rsidR="00DC7E33" w:rsidRPr="004F4407" w:rsidRDefault="00DC7E33" w:rsidP="003974DA">
            <w:pPr>
              <w:pStyle w:val="TAL"/>
              <w:rPr>
                <w:lang w:eastAsia="en-GB"/>
              </w:rPr>
            </w:pPr>
            <w:proofErr w:type="spellStart"/>
            <w:r w:rsidRPr="004F4407">
              <w:rPr>
                <w:lang w:eastAsia="en-GB"/>
              </w:rPr>
              <w:t>a_</w:t>
            </w:r>
            <w:proofErr w:type="gramStart"/>
            <w:r w:rsidRPr="004F4407">
              <w:rPr>
                <w:lang w:eastAsia="en-GB"/>
              </w:rPr>
              <w:t>receiveSetup</w:t>
            </w:r>
            <w:proofErr w:type="spellEnd"/>
            <w:r w:rsidRPr="004F4407">
              <w:rPr>
                <w:lang w:eastAsia="en-GB"/>
              </w:rPr>
              <w:t>(</w:t>
            </w:r>
            <w:proofErr w:type="gramEnd"/>
            <w:r w:rsidRPr="004F4407">
              <w:rPr>
                <w:lang w:eastAsia="en-GB"/>
              </w:rPr>
              <w:t>)</w:t>
            </w:r>
          </w:p>
        </w:tc>
      </w:tr>
      <w:tr w:rsidR="00DC7E33" w:rsidRPr="004F4407" w14:paraId="0EF3CA3F" w14:textId="77777777" w:rsidTr="00565622">
        <w:trPr>
          <w:jc w:val="center"/>
        </w:trPr>
        <w:tc>
          <w:tcPr>
            <w:tcW w:w="3649" w:type="dxa"/>
            <w:tcMar>
              <w:top w:w="0" w:type="dxa"/>
              <w:left w:w="28" w:type="dxa"/>
              <w:bottom w:w="0" w:type="dxa"/>
              <w:right w:w="108" w:type="dxa"/>
            </w:tcMar>
          </w:tcPr>
          <w:p w14:paraId="1A153C39" w14:textId="16D2F02A" w:rsidR="00DC7E33" w:rsidRPr="004F4407" w:rsidRDefault="00DC7E33" w:rsidP="003974DA">
            <w:pPr>
              <w:pStyle w:val="TAL"/>
              <w:rPr>
                <w:lang w:eastAsia="en-GB"/>
              </w:rPr>
            </w:pPr>
            <w:r w:rsidRPr="004F4407">
              <w:rPr>
                <w:lang w:eastAsia="en-GB"/>
              </w:rPr>
              <w:t>Test</w:t>
            </w:r>
            <w:r w:rsidR="00565622" w:rsidRPr="004F4407">
              <w:rPr>
                <w:lang w:eastAsia="en-GB"/>
              </w:rPr>
              <w:t xml:space="preserve"> </w:t>
            </w:r>
            <w:r w:rsidRPr="004F4407">
              <w:rPr>
                <w:lang w:eastAsia="en-GB"/>
              </w:rPr>
              <w:t>case</w:t>
            </w:r>
          </w:p>
        </w:tc>
        <w:tc>
          <w:tcPr>
            <w:tcW w:w="2339" w:type="dxa"/>
            <w:tcMar>
              <w:top w:w="0" w:type="dxa"/>
              <w:left w:w="28" w:type="dxa"/>
              <w:bottom w:w="0" w:type="dxa"/>
              <w:right w:w="108" w:type="dxa"/>
            </w:tcMar>
          </w:tcPr>
          <w:p w14:paraId="3BB42336" w14:textId="42CAB50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ETSI</w:t>
            </w:r>
            <w:r w:rsidR="00565622" w:rsidRPr="004F4407">
              <w:rPr>
                <w:lang w:eastAsia="en-GB"/>
              </w:rPr>
              <w:t xml:space="preserve"> </w:t>
            </w:r>
            <w:r w:rsidRPr="004F4407">
              <w:rPr>
                <w:lang w:eastAsia="en-GB"/>
              </w:rPr>
              <w:t>numbering</w:t>
            </w:r>
          </w:p>
        </w:tc>
        <w:tc>
          <w:tcPr>
            <w:tcW w:w="1293" w:type="dxa"/>
            <w:tcMar>
              <w:top w:w="0" w:type="dxa"/>
              <w:left w:w="28" w:type="dxa"/>
              <w:bottom w:w="0" w:type="dxa"/>
              <w:right w:w="108" w:type="dxa"/>
            </w:tcMar>
          </w:tcPr>
          <w:p w14:paraId="08B7938E" w14:textId="77777777" w:rsidR="00DC7E33" w:rsidRPr="004F4407" w:rsidRDefault="00DC7E33" w:rsidP="003974DA">
            <w:pPr>
              <w:pStyle w:val="TAC"/>
              <w:rPr>
                <w:lang w:eastAsia="en-GB"/>
              </w:rPr>
            </w:pPr>
            <w:r w:rsidRPr="0032615D">
              <w:rPr>
                <w:lang w:eastAsia="en-GB"/>
              </w:rPr>
              <w:t>TC</w:t>
            </w:r>
            <w:r w:rsidRPr="004F4407">
              <w:rPr>
                <w:lang w:eastAsia="en-GB"/>
              </w:rPr>
              <w:t>_</w:t>
            </w:r>
          </w:p>
        </w:tc>
        <w:tc>
          <w:tcPr>
            <w:tcW w:w="2367" w:type="dxa"/>
            <w:tcMar>
              <w:top w:w="0" w:type="dxa"/>
              <w:left w:w="28" w:type="dxa"/>
              <w:bottom w:w="0" w:type="dxa"/>
              <w:right w:w="108" w:type="dxa"/>
            </w:tcMar>
          </w:tcPr>
          <w:p w14:paraId="05A46643" w14:textId="77777777" w:rsidR="00DC7E33" w:rsidRPr="004F4407" w:rsidRDefault="00DC7E33" w:rsidP="003974DA">
            <w:pPr>
              <w:pStyle w:val="TAL"/>
              <w:rPr>
                <w:lang w:eastAsia="en-GB"/>
              </w:rPr>
            </w:pPr>
            <w:r w:rsidRPr="0032615D">
              <w:rPr>
                <w:lang w:eastAsia="en-GB"/>
              </w:rPr>
              <w:t>TC</w:t>
            </w:r>
            <w:r w:rsidRPr="004F4407">
              <w:rPr>
                <w:lang w:eastAsia="en-GB"/>
              </w:rPr>
              <w:t>_COR_0009_47_ND</w:t>
            </w:r>
          </w:p>
        </w:tc>
      </w:tr>
      <w:tr w:rsidR="00DC7E33" w:rsidRPr="004F4407" w14:paraId="6767A475" w14:textId="77777777" w:rsidTr="00565622">
        <w:trPr>
          <w:jc w:val="center"/>
        </w:trPr>
        <w:tc>
          <w:tcPr>
            <w:tcW w:w="3649" w:type="dxa"/>
            <w:tcMar>
              <w:top w:w="0" w:type="dxa"/>
              <w:left w:w="28" w:type="dxa"/>
              <w:bottom w:w="0" w:type="dxa"/>
              <w:right w:w="108" w:type="dxa"/>
            </w:tcMar>
          </w:tcPr>
          <w:p w14:paraId="39A28550" w14:textId="18000BEC" w:rsidR="00DC7E33" w:rsidRPr="004F4407" w:rsidRDefault="00DC7E33" w:rsidP="003974DA">
            <w:pPr>
              <w:pStyle w:val="TAL"/>
              <w:rPr>
                <w:lang w:eastAsia="en-GB"/>
              </w:rPr>
            </w:pPr>
            <w:r w:rsidRPr="004F4407">
              <w:rPr>
                <w:lang w:eastAsia="en-GB"/>
              </w:rPr>
              <w:t>Variable</w:t>
            </w:r>
            <w:r w:rsidR="00565622" w:rsidRPr="004F4407">
              <w:rPr>
                <w:lang w:eastAsia="en-GB"/>
              </w:rPr>
              <w:t xml:space="preserve"> </w:t>
            </w:r>
            <w:r w:rsidRPr="004F4407">
              <w:rPr>
                <w:lang w:eastAsia="en-GB"/>
              </w:rPr>
              <w:t>(local)</w:t>
            </w:r>
          </w:p>
        </w:tc>
        <w:tc>
          <w:tcPr>
            <w:tcW w:w="2339" w:type="dxa"/>
            <w:tcMar>
              <w:top w:w="0" w:type="dxa"/>
              <w:left w:w="28" w:type="dxa"/>
              <w:bottom w:w="0" w:type="dxa"/>
              <w:right w:w="108" w:type="dxa"/>
            </w:tcMar>
          </w:tcPr>
          <w:p w14:paraId="2AE13145" w14:textId="1956B64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1C2BEA6D" w14:textId="77777777" w:rsidR="00DC7E33" w:rsidRPr="004F4407" w:rsidRDefault="00DC7E33" w:rsidP="003974DA">
            <w:pPr>
              <w:pStyle w:val="TAC"/>
              <w:rPr>
                <w:lang w:eastAsia="en-GB"/>
              </w:rPr>
            </w:pPr>
            <w:r w:rsidRPr="004F4407">
              <w:rPr>
                <w:lang w:eastAsia="en-GB"/>
              </w:rPr>
              <w:t>v_</w:t>
            </w:r>
          </w:p>
        </w:tc>
        <w:tc>
          <w:tcPr>
            <w:tcW w:w="2367" w:type="dxa"/>
            <w:tcMar>
              <w:top w:w="0" w:type="dxa"/>
              <w:left w:w="28" w:type="dxa"/>
              <w:bottom w:w="0" w:type="dxa"/>
              <w:right w:w="108" w:type="dxa"/>
            </w:tcMar>
          </w:tcPr>
          <w:p w14:paraId="5BCD2094" w14:textId="77777777" w:rsidR="00DC7E33" w:rsidRPr="004F4407" w:rsidRDefault="00DC7E33" w:rsidP="003974DA">
            <w:pPr>
              <w:pStyle w:val="TAL"/>
              <w:rPr>
                <w:lang w:eastAsia="en-GB"/>
              </w:rPr>
            </w:pPr>
            <w:proofErr w:type="spellStart"/>
            <w:r w:rsidRPr="004F4407">
              <w:rPr>
                <w:lang w:eastAsia="en-GB"/>
              </w:rPr>
              <w:t>v_macId</w:t>
            </w:r>
            <w:proofErr w:type="spellEnd"/>
          </w:p>
        </w:tc>
      </w:tr>
      <w:tr w:rsidR="00DC7E33" w:rsidRPr="004F4407" w14:paraId="1CFAF96F" w14:textId="77777777" w:rsidTr="00565622">
        <w:trPr>
          <w:jc w:val="center"/>
        </w:trPr>
        <w:tc>
          <w:tcPr>
            <w:tcW w:w="3649" w:type="dxa"/>
            <w:tcMar>
              <w:top w:w="0" w:type="dxa"/>
              <w:left w:w="28" w:type="dxa"/>
              <w:bottom w:w="0" w:type="dxa"/>
              <w:right w:w="108" w:type="dxa"/>
            </w:tcMar>
          </w:tcPr>
          <w:p w14:paraId="0E1CFC6A" w14:textId="3CB17B6C" w:rsidR="00DC7E33" w:rsidRPr="004F4407" w:rsidRDefault="00DC7E33" w:rsidP="003974DA">
            <w:pPr>
              <w:pStyle w:val="TAL"/>
              <w:rPr>
                <w:lang w:eastAsia="en-GB"/>
              </w:rPr>
            </w:pPr>
            <w:r w:rsidRPr="004F4407">
              <w:rPr>
                <w:lang w:eastAsia="en-GB"/>
              </w:rPr>
              <w:t>Variable</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090C352B" w14:textId="5A3AF19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3460711D" w14:textId="77777777" w:rsidR="00DC7E33" w:rsidRPr="004F4407" w:rsidRDefault="00DC7E33" w:rsidP="003974DA">
            <w:pPr>
              <w:pStyle w:val="TAC"/>
              <w:rPr>
                <w:lang w:eastAsia="en-GB"/>
              </w:rPr>
            </w:pPr>
            <w:proofErr w:type="spellStart"/>
            <w:r w:rsidRPr="004F4407">
              <w:rPr>
                <w:lang w:eastAsia="en-GB"/>
              </w:rPr>
              <w:t>vc</w:t>
            </w:r>
            <w:proofErr w:type="spellEnd"/>
            <w:r w:rsidRPr="004F4407">
              <w:rPr>
                <w:lang w:eastAsia="en-GB"/>
              </w:rPr>
              <w:t>_</w:t>
            </w:r>
          </w:p>
        </w:tc>
        <w:tc>
          <w:tcPr>
            <w:tcW w:w="2367" w:type="dxa"/>
            <w:tcMar>
              <w:top w:w="0" w:type="dxa"/>
              <w:left w:w="28" w:type="dxa"/>
              <w:bottom w:w="0" w:type="dxa"/>
              <w:right w:w="108" w:type="dxa"/>
            </w:tcMar>
          </w:tcPr>
          <w:p w14:paraId="72E02BBD" w14:textId="77777777" w:rsidR="00DC7E33" w:rsidRPr="004F4407" w:rsidRDefault="00DC7E33" w:rsidP="003974DA">
            <w:pPr>
              <w:pStyle w:val="TAL"/>
              <w:rPr>
                <w:lang w:eastAsia="en-GB"/>
              </w:rPr>
            </w:pPr>
            <w:proofErr w:type="spellStart"/>
            <w:r w:rsidRPr="004F4407">
              <w:rPr>
                <w:lang w:eastAsia="en-GB"/>
              </w:rPr>
              <w:t>vc_systemName</w:t>
            </w:r>
            <w:proofErr w:type="spellEnd"/>
          </w:p>
        </w:tc>
      </w:tr>
      <w:tr w:rsidR="00DC7E33" w:rsidRPr="004F4407" w14:paraId="0CDA9028" w14:textId="77777777" w:rsidTr="00565622">
        <w:trPr>
          <w:jc w:val="center"/>
        </w:trPr>
        <w:tc>
          <w:tcPr>
            <w:tcW w:w="3649" w:type="dxa"/>
            <w:tcMar>
              <w:top w:w="0" w:type="dxa"/>
              <w:left w:w="28" w:type="dxa"/>
              <w:bottom w:w="0" w:type="dxa"/>
              <w:right w:w="108" w:type="dxa"/>
            </w:tcMar>
          </w:tcPr>
          <w:p w14:paraId="633FCFE5" w14:textId="3E565641" w:rsidR="00DC7E33" w:rsidRPr="004F4407" w:rsidRDefault="00DC7E33" w:rsidP="003974DA">
            <w:pPr>
              <w:pStyle w:val="TAL"/>
              <w:rPr>
                <w:lang w:eastAsia="en-GB"/>
              </w:rPr>
            </w:pPr>
            <w:r w:rsidRPr="004F4407">
              <w:rPr>
                <w:lang w:eastAsia="en-GB"/>
              </w:rPr>
              <w:t>Timer</w:t>
            </w:r>
            <w:r w:rsidR="00565622" w:rsidRPr="004F4407">
              <w:rPr>
                <w:lang w:eastAsia="en-GB"/>
              </w:rPr>
              <w:t xml:space="preserve"> </w:t>
            </w:r>
            <w:r w:rsidRPr="004F4407">
              <w:rPr>
                <w:lang w:eastAsia="en-GB"/>
              </w:rPr>
              <w:t>(local)</w:t>
            </w:r>
          </w:p>
        </w:tc>
        <w:tc>
          <w:tcPr>
            <w:tcW w:w="2339" w:type="dxa"/>
            <w:tcMar>
              <w:top w:w="0" w:type="dxa"/>
              <w:left w:w="28" w:type="dxa"/>
              <w:bottom w:w="0" w:type="dxa"/>
              <w:right w:w="108" w:type="dxa"/>
            </w:tcMar>
          </w:tcPr>
          <w:p w14:paraId="2217635A" w14:textId="26E45312"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64B4165" w14:textId="77777777" w:rsidR="00DC7E33" w:rsidRPr="004F4407" w:rsidRDefault="00DC7E33" w:rsidP="003974DA">
            <w:pPr>
              <w:pStyle w:val="TAC"/>
              <w:rPr>
                <w:lang w:eastAsia="en-GB"/>
              </w:rPr>
            </w:pPr>
            <w:r w:rsidRPr="004F4407">
              <w:rPr>
                <w:lang w:eastAsia="en-GB"/>
              </w:rPr>
              <w:t>t_</w:t>
            </w:r>
          </w:p>
        </w:tc>
        <w:tc>
          <w:tcPr>
            <w:tcW w:w="2367" w:type="dxa"/>
            <w:tcMar>
              <w:top w:w="0" w:type="dxa"/>
              <w:left w:w="28" w:type="dxa"/>
              <w:bottom w:w="0" w:type="dxa"/>
              <w:right w:w="108" w:type="dxa"/>
            </w:tcMar>
          </w:tcPr>
          <w:p w14:paraId="4018A764" w14:textId="77777777" w:rsidR="00DC7E33" w:rsidRPr="004F4407" w:rsidRDefault="00DC7E33" w:rsidP="003974DA">
            <w:pPr>
              <w:pStyle w:val="TAL"/>
              <w:rPr>
                <w:lang w:eastAsia="en-GB"/>
              </w:rPr>
            </w:pPr>
            <w:proofErr w:type="spellStart"/>
            <w:r w:rsidRPr="004F4407">
              <w:rPr>
                <w:lang w:eastAsia="en-GB"/>
              </w:rPr>
              <w:t>t_wait</w:t>
            </w:r>
            <w:proofErr w:type="spellEnd"/>
          </w:p>
        </w:tc>
      </w:tr>
      <w:tr w:rsidR="00DC7E33" w:rsidRPr="004F4407" w14:paraId="009F631B" w14:textId="77777777" w:rsidTr="00565622">
        <w:trPr>
          <w:jc w:val="center"/>
        </w:trPr>
        <w:tc>
          <w:tcPr>
            <w:tcW w:w="3649" w:type="dxa"/>
            <w:tcMar>
              <w:top w:w="0" w:type="dxa"/>
              <w:left w:w="28" w:type="dxa"/>
              <w:bottom w:w="0" w:type="dxa"/>
              <w:right w:w="108" w:type="dxa"/>
            </w:tcMar>
          </w:tcPr>
          <w:p w14:paraId="37D9066E" w14:textId="68F11FA8" w:rsidR="00DC7E33" w:rsidRPr="004F4407" w:rsidRDefault="00DC7E33" w:rsidP="003974DA">
            <w:pPr>
              <w:pStyle w:val="TAL"/>
              <w:rPr>
                <w:lang w:eastAsia="en-GB"/>
              </w:rPr>
            </w:pPr>
            <w:r w:rsidRPr="004F4407">
              <w:rPr>
                <w:lang w:eastAsia="en-GB"/>
              </w:rPr>
              <w:t>Timer</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component)</w:t>
            </w:r>
          </w:p>
        </w:tc>
        <w:tc>
          <w:tcPr>
            <w:tcW w:w="2339" w:type="dxa"/>
            <w:tcMar>
              <w:top w:w="0" w:type="dxa"/>
              <w:left w:w="28" w:type="dxa"/>
              <w:bottom w:w="0" w:type="dxa"/>
              <w:right w:w="108" w:type="dxa"/>
            </w:tcMar>
          </w:tcPr>
          <w:p w14:paraId="1BD870C5" w14:textId="42AFE129"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596B01FE" w14:textId="77777777" w:rsidR="00DC7E33" w:rsidRPr="004F4407" w:rsidRDefault="00DC7E33" w:rsidP="003974DA">
            <w:pPr>
              <w:pStyle w:val="TAC"/>
              <w:rPr>
                <w:lang w:eastAsia="en-GB"/>
              </w:rPr>
            </w:pPr>
            <w:proofErr w:type="spellStart"/>
            <w:r w:rsidRPr="0032615D">
              <w:rPr>
                <w:lang w:eastAsia="en-GB"/>
              </w:rPr>
              <w:t>tc</w:t>
            </w:r>
            <w:proofErr w:type="spellEnd"/>
            <w:r w:rsidRPr="004F4407">
              <w:rPr>
                <w:lang w:eastAsia="en-GB"/>
              </w:rPr>
              <w:t>_</w:t>
            </w:r>
          </w:p>
        </w:tc>
        <w:tc>
          <w:tcPr>
            <w:tcW w:w="2367" w:type="dxa"/>
            <w:tcMar>
              <w:top w:w="0" w:type="dxa"/>
              <w:left w:w="28" w:type="dxa"/>
              <w:bottom w:w="0" w:type="dxa"/>
              <w:right w:w="108" w:type="dxa"/>
            </w:tcMar>
          </w:tcPr>
          <w:p w14:paraId="79385199" w14:textId="77777777" w:rsidR="00DC7E33" w:rsidRPr="004F4407" w:rsidRDefault="00DC7E33" w:rsidP="003974DA">
            <w:pPr>
              <w:pStyle w:val="TAL"/>
              <w:rPr>
                <w:lang w:eastAsia="en-GB"/>
              </w:rPr>
            </w:pPr>
            <w:proofErr w:type="spellStart"/>
            <w:r w:rsidRPr="0032615D">
              <w:rPr>
                <w:lang w:eastAsia="en-GB"/>
              </w:rPr>
              <w:t>tc</w:t>
            </w:r>
            <w:r w:rsidRPr="004F4407">
              <w:rPr>
                <w:lang w:eastAsia="en-GB"/>
              </w:rPr>
              <w:t>_authMin</w:t>
            </w:r>
            <w:proofErr w:type="spellEnd"/>
          </w:p>
        </w:tc>
      </w:tr>
      <w:tr w:rsidR="00DC7E33" w:rsidRPr="004F4407" w14:paraId="7D23E178" w14:textId="77777777" w:rsidTr="00565622">
        <w:trPr>
          <w:jc w:val="center"/>
        </w:trPr>
        <w:tc>
          <w:tcPr>
            <w:tcW w:w="3649" w:type="dxa"/>
            <w:tcMar>
              <w:top w:w="0" w:type="dxa"/>
              <w:left w:w="28" w:type="dxa"/>
              <w:bottom w:w="0" w:type="dxa"/>
              <w:right w:w="108" w:type="dxa"/>
            </w:tcMar>
          </w:tcPr>
          <w:p w14:paraId="7DA9B47C" w14:textId="7810AD0D" w:rsidR="00DC7E33" w:rsidRPr="004F4407" w:rsidRDefault="00DC7E33" w:rsidP="003974DA">
            <w:pPr>
              <w:pStyle w:val="TAL"/>
              <w:rPr>
                <w:lang w:eastAsia="en-GB"/>
              </w:rPr>
            </w:pPr>
            <w:r w:rsidRPr="004F4407">
              <w:rPr>
                <w:lang w:eastAsia="en-GB"/>
              </w:rPr>
              <w:t>Module</w:t>
            </w:r>
            <w:r w:rsidR="00565622" w:rsidRPr="004F4407">
              <w:rPr>
                <w:lang w:eastAsia="en-GB"/>
              </w:rPr>
              <w:t xml:space="preserve"> </w:t>
            </w:r>
            <w:r w:rsidRPr="004F4407">
              <w:rPr>
                <w:lang w:eastAsia="en-GB"/>
              </w:rPr>
              <w:t>parameters</w:t>
            </w:r>
            <w:r w:rsidR="00565622" w:rsidRPr="004F4407">
              <w:rPr>
                <w:lang w:eastAsia="en-GB"/>
              </w:rPr>
              <w:t xml:space="preserve"> </w:t>
            </w:r>
            <w:r w:rsidRPr="004F4407">
              <w:rPr>
                <w:lang w:eastAsia="en-GB"/>
              </w:rPr>
              <w:t>for</w:t>
            </w:r>
            <w:r w:rsidR="00565622" w:rsidRPr="004F4407">
              <w:rPr>
                <w:lang w:eastAsia="en-GB"/>
              </w:rPr>
              <w:t xml:space="preserve"> </w:t>
            </w:r>
            <w:r w:rsidRPr="0032615D">
              <w:rPr>
                <w:lang w:eastAsia="en-GB"/>
              </w:rPr>
              <w:t>PICS</w:t>
            </w:r>
          </w:p>
        </w:tc>
        <w:tc>
          <w:tcPr>
            <w:tcW w:w="2339" w:type="dxa"/>
            <w:tcMar>
              <w:top w:w="0" w:type="dxa"/>
              <w:left w:w="28" w:type="dxa"/>
              <w:bottom w:w="0" w:type="dxa"/>
              <w:right w:w="108" w:type="dxa"/>
            </w:tcMar>
          </w:tcPr>
          <w:p w14:paraId="727DE34B" w14:textId="27D15774"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all</w:t>
            </w:r>
            <w:r w:rsidR="00565622" w:rsidRPr="004F4407">
              <w:rPr>
                <w:lang w:eastAsia="en-GB"/>
              </w:rPr>
              <w:t xml:space="preserve"> </w:t>
            </w:r>
            <w:proofErr w:type="gramStart"/>
            <w:r w:rsidRPr="004F4407">
              <w:rPr>
                <w:lang w:eastAsia="en-GB"/>
              </w:rPr>
              <w:t>upper</w:t>
            </w:r>
            <w:r w:rsidR="00565622" w:rsidRPr="004F4407">
              <w:rPr>
                <w:lang w:eastAsia="en-GB"/>
              </w:rPr>
              <w:t xml:space="preserve"> </w:t>
            </w:r>
            <w:r w:rsidRPr="004F4407">
              <w:rPr>
                <w:lang w:eastAsia="en-GB"/>
              </w:rPr>
              <w:t>case</w:t>
            </w:r>
            <w:proofErr w:type="gramEnd"/>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6285AF5A" w14:textId="77777777" w:rsidR="00DC7E33" w:rsidRPr="004F4407" w:rsidRDefault="00DC7E33" w:rsidP="003974DA">
            <w:pPr>
              <w:pStyle w:val="TAC"/>
              <w:rPr>
                <w:lang w:eastAsia="en-GB"/>
              </w:rPr>
            </w:pPr>
            <w:r w:rsidRPr="0032615D">
              <w:rPr>
                <w:lang w:eastAsia="en-GB"/>
              </w:rPr>
              <w:t>PICS</w:t>
            </w:r>
            <w:r w:rsidRPr="004F4407">
              <w:rPr>
                <w:lang w:eastAsia="en-GB"/>
              </w:rPr>
              <w:t>_</w:t>
            </w:r>
          </w:p>
        </w:tc>
        <w:tc>
          <w:tcPr>
            <w:tcW w:w="2367" w:type="dxa"/>
            <w:tcMar>
              <w:top w:w="0" w:type="dxa"/>
              <w:left w:w="28" w:type="dxa"/>
              <w:bottom w:w="0" w:type="dxa"/>
              <w:right w:w="108" w:type="dxa"/>
            </w:tcMar>
          </w:tcPr>
          <w:p w14:paraId="3DA4FA52" w14:textId="77777777" w:rsidR="00DC7E33" w:rsidRPr="004F4407" w:rsidRDefault="00DC7E33" w:rsidP="003974DA">
            <w:pPr>
              <w:pStyle w:val="TAL"/>
              <w:rPr>
                <w:lang w:eastAsia="en-GB"/>
              </w:rPr>
            </w:pPr>
            <w:r w:rsidRPr="0032615D">
              <w:rPr>
                <w:lang w:eastAsia="en-GB"/>
              </w:rPr>
              <w:t>PICS</w:t>
            </w:r>
            <w:r w:rsidRPr="004F4407">
              <w:rPr>
                <w:lang w:eastAsia="en-GB"/>
              </w:rPr>
              <w:t>_DOOROPEN</w:t>
            </w:r>
          </w:p>
        </w:tc>
      </w:tr>
      <w:tr w:rsidR="00DC7E33" w:rsidRPr="004F4407" w14:paraId="644E996C" w14:textId="77777777" w:rsidTr="00565622">
        <w:trPr>
          <w:jc w:val="center"/>
        </w:trPr>
        <w:tc>
          <w:tcPr>
            <w:tcW w:w="3649" w:type="dxa"/>
            <w:tcMar>
              <w:top w:w="0" w:type="dxa"/>
              <w:left w:w="28" w:type="dxa"/>
              <w:bottom w:w="0" w:type="dxa"/>
              <w:right w:w="108" w:type="dxa"/>
            </w:tcMar>
          </w:tcPr>
          <w:p w14:paraId="648DB5F2" w14:textId="1DD8AACE" w:rsidR="00DC7E33" w:rsidRPr="004F4407" w:rsidRDefault="00DC7E33" w:rsidP="003974DA">
            <w:pPr>
              <w:pStyle w:val="TAL"/>
              <w:rPr>
                <w:lang w:eastAsia="en-GB"/>
              </w:rPr>
            </w:pPr>
            <w:r w:rsidRPr="004F4407">
              <w:rPr>
                <w:lang w:eastAsia="en-GB"/>
              </w:rPr>
              <w:t>Module</w:t>
            </w:r>
            <w:r w:rsidR="00565622" w:rsidRPr="004F4407">
              <w:rPr>
                <w:lang w:eastAsia="en-GB"/>
              </w:rPr>
              <w:t xml:space="preserve"> </w:t>
            </w:r>
            <w:r w:rsidRPr="004F4407">
              <w:rPr>
                <w:lang w:eastAsia="en-GB"/>
              </w:rPr>
              <w:t>parameters</w:t>
            </w:r>
            <w:r w:rsidR="00565622" w:rsidRPr="004F4407">
              <w:rPr>
                <w:lang w:eastAsia="en-GB"/>
              </w:rPr>
              <w:t xml:space="preserve"> </w:t>
            </w:r>
            <w:r w:rsidRPr="004F4407">
              <w:rPr>
                <w:lang w:eastAsia="en-GB"/>
              </w:rPr>
              <w:t>for</w:t>
            </w:r>
            <w:r w:rsidR="00565622" w:rsidRPr="004F4407">
              <w:rPr>
                <w:lang w:eastAsia="en-GB"/>
              </w:rPr>
              <w:t xml:space="preserve"> </w:t>
            </w:r>
            <w:r w:rsidRPr="004F4407">
              <w:rPr>
                <w:lang w:eastAsia="en-GB"/>
              </w:rPr>
              <w:t>other</w:t>
            </w:r>
            <w:r w:rsidR="00565622" w:rsidRPr="004F4407">
              <w:rPr>
                <w:lang w:eastAsia="en-GB"/>
              </w:rPr>
              <w:t xml:space="preserve"> </w:t>
            </w:r>
            <w:r w:rsidRPr="004F4407">
              <w:rPr>
                <w:lang w:eastAsia="en-GB"/>
              </w:rPr>
              <w:t>parameters</w:t>
            </w:r>
          </w:p>
        </w:tc>
        <w:tc>
          <w:tcPr>
            <w:tcW w:w="2339" w:type="dxa"/>
            <w:tcMar>
              <w:top w:w="0" w:type="dxa"/>
              <w:left w:w="28" w:type="dxa"/>
              <w:bottom w:w="0" w:type="dxa"/>
              <w:right w:w="108" w:type="dxa"/>
            </w:tcMar>
          </w:tcPr>
          <w:p w14:paraId="2B8A00C6" w14:textId="748890F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all</w:t>
            </w:r>
            <w:r w:rsidR="00565622" w:rsidRPr="004F4407">
              <w:rPr>
                <w:lang w:eastAsia="en-GB"/>
              </w:rPr>
              <w:t xml:space="preserve"> </w:t>
            </w:r>
            <w:proofErr w:type="gramStart"/>
            <w:r w:rsidRPr="004F4407">
              <w:rPr>
                <w:lang w:eastAsia="en-GB"/>
              </w:rPr>
              <w:t>upper</w:t>
            </w:r>
            <w:r w:rsidR="00565622" w:rsidRPr="004F4407">
              <w:rPr>
                <w:lang w:eastAsia="en-GB"/>
              </w:rPr>
              <w:t xml:space="preserve"> </w:t>
            </w:r>
            <w:r w:rsidRPr="004F4407">
              <w:rPr>
                <w:lang w:eastAsia="en-GB"/>
              </w:rPr>
              <w:t>case</w:t>
            </w:r>
            <w:proofErr w:type="gramEnd"/>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684C6912" w14:textId="77777777" w:rsidR="00DC7E33" w:rsidRPr="004F4407" w:rsidRDefault="00DC7E33" w:rsidP="003974DA">
            <w:pPr>
              <w:pStyle w:val="TAC"/>
              <w:rPr>
                <w:lang w:eastAsia="en-GB"/>
              </w:rPr>
            </w:pPr>
            <w:r w:rsidRPr="0032615D">
              <w:rPr>
                <w:lang w:eastAsia="en-GB"/>
              </w:rPr>
              <w:t>PX</w:t>
            </w:r>
            <w:r w:rsidRPr="004F4407">
              <w:rPr>
                <w:lang w:eastAsia="en-GB"/>
              </w:rPr>
              <w:t>_</w:t>
            </w:r>
          </w:p>
        </w:tc>
        <w:tc>
          <w:tcPr>
            <w:tcW w:w="2367" w:type="dxa"/>
            <w:tcMar>
              <w:top w:w="0" w:type="dxa"/>
              <w:left w:w="28" w:type="dxa"/>
              <w:bottom w:w="0" w:type="dxa"/>
              <w:right w:w="108" w:type="dxa"/>
            </w:tcMar>
          </w:tcPr>
          <w:p w14:paraId="5667B9C5" w14:textId="77777777" w:rsidR="00DC7E33" w:rsidRPr="004F4407" w:rsidRDefault="00DC7E33" w:rsidP="003974DA">
            <w:pPr>
              <w:pStyle w:val="TAL"/>
              <w:rPr>
                <w:lang w:eastAsia="en-GB"/>
              </w:rPr>
            </w:pPr>
            <w:r w:rsidRPr="0032615D">
              <w:rPr>
                <w:lang w:eastAsia="en-GB"/>
              </w:rPr>
              <w:t>PX</w:t>
            </w:r>
            <w:r w:rsidRPr="004F4407">
              <w:rPr>
                <w:lang w:eastAsia="en-GB"/>
              </w:rPr>
              <w:t>_TESTER_STATION_ID</w:t>
            </w:r>
          </w:p>
        </w:tc>
      </w:tr>
      <w:tr w:rsidR="00DC7E33" w:rsidRPr="004F4407" w14:paraId="288B3C05" w14:textId="77777777" w:rsidTr="00565622">
        <w:trPr>
          <w:jc w:val="center"/>
        </w:trPr>
        <w:tc>
          <w:tcPr>
            <w:tcW w:w="3649" w:type="dxa"/>
            <w:tcMar>
              <w:top w:w="0" w:type="dxa"/>
              <w:left w:w="28" w:type="dxa"/>
              <w:bottom w:w="0" w:type="dxa"/>
              <w:right w:w="108" w:type="dxa"/>
            </w:tcMar>
          </w:tcPr>
          <w:p w14:paraId="3660C2CA" w14:textId="595D2BF4" w:rsidR="00DC7E33" w:rsidRPr="004F4407" w:rsidRDefault="00DC7E33" w:rsidP="003974DA">
            <w:pPr>
              <w:pStyle w:val="TAL"/>
              <w:rPr>
                <w:lang w:eastAsia="en-GB"/>
              </w:rPr>
            </w:pPr>
            <w:r w:rsidRPr="004F4407">
              <w:rPr>
                <w:lang w:eastAsia="en-GB"/>
              </w:rPr>
              <w:t>Formal</w:t>
            </w:r>
            <w:r w:rsidR="00565622" w:rsidRPr="004F4407">
              <w:rPr>
                <w:lang w:eastAsia="en-GB"/>
              </w:rPr>
              <w:t xml:space="preserve"> </w:t>
            </w:r>
            <w:r w:rsidRPr="004F4407">
              <w:rPr>
                <w:lang w:eastAsia="en-GB"/>
              </w:rPr>
              <w:t>Parameters</w:t>
            </w:r>
          </w:p>
        </w:tc>
        <w:tc>
          <w:tcPr>
            <w:tcW w:w="2339" w:type="dxa"/>
            <w:tcMar>
              <w:top w:w="0" w:type="dxa"/>
              <w:left w:w="28" w:type="dxa"/>
              <w:bottom w:w="0" w:type="dxa"/>
              <w:right w:w="108" w:type="dxa"/>
            </w:tcMar>
          </w:tcPr>
          <w:p w14:paraId="391D9135" w14:textId="45A97B1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3E585F38" w14:textId="77777777" w:rsidR="00DC7E33" w:rsidRPr="004F4407" w:rsidRDefault="00DC7E33" w:rsidP="003974DA">
            <w:pPr>
              <w:pStyle w:val="TAC"/>
              <w:rPr>
                <w:lang w:eastAsia="en-GB"/>
              </w:rPr>
            </w:pPr>
            <w:r w:rsidRPr="004F4407">
              <w:rPr>
                <w:lang w:eastAsia="en-GB"/>
              </w:rPr>
              <w:t>p_</w:t>
            </w:r>
          </w:p>
        </w:tc>
        <w:tc>
          <w:tcPr>
            <w:tcW w:w="2367" w:type="dxa"/>
            <w:tcMar>
              <w:top w:w="0" w:type="dxa"/>
              <w:left w:w="28" w:type="dxa"/>
              <w:bottom w:w="0" w:type="dxa"/>
              <w:right w:w="108" w:type="dxa"/>
            </w:tcMar>
          </w:tcPr>
          <w:p w14:paraId="5F49AD53" w14:textId="77777777" w:rsidR="00DC7E33" w:rsidRPr="004F4407" w:rsidRDefault="00DC7E33" w:rsidP="003974DA">
            <w:pPr>
              <w:pStyle w:val="TAL"/>
              <w:rPr>
                <w:lang w:eastAsia="en-GB"/>
              </w:rPr>
            </w:pPr>
            <w:proofErr w:type="spellStart"/>
            <w:r w:rsidRPr="004F4407">
              <w:rPr>
                <w:lang w:eastAsia="en-GB"/>
              </w:rPr>
              <w:t>p_macId</w:t>
            </w:r>
            <w:proofErr w:type="spellEnd"/>
          </w:p>
        </w:tc>
      </w:tr>
      <w:tr w:rsidR="00DC7E33" w:rsidRPr="004F4407" w14:paraId="51A4F91E" w14:textId="77777777" w:rsidTr="00565622">
        <w:trPr>
          <w:jc w:val="center"/>
        </w:trPr>
        <w:tc>
          <w:tcPr>
            <w:tcW w:w="3649" w:type="dxa"/>
            <w:tcMar>
              <w:top w:w="0" w:type="dxa"/>
              <w:left w:w="28" w:type="dxa"/>
              <w:bottom w:w="0" w:type="dxa"/>
              <w:right w:w="108" w:type="dxa"/>
            </w:tcMar>
          </w:tcPr>
          <w:p w14:paraId="008A50C1" w14:textId="223D1511" w:rsidR="00DC7E33" w:rsidRPr="004F4407" w:rsidRDefault="00DC7E33" w:rsidP="003974DA">
            <w:pPr>
              <w:pStyle w:val="TAL"/>
              <w:rPr>
                <w:lang w:eastAsia="en-GB"/>
              </w:rPr>
            </w:pPr>
            <w:r w:rsidRPr="004F4407">
              <w:rPr>
                <w:lang w:eastAsia="en-GB"/>
              </w:rPr>
              <w:t>Enumerated</w:t>
            </w:r>
            <w:r w:rsidR="00565622" w:rsidRPr="004F4407">
              <w:rPr>
                <w:lang w:eastAsia="en-GB"/>
              </w:rPr>
              <w:t xml:space="preserve"> </w:t>
            </w:r>
            <w:r w:rsidRPr="004F4407">
              <w:rPr>
                <w:lang w:eastAsia="en-GB"/>
              </w:rPr>
              <w:t>Values</w:t>
            </w:r>
          </w:p>
        </w:tc>
        <w:tc>
          <w:tcPr>
            <w:tcW w:w="2339" w:type="dxa"/>
            <w:tcMar>
              <w:top w:w="0" w:type="dxa"/>
              <w:left w:w="28" w:type="dxa"/>
              <w:bottom w:w="0" w:type="dxa"/>
              <w:right w:w="108" w:type="dxa"/>
            </w:tcMar>
          </w:tcPr>
          <w:p w14:paraId="5548B3C9" w14:textId="4B5AB63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125FE49" w14:textId="77777777" w:rsidR="00DC7E33" w:rsidRPr="004F4407" w:rsidRDefault="00DC7E33" w:rsidP="003974DA">
            <w:pPr>
              <w:pStyle w:val="TAC"/>
              <w:rPr>
                <w:lang w:eastAsia="en-GB"/>
              </w:rPr>
            </w:pPr>
            <w:r w:rsidRPr="004F4407">
              <w:rPr>
                <w:lang w:eastAsia="en-GB"/>
              </w:rPr>
              <w:t>e_</w:t>
            </w:r>
          </w:p>
        </w:tc>
        <w:tc>
          <w:tcPr>
            <w:tcW w:w="2367" w:type="dxa"/>
            <w:tcMar>
              <w:top w:w="0" w:type="dxa"/>
              <w:left w:w="28" w:type="dxa"/>
              <w:bottom w:w="0" w:type="dxa"/>
              <w:right w:w="108" w:type="dxa"/>
            </w:tcMar>
          </w:tcPr>
          <w:p w14:paraId="09991AC7" w14:textId="77777777" w:rsidR="00DC7E33" w:rsidRPr="004F4407" w:rsidRDefault="00DC7E33" w:rsidP="003974DA">
            <w:pPr>
              <w:pStyle w:val="TAL"/>
              <w:rPr>
                <w:lang w:eastAsia="en-GB"/>
              </w:rPr>
            </w:pPr>
            <w:proofErr w:type="spellStart"/>
            <w:r w:rsidRPr="004F4407">
              <w:rPr>
                <w:lang w:eastAsia="en-GB"/>
              </w:rPr>
              <w:t>e_syncOk</w:t>
            </w:r>
            <w:proofErr w:type="spellEnd"/>
          </w:p>
        </w:tc>
      </w:tr>
    </w:tbl>
    <w:p w14:paraId="40F5CFE9" w14:textId="77777777" w:rsidR="00DC7E33" w:rsidRPr="004F4407" w:rsidRDefault="00DC7E33" w:rsidP="00DC7E33"/>
    <w:p w14:paraId="3135F995" w14:textId="77777777" w:rsidR="00DC7E33" w:rsidRPr="004F4407" w:rsidRDefault="00856B59" w:rsidP="007921DF">
      <w:pPr>
        <w:pStyle w:val="Heading3"/>
      </w:pPr>
      <w:bookmarkStart w:id="54" w:name="_Toc13748887"/>
      <w:r w:rsidRPr="004F4407">
        <w:t>7</w:t>
      </w:r>
      <w:r w:rsidR="00DC7E33" w:rsidRPr="004F4407">
        <w:t>.2.2</w:t>
      </w:r>
      <w:r w:rsidR="00DC7E33" w:rsidRPr="004F4407">
        <w:tab/>
      </w:r>
      <w:r w:rsidR="001F6248" w:rsidRPr="004F4407">
        <w:t>oneM2M</w:t>
      </w:r>
      <w:r w:rsidR="00DC7E33" w:rsidRPr="004F4407">
        <w:t xml:space="preserve"> specific </w:t>
      </w:r>
      <w:r w:rsidR="00DC7E33" w:rsidRPr="0032615D">
        <w:t>TTCN</w:t>
      </w:r>
      <w:r w:rsidR="00DC7E33" w:rsidRPr="004F4407">
        <w:t>-3 naming conventions</w:t>
      </w:r>
      <w:bookmarkEnd w:id="54"/>
    </w:p>
    <w:p w14:paraId="7EB49E18" w14:textId="6C886E89" w:rsidR="00DC7E33" w:rsidRPr="004F4407" w:rsidRDefault="00DC7E33" w:rsidP="007921DF">
      <w:pPr>
        <w:keepNext/>
        <w:keepLines/>
      </w:pPr>
      <w:r w:rsidRPr="004F4407">
        <w:t>Next to such general naming conventions, table</w:t>
      </w:r>
      <w:r w:rsidR="007C062E">
        <w:t xml:space="preserve"> </w:t>
      </w:r>
      <w:r w:rsidRPr="004F4407">
        <w:fldChar w:fldCharType="begin"/>
      </w:r>
      <w:r w:rsidRPr="004F4407">
        <w:instrText xml:space="preserve"> REF tab_ITS_specific_naming_convention \h  \* MERGEFORMAT </w:instrText>
      </w:r>
      <w:r w:rsidRPr="004F4407">
        <w:fldChar w:fldCharType="separate"/>
      </w:r>
      <w:r w:rsidR="007C062E" w:rsidRPr="004F4407">
        <w:t>7.2.2-1</w:t>
      </w:r>
      <w:r w:rsidRPr="004F4407">
        <w:fldChar w:fldCharType="end"/>
      </w:r>
      <w:r w:rsidRPr="004F4407">
        <w:t xml:space="preserve"> shows specific naming conventions that apply to the </w:t>
      </w:r>
      <w:r w:rsidR="001F6248" w:rsidRPr="004F4407">
        <w:t>oneM2M</w:t>
      </w:r>
      <w:r w:rsidRPr="004F4407">
        <w:t xml:space="preserve"> </w:t>
      </w:r>
      <w:r w:rsidRPr="0032615D">
        <w:t>TTCN</w:t>
      </w:r>
      <w:r w:rsidRPr="004F4407">
        <w:t xml:space="preserve">-3 </w:t>
      </w:r>
      <w:r w:rsidR="001F6248" w:rsidRPr="0032615D">
        <w:t>ATS</w:t>
      </w:r>
      <w:r w:rsidRPr="004F4407">
        <w:t>.</w:t>
      </w:r>
    </w:p>
    <w:p w14:paraId="7221FE2B" w14:textId="77777777" w:rsidR="00DC7E33" w:rsidRPr="004F4407" w:rsidRDefault="00DC7E33" w:rsidP="00DC7E33">
      <w:pPr>
        <w:pStyle w:val="TH"/>
      </w:pPr>
      <w:r w:rsidRPr="004F4407">
        <w:t>Table</w:t>
      </w:r>
      <w:r w:rsidR="001F4D0C" w:rsidRPr="004F4407">
        <w:t> </w:t>
      </w:r>
      <w:bookmarkStart w:id="55" w:name="tab_ITS_specific_naming_convention"/>
      <w:r w:rsidR="008133FB" w:rsidRPr="004F4407">
        <w:t>7.2.2-1</w:t>
      </w:r>
      <w:bookmarkEnd w:id="55"/>
      <w:r w:rsidR="00DA57DD" w:rsidRPr="004F4407">
        <w:t>:</w:t>
      </w:r>
      <w:r w:rsidRPr="004F4407">
        <w:t xml:space="preserve"> </w:t>
      </w:r>
      <w:r w:rsidR="001F6248" w:rsidRPr="004F4407">
        <w:t>oneM2M</w:t>
      </w:r>
      <w:r w:rsidRPr="004F4407">
        <w:t xml:space="preserve"> specific </w:t>
      </w:r>
      <w:r w:rsidRPr="0032615D">
        <w:t>TTCN</w:t>
      </w:r>
      <w:r w:rsidRPr="004F4407">
        <w:t>-3 naming conventions</w:t>
      </w:r>
    </w:p>
    <w:tbl>
      <w:tblPr>
        <w:tblW w:w="949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tblCellMar>
        <w:tblLook w:val="04A0" w:firstRow="1" w:lastRow="0" w:firstColumn="1" w:lastColumn="0" w:noHBand="0" w:noVBand="1"/>
      </w:tblPr>
      <w:tblGrid>
        <w:gridCol w:w="2260"/>
        <w:gridCol w:w="2403"/>
        <w:gridCol w:w="2418"/>
        <w:gridCol w:w="2410"/>
      </w:tblGrid>
      <w:tr w:rsidR="00DC7E33" w:rsidRPr="004F4407" w14:paraId="6460CFFF" w14:textId="77777777" w:rsidTr="00565622">
        <w:trPr>
          <w:jc w:val="center"/>
        </w:trPr>
        <w:tc>
          <w:tcPr>
            <w:tcW w:w="2260" w:type="dxa"/>
            <w:tcMar>
              <w:top w:w="0" w:type="dxa"/>
              <w:left w:w="28" w:type="dxa"/>
              <w:bottom w:w="0" w:type="dxa"/>
              <w:right w:w="108" w:type="dxa"/>
            </w:tcMar>
          </w:tcPr>
          <w:p w14:paraId="1D20B6C7" w14:textId="2326D43C" w:rsidR="00DC7E33" w:rsidRPr="004F4407" w:rsidRDefault="00DC7E33" w:rsidP="003974DA">
            <w:pPr>
              <w:pStyle w:val="TAH"/>
              <w:rPr>
                <w:lang w:eastAsia="en-GB"/>
              </w:rPr>
            </w:pPr>
            <w:r w:rsidRPr="004F4407">
              <w:rPr>
                <w:lang w:eastAsia="en-GB"/>
              </w:rPr>
              <w:t>Language</w:t>
            </w:r>
            <w:r w:rsidR="00565622" w:rsidRPr="004F4407">
              <w:rPr>
                <w:lang w:eastAsia="en-GB"/>
              </w:rPr>
              <w:t xml:space="preserve"> </w:t>
            </w:r>
            <w:r w:rsidRPr="004F4407">
              <w:rPr>
                <w:lang w:eastAsia="en-GB"/>
              </w:rPr>
              <w:t>element</w:t>
            </w:r>
          </w:p>
        </w:tc>
        <w:tc>
          <w:tcPr>
            <w:tcW w:w="2403" w:type="dxa"/>
            <w:tcMar>
              <w:top w:w="0" w:type="dxa"/>
              <w:left w:w="28" w:type="dxa"/>
              <w:bottom w:w="0" w:type="dxa"/>
              <w:right w:w="108" w:type="dxa"/>
            </w:tcMar>
          </w:tcPr>
          <w:p w14:paraId="0B10AD37" w14:textId="1B198646" w:rsidR="00DC7E33" w:rsidRPr="004F4407" w:rsidRDefault="00DC7E33" w:rsidP="003974DA">
            <w:pPr>
              <w:pStyle w:val="TAH"/>
              <w:rPr>
                <w:lang w:eastAsia="en-GB"/>
              </w:rPr>
            </w:pPr>
            <w:r w:rsidRPr="004F4407">
              <w:rPr>
                <w:lang w:eastAsia="en-GB"/>
              </w:rPr>
              <w:t>Naming</w:t>
            </w:r>
            <w:r w:rsidR="00565622" w:rsidRPr="004F4407">
              <w:rPr>
                <w:lang w:eastAsia="en-GB"/>
              </w:rPr>
              <w:t xml:space="preserve"> </w:t>
            </w:r>
            <w:r w:rsidRPr="004F4407">
              <w:rPr>
                <w:lang w:eastAsia="en-GB"/>
              </w:rPr>
              <w:t>convention</w:t>
            </w:r>
          </w:p>
        </w:tc>
        <w:tc>
          <w:tcPr>
            <w:tcW w:w="2418" w:type="dxa"/>
            <w:tcMar>
              <w:top w:w="0" w:type="dxa"/>
              <w:left w:w="28" w:type="dxa"/>
              <w:bottom w:w="0" w:type="dxa"/>
              <w:right w:w="108" w:type="dxa"/>
            </w:tcMar>
          </w:tcPr>
          <w:p w14:paraId="19D1BDF2" w14:textId="77777777" w:rsidR="00DC7E33" w:rsidRPr="004F4407" w:rsidRDefault="00DC7E33" w:rsidP="003974DA">
            <w:pPr>
              <w:pStyle w:val="TAH"/>
              <w:rPr>
                <w:lang w:eastAsia="en-GB"/>
              </w:rPr>
            </w:pPr>
            <w:r w:rsidRPr="004F4407">
              <w:rPr>
                <w:lang w:eastAsia="en-GB"/>
              </w:rPr>
              <w:t>Prefix</w:t>
            </w:r>
          </w:p>
        </w:tc>
        <w:tc>
          <w:tcPr>
            <w:tcW w:w="2410" w:type="dxa"/>
            <w:tcMar>
              <w:top w:w="0" w:type="dxa"/>
              <w:left w:w="28" w:type="dxa"/>
              <w:bottom w:w="0" w:type="dxa"/>
              <w:right w:w="108" w:type="dxa"/>
            </w:tcMar>
          </w:tcPr>
          <w:p w14:paraId="1E70B1C7" w14:textId="01714562" w:rsidR="00DC7E33" w:rsidRPr="004F4407" w:rsidRDefault="00DC7E33" w:rsidP="003974DA">
            <w:pPr>
              <w:pStyle w:val="TAH"/>
              <w:rPr>
                <w:lang w:eastAsia="en-GB"/>
              </w:rPr>
            </w:pPr>
            <w:r w:rsidRPr="004F4407">
              <w:rPr>
                <w:lang w:eastAsia="en-GB"/>
              </w:rPr>
              <w:t>Example</w:t>
            </w:r>
            <w:r w:rsidR="00565622" w:rsidRPr="004F4407">
              <w:rPr>
                <w:lang w:eastAsia="en-GB"/>
              </w:rPr>
              <w:t xml:space="preserve"> </w:t>
            </w:r>
            <w:r w:rsidRPr="004F4407">
              <w:rPr>
                <w:lang w:eastAsia="en-GB"/>
              </w:rPr>
              <w:t>identifier</w:t>
            </w:r>
          </w:p>
        </w:tc>
      </w:tr>
      <w:tr w:rsidR="00DC7E33" w:rsidRPr="004F4407" w14:paraId="35E615FF" w14:textId="77777777" w:rsidTr="00565622">
        <w:trPr>
          <w:jc w:val="center"/>
        </w:trPr>
        <w:tc>
          <w:tcPr>
            <w:tcW w:w="2260" w:type="dxa"/>
            <w:tcMar>
              <w:top w:w="0" w:type="dxa"/>
              <w:left w:w="28" w:type="dxa"/>
              <w:bottom w:w="0" w:type="dxa"/>
              <w:right w:w="108" w:type="dxa"/>
            </w:tcMar>
          </w:tcPr>
          <w:p w14:paraId="71184605" w14:textId="3F9B0BB3" w:rsidR="00DC7E33" w:rsidRPr="004F4407" w:rsidRDefault="00E96797" w:rsidP="003974DA">
            <w:pPr>
              <w:pStyle w:val="TAL"/>
              <w:rPr>
                <w:lang w:eastAsia="en-GB"/>
              </w:rPr>
            </w:pPr>
            <w:r w:rsidRPr="004F4407">
              <w:rPr>
                <w:lang w:eastAsia="en-GB"/>
              </w:rPr>
              <w:t>oneM2M</w:t>
            </w:r>
            <w:r w:rsidR="00565622" w:rsidRPr="004F4407">
              <w:rPr>
                <w:lang w:eastAsia="en-GB"/>
              </w:rPr>
              <w:t xml:space="preserve"> </w:t>
            </w:r>
            <w:r w:rsidR="00DC7E33" w:rsidRPr="004F4407">
              <w:rPr>
                <w:lang w:eastAsia="en-GB"/>
              </w:rPr>
              <w:t>Module</w:t>
            </w:r>
          </w:p>
        </w:tc>
        <w:tc>
          <w:tcPr>
            <w:tcW w:w="2403" w:type="dxa"/>
            <w:tcMar>
              <w:top w:w="0" w:type="dxa"/>
              <w:left w:w="28" w:type="dxa"/>
              <w:bottom w:w="0" w:type="dxa"/>
              <w:right w:w="108" w:type="dxa"/>
            </w:tcMar>
          </w:tcPr>
          <w:p w14:paraId="4B432C98" w14:textId="1D3AA611"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B12A9F1" w14:textId="77777777" w:rsidR="00DC7E33" w:rsidRPr="004F4407" w:rsidRDefault="00DB21B1" w:rsidP="00DB21B1">
            <w:pPr>
              <w:pStyle w:val="TAL"/>
              <w:rPr>
                <w:lang w:eastAsia="en-GB"/>
              </w:rPr>
            </w:pPr>
            <w:r w:rsidRPr="004F4407">
              <w:rPr>
                <w:lang w:eastAsia="en-GB"/>
              </w:rPr>
              <w:t>OneM2M</w:t>
            </w:r>
            <w:r w:rsidR="00DC7E33" w:rsidRPr="004F4407">
              <w:rPr>
                <w:lang w:eastAsia="en-GB"/>
              </w:rPr>
              <w:t>_</w:t>
            </w:r>
          </w:p>
        </w:tc>
        <w:tc>
          <w:tcPr>
            <w:tcW w:w="2410" w:type="dxa"/>
            <w:tcMar>
              <w:top w:w="0" w:type="dxa"/>
              <w:left w:w="28" w:type="dxa"/>
              <w:bottom w:w="0" w:type="dxa"/>
              <w:right w:w="108" w:type="dxa"/>
            </w:tcMar>
          </w:tcPr>
          <w:p w14:paraId="460E83E1" w14:textId="77777777" w:rsidR="00DC7E33" w:rsidRPr="004F4407" w:rsidRDefault="00F85EA7" w:rsidP="00E96797">
            <w:pPr>
              <w:pStyle w:val="TAL"/>
              <w:rPr>
                <w:lang w:eastAsia="en-GB"/>
              </w:rPr>
            </w:pPr>
            <w:r w:rsidRPr="004F4407">
              <w:rPr>
                <w:lang w:eastAsia="en-GB"/>
              </w:rPr>
              <w:t>O</w:t>
            </w:r>
            <w:r w:rsidR="00DB21B1" w:rsidRPr="004F4407">
              <w:rPr>
                <w:lang w:eastAsia="en-GB"/>
              </w:rPr>
              <w:t>neM2M_Testc</w:t>
            </w:r>
            <w:r w:rsidR="00E96797" w:rsidRPr="004F4407">
              <w:rPr>
                <w:lang w:eastAsia="en-GB"/>
              </w:rPr>
              <w:t>ases</w:t>
            </w:r>
            <w:r w:rsidR="00DC7E33" w:rsidRPr="004F4407">
              <w:rPr>
                <w:lang w:eastAsia="en-GB"/>
              </w:rPr>
              <w:t>_</w:t>
            </w:r>
          </w:p>
        </w:tc>
      </w:tr>
      <w:tr w:rsidR="00DB21B1" w:rsidRPr="004F4407" w14:paraId="4EC36539" w14:textId="77777777" w:rsidTr="00565622">
        <w:trPr>
          <w:jc w:val="center"/>
        </w:trPr>
        <w:tc>
          <w:tcPr>
            <w:tcW w:w="2260" w:type="dxa"/>
            <w:tcMar>
              <w:top w:w="0" w:type="dxa"/>
              <w:left w:w="28" w:type="dxa"/>
              <w:bottom w:w="0" w:type="dxa"/>
              <w:right w:w="108" w:type="dxa"/>
            </w:tcMar>
          </w:tcPr>
          <w:p w14:paraId="56E6A782" w14:textId="5DE7D146" w:rsidR="00DB21B1" w:rsidRPr="004F4407" w:rsidRDefault="00DB21B1" w:rsidP="00DB21B1">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oneM2M</w:t>
            </w:r>
            <w:r w:rsidR="00565622" w:rsidRPr="004F4407">
              <w:rPr>
                <w:lang w:eastAsia="en-GB"/>
              </w:rPr>
              <w:t xml:space="preserve"> </w:t>
            </w:r>
            <w:r w:rsidRPr="004F4407">
              <w:rPr>
                <w:lang w:eastAsia="en-GB"/>
              </w:rPr>
              <w:t>types</w:t>
            </w:r>
          </w:p>
        </w:tc>
        <w:tc>
          <w:tcPr>
            <w:tcW w:w="2403" w:type="dxa"/>
            <w:tcMar>
              <w:top w:w="0" w:type="dxa"/>
              <w:left w:w="28" w:type="dxa"/>
              <w:bottom w:w="0" w:type="dxa"/>
              <w:right w:w="108" w:type="dxa"/>
            </w:tcMar>
          </w:tcPr>
          <w:p w14:paraId="69B51831" w14:textId="3CD18F21"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36DF434" w14:textId="77777777" w:rsidR="00DB21B1" w:rsidRPr="004F4407" w:rsidRDefault="00DB21B1" w:rsidP="003974DA">
            <w:pPr>
              <w:pStyle w:val="TAL"/>
              <w:rPr>
                <w:lang w:eastAsia="en-GB"/>
              </w:rPr>
            </w:pPr>
            <w:r w:rsidRPr="004F4407">
              <w:rPr>
                <w:lang w:eastAsia="en-GB"/>
              </w:rPr>
              <w:t>OneM2M_Types</w:t>
            </w:r>
          </w:p>
        </w:tc>
        <w:tc>
          <w:tcPr>
            <w:tcW w:w="2410" w:type="dxa"/>
            <w:tcMar>
              <w:top w:w="0" w:type="dxa"/>
              <w:left w:w="28" w:type="dxa"/>
              <w:bottom w:w="0" w:type="dxa"/>
              <w:right w:w="108" w:type="dxa"/>
            </w:tcMar>
          </w:tcPr>
          <w:p w14:paraId="0C3E5805" w14:textId="77777777" w:rsidR="00DB21B1" w:rsidRPr="004F4407" w:rsidRDefault="00DB21B1" w:rsidP="00DB21B1">
            <w:pPr>
              <w:pStyle w:val="TAL"/>
              <w:rPr>
                <w:lang w:eastAsia="en-GB"/>
              </w:rPr>
            </w:pPr>
            <w:r w:rsidRPr="004F4407">
              <w:rPr>
                <w:lang w:eastAsia="en-GB"/>
              </w:rPr>
              <w:t>OneM2M_Types</w:t>
            </w:r>
          </w:p>
        </w:tc>
      </w:tr>
      <w:tr w:rsidR="00DB21B1" w:rsidRPr="004F4407" w14:paraId="5AB0322A" w14:textId="77777777" w:rsidTr="00565622">
        <w:trPr>
          <w:jc w:val="center"/>
        </w:trPr>
        <w:tc>
          <w:tcPr>
            <w:tcW w:w="2260" w:type="dxa"/>
            <w:tcMar>
              <w:top w:w="0" w:type="dxa"/>
              <w:left w:w="28" w:type="dxa"/>
              <w:bottom w:w="0" w:type="dxa"/>
              <w:right w:w="108" w:type="dxa"/>
            </w:tcMar>
          </w:tcPr>
          <w:p w14:paraId="390F1865" w14:textId="781D4E55"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types</w:t>
            </w:r>
            <w:r w:rsidR="00565622" w:rsidRPr="004F4407">
              <w:rPr>
                <w:lang w:eastAsia="en-GB"/>
              </w:rPr>
              <w:t xml:space="preserve"> </w:t>
            </w:r>
            <w:r w:rsidRPr="004F4407">
              <w:rPr>
                <w:lang w:eastAsia="en-GB"/>
              </w:rPr>
              <w:t>and</w:t>
            </w:r>
            <w:r w:rsidR="00565622" w:rsidRPr="004F4407">
              <w:rPr>
                <w:lang w:eastAsia="en-GB"/>
              </w:rPr>
              <w:t xml:space="preserve"> </w:t>
            </w:r>
            <w:r w:rsidRPr="004F4407">
              <w:rPr>
                <w:lang w:eastAsia="en-GB"/>
              </w:rPr>
              <w:t>values</w:t>
            </w:r>
          </w:p>
        </w:tc>
        <w:tc>
          <w:tcPr>
            <w:tcW w:w="2403" w:type="dxa"/>
            <w:tcMar>
              <w:top w:w="0" w:type="dxa"/>
              <w:left w:w="28" w:type="dxa"/>
              <w:bottom w:w="0" w:type="dxa"/>
              <w:right w:w="108" w:type="dxa"/>
            </w:tcMar>
          </w:tcPr>
          <w:p w14:paraId="1327A89F" w14:textId="0DA5177C"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737C8BA3" w14:textId="77777777" w:rsidR="00DB21B1" w:rsidRPr="004F4407" w:rsidRDefault="00DB21B1" w:rsidP="003974DA">
            <w:pPr>
              <w:pStyle w:val="TAL"/>
              <w:rPr>
                <w:lang w:eastAsia="en-GB"/>
              </w:rPr>
            </w:pPr>
            <w:r w:rsidRPr="004F4407">
              <w:rPr>
                <w:lang w:eastAsia="en-GB"/>
              </w:rPr>
              <w:t>OneM2M_TypesAndValues</w:t>
            </w:r>
          </w:p>
        </w:tc>
        <w:tc>
          <w:tcPr>
            <w:tcW w:w="2410" w:type="dxa"/>
            <w:tcMar>
              <w:top w:w="0" w:type="dxa"/>
              <w:left w:w="28" w:type="dxa"/>
              <w:bottom w:w="0" w:type="dxa"/>
              <w:right w:w="108" w:type="dxa"/>
            </w:tcMar>
          </w:tcPr>
          <w:p w14:paraId="0C05EF0B" w14:textId="77777777" w:rsidR="00DB21B1" w:rsidRPr="004F4407" w:rsidRDefault="00DB21B1" w:rsidP="00DB21B1">
            <w:pPr>
              <w:pStyle w:val="TAL"/>
              <w:rPr>
                <w:lang w:eastAsia="en-GB"/>
              </w:rPr>
            </w:pPr>
            <w:r w:rsidRPr="004F4407">
              <w:rPr>
                <w:lang w:eastAsia="en-GB"/>
              </w:rPr>
              <w:t>OneM2M_TypesAndValues</w:t>
            </w:r>
          </w:p>
        </w:tc>
      </w:tr>
      <w:tr w:rsidR="00DB21B1" w:rsidRPr="004F4407" w14:paraId="24B7D9EA" w14:textId="77777777" w:rsidTr="00565622">
        <w:trPr>
          <w:jc w:val="center"/>
        </w:trPr>
        <w:tc>
          <w:tcPr>
            <w:tcW w:w="2260" w:type="dxa"/>
            <w:tcMar>
              <w:top w:w="0" w:type="dxa"/>
              <w:left w:w="28" w:type="dxa"/>
              <w:bottom w:w="0" w:type="dxa"/>
              <w:right w:w="108" w:type="dxa"/>
            </w:tcMar>
          </w:tcPr>
          <w:p w14:paraId="348165CD" w14:textId="5425F588"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Templates</w:t>
            </w:r>
          </w:p>
        </w:tc>
        <w:tc>
          <w:tcPr>
            <w:tcW w:w="2403" w:type="dxa"/>
            <w:tcMar>
              <w:top w:w="0" w:type="dxa"/>
              <w:left w:w="28" w:type="dxa"/>
              <w:bottom w:w="0" w:type="dxa"/>
              <w:right w:w="108" w:type="dxa"/>
            </w:tcMar>
          </w:tcPr>
          <w:p w14:paraId="632B3C91" w14:textId="0B785C79"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0CBF7161" w14:textId="77777777" w:rsidR="00DB21B1" w:rsidRPr="004F4407" w:rsidRDefault="00DB21B1" w:rsidP="00DB21B1">
            <w:pPr>
              <w:pStyle w:val="TAL"/>
              <w:rPr>
                <w:lang w:eastAsia="en-GB"/>
              </w:rPr>
            </w:pPr>
            <w:r w:rsidRPr="004F4407">
              <w:rPr>
                <w:lang w:eastAsia="en-GB"/>
              </w:rPr>
              <w:t>OneM2M_Templates</w:t>
            </w:r>
          </w:p>
        </w:tc>
        <w:tc>
          <w:tcPr>
            <w:tcW w:w="2410" w:type="dxa"/>
            <w:tcMar>
              <w:top w:w="0" w:type="dxa"/>
              <w:left w:w="28" w:type="dxa"/>
              <w:bottom w:w="0" w:type="dxa"/>
              <w:right w:w="108" w:type="dxa"/>
            </w:tcMar>
          </w:tcPr>
          <w:p w14:paraId="276D3C87" w14:textId="77777777" w:rsidR="00DB21B1" w:rsidRPr="004F4407" w:rsidRDefault="00DB21B1" w:rsidP="00DB21B1">
            <w:pPr>
              <w:pStyle w:val="TAL"/>
              <w:rPr>
                <w:lang w:eastAsia="en-GB"/>
              </w:rPr>
            </w:pPr>
            <w:r w:rsidRPr="004F4407">
              <w:rPr>
                <w:lang w:eastAsia="en-GB"/>
              </w:rPr>
              <w:t>OneM2M_Templates</w:t>
            </w:r>
          </w:p>
        </w:tc>
      </w:tr>
      <w:tr w:rsidR="00DB21B1" w:rsidRPr="004F4407" w14:paraId="5332D015" w14:textId="77777777" w:rsidTr="00565622">
        <w:trPr>
          <w:jc w:val="center"/>
        </w:trPr>
        <w:tc>
          <w:tcPr>
            <w:tcW w:w="2260" w:type="dxa"/>
            <w:tcMar>
              <w:top w:w="0" w:type="dxa"/>
              <w:left w:w="28" w:type="dxa"/>
              <w:bottom w:w="0" w:type="dxa"/>
              <w:right w:w="108" w:type="dxa"/>
            </w:tcMar>
          </w:tcPr>
          <w:p w14:paraId="3C2FBBCD" w14:textId="4BA5EA1F"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test</w:t>
            </w:r>
            <w:r w:rsidR="00565622" w:rsidRPr="004F4407">
              <w:rPr>
                <w:lang w:eastAsia="en-GB"/>
              </w:rPr>
              <w:t xml:space="preserve"> </w:t>
            </w:r>
            <w:r w:rsidRPr="004F4407">
              <w:rPr>
                <w:lang w:eastAsia="en-GB"/>
              </w:rPr>
              <w:t>cases</w:t>
            </w:r>
          </w:p>
        </w:tc>
        <w:tc>
          <w:tcPr>
            <w:tcW w:w="2403" w:type="dxa"/>
            <w:tcMar>
              <w:top w:w="0" w:type="dxa"/>
              <w:left w:w="28" w:type="dxa"/>
              <w:bottom w:w="0" w:type="dxa"/>
              <w:right w:w="108" w:type="dxa"/>
            </w:tcMar>
          </w:tcPr>
          <w:p w14:paraId="0E44807E" w14:textId="25366E7C"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75020D27" w14:textId="77777777" w:rsidR="00DB21B1" w:rsidRPr="004F4407" w:rsidRDefault="00DB21B1" w:rsidP="00DB21B1">
            <w:pPr>
              <w:pStyle w:val="TAL"/>
              <w:rPr>
                <w:lang w:eastAsia="en-GB"/>
              </w:rPr>
            </w:pPr>
            <w:r w:rsidRPr="004F4407">
              <w:rPr>
                <w:lang w:eastAsia="en-GB"/>
              </w:rPr>
              <w:t>OneM2M_Testcases</w:t>
            </w:r>
          </w:p>
        </w:tc>
        <w:tc>
          <w:tcPr>
            <w:tcW w:w="2410" w:type="dxa"/>
            <w:tcMar>
              <w:top w:w="0" w:type="dxa"/>
              <w:left w:w="28" w:type="dxa"/>
              <w:bottom w:w="0" w:type="dxa"/>
              <w:right w:w="108" w:type="dxa"/>
            </w:tcMar>
          </w:tcPr>
          <w:p w14:paraId="6ABF97E3" w14:textId="77777777" w:rsidR="00DB21B1" w:rsidRPr="004F4407" w:rsidRDefault="00DB21B1" w:rsidP="00DB21B1">
            <w:pPr>
              <w:pStyle w:val="TAL"/>
              <w:rPr>
                <w:lang w:eastAsia="en-GB"/>
              </w:rPr>
            </w:pPr>
            <w:r w:rsidRPr="004F4407">
              <w:rPr>
                <w:lang w:eastAsia="en-GB"/>
              </w:rPr>
              <w:t>OneM2M_Testcases</w:t>
            </w:r>
          </w:p>
        </w:tc>
      </w:tr>
      <w:tr w:rsidR="00DB21B1" w:rsidRPr="004F4407" w14:paraId="5DDA3DC6" w14:textId="77777777" w:rsidTr="00565622">
        <w:trPr>
          <w:jc w:val="center"/>
        </w:trPr>
        <w:tc>
          <w:tcPr>
            <w:tcW w:w="2260" w:type="dxa"/>
            <w:tcMar>
              <w:top w:w="0" w:type="dxa"/>
              <w:left w:w="28" w:type="dxa"/>
              <w:bottom w:w="0" w:type="dxa"/>
              <w:right w:w="108" w:type="dxa"/>
            </w:tcMar>
          </w:tcPr>
          <w:p w14:paraId="5F658FB1" w14:textId="1DBCAED2"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functions</w:t>
            </w:r>
          </w:p>
        </w:tc>
        <w:tc>
          <w:tcPr>
            <w:tcW w:w="2403" w:type="dxa"/>
            <w:tcMar>
              <w:top w:w="0" w:type="dxa"/>
              <w:left w:w="28" w:type="dxa"/>
              <w:bottom w:w="0" w:type="dxa"/>
              <w:right w:w="108" w:type="dxa"/>
            </w:tcMar>
          </w:tcPr>
          <w:p w14:paraId="56465FE0" w14:textId="1252CD75"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4D907C3" w14:textId="77777777" w:rsidR="00DB21B1" w:rsidRPr="004F4407" w:rsidRDefault="00DB21B1" w:rsidP="00DB21B1">
            <w:pPr>
              <w:pStyle w:val="TAL"/>
              <w:rPr>
                <w:lang w:eastAsia="en-GB"/>
              </w:rPr>
            </w:pPr>
            <w:r w:rsidRPr="004F4407">
              <w:rPr>
                <w:lang w:eastAsia="en-GB"/>
              </w:rPr>
              <w:t>OneM2M_Functions</w:t>
            </w:r>
          </w:p>
        </w:tc>
        <w:tc>
          <w:tcPr>
            <w:tcW w:w="2410" w:type="dxa"/>
            <w:tcMar>
              <w:top w:w="0" w:type="dxa"/>
              <w:left w:w="28" w:type="dxa"/>
              <w:bottom w:w="0" w:type="dxa"/>
              <w:right w:w="108" w:type="dxa"/>
            </w:tcMar>
          </w:tcPr>
          <w:p w14:paraId="750BB98D" w14:textId="77777777" w:rsidR="00DB21B1" w:rsidRPr="004F4407" w:rsidRDefault="00DB21B1" w:rsidP="00DB21B1">
            <w:pPr>
              <w:pStyle w:val="TAL"/>
              <w:rPr>
                <w:lang w:eastAsia="en-GB"/>
              </w:rPr>
            </w:pPr>
            <w:r w:rsidRPr="004F4407">
              <w:rPr>
                <w:lang w:eastAsia="en-GB"/>
              </w:rPr>
              <w:t>OneM2M_Functions</w:t>
            </w:r>
          </w:p>
        </w:tc>
      </w:tr>
      <w:tr w:rsidR="00DB21B1" w:rsidRPr="004F4407" w14:paraId="04E1B670" w14:textId="77777777" w:rsidTr="00565622">
        <w:trPr>
          <w:jc w:val="center"/>
        </w:trPr>
        <w:tc>
          <w:tcPr>
            <w:tcW w:w="2260" w:type="dxa"/>
            <w:tcMar>
              <w:top w:w="0" w:type="dxa"/>
              <w:left w:w="28" w:type="dxa"/>
              <w:bottom w:w="0" w:type="dxa"/>
              <w:right w:w="108" w:type="dxa"/>
            </w:tcMar>
          </w:tcPr>
          <w:p w14:paraId="1880AFF8" w14:textId="466A0993"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external</w:t>
            </w:r>
            <w:r w:rsidR="00565622" w:rsidRPr="004F4407">
              <w:rPr>
                <w:lang w:eastAsia="en-GB"/>
              </w:rPr>
              <w:t xml:space="preserve"> </w:t>
            </w:r>
            <w:r w:rsidRPr="004F4407">
              <w:rPr>
                <w:lang w:eastAsia="en-GB"/>
              </w:rPr>
              <w:t>functions</w:t>
            </w:r>
          </w:p>
        </w:tc>
        <w:tc>
          <w:tcPr>
            <w:tcW w:w="2403" w:type="dxa"/>
            <w:tcMar>
              <w:top w:w="0" w:type="dxa"/>
              <w:left w:w="28" w:type="dxa"/>
              <w:bottom w:w="0" w:type="dxa"/>
              <w:right w:w="108" w:type="dxa"/>
            </w:tcMar>
          </w:tcPr>
          <w:p w14:paraId="1BEB8B2C" w14:textId="24E22899"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3646D4CD" w14:textId="77777777" w:rsidR="00DB21B1" w:rsidRPr="004F4407" w:rsidRDefault="00DB21B1" w:rsidP="00DB21B1">
            <w:pPr>
              <w:pStyle w:val="TAL"/>
              <w:rPr>
                <w:lang w:eastAsia="en-GB"/>
              </w:rPr>
            </w:pPr>
            <w:r w:rsidRPr="004F4407">
              <w:rPr>
                <w:lang w:eastAsia="en-GB"/>
              </w:rPr>
              <w:t>OneM2M_ExternalFunctions</w:t>
            </w:r>
          </w:p>
        </w:tc>
        <w:tc>
          <w:tcPr>
            <w:tcW w:w="2410" w:type="dxa"/>
            <w:tcMar>
              <w:top w:w="0" w:type="dxa"/>
              <w:left w:w="28" w:type="dxa"/>
              <w:bottom w:w="0" w:type="dxa"/>
              <w:right w:w="108" w:type="dxa"/>
            </w:tcMar>
          </w:tcPr>
          <w:p w14:paraId="565E90B1" w14:textId="77777777" w:rsidR="00DB21B1" w:rsidRPr="004F4407" w:rsidRDefault="00DB21B1" w:rsidP="00DB21B1">
            <w:pPr>
              <w:pStyle w:val="TAL"/>
              <w:rPr>
                <w:lang w:eastAsia="en-GB"/>
              </w:rPr>
            </w:pPr>
            <w:r w:rsidRPr="004F4407">
              <w:rPr>
                <w:lang w:eastAsia="en-GB"/>
              </w:rPr>
              <w:t>OneM2M_ExternalFunctions</w:t>
            </w:r>
          </w:p>
        </w:tc>
      </w:tr>
      <w:tr w:rsidR="00DB21B1" w:rsidRPr="004F4407" w14:paraId="3DAC6A79" w14:textId="77777777" w:rsidTr="00565622">
        <w:trPr>
          <w:jc w:val="center"/>
        </w:trPr>
        <w:tc>
          <w:tcPr>
            <w:tcW w:w="2260" w:type="dxa"/>
            <w:tcMar>
              <w:top w:w="0" w:type="dxa"/>
              <w:left w:w="28" w:type="dxa"/>
              <w:bottom w:w="0" w:type="dxa"/>
              <w:right w:w="108" w:type="dxa"/>
            </w:tcMar>
          </w:tcPr>
          <w:p w14:paraId="62209BE3" w14:textId="0D27F89F"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components,</w:t>
            </w:r>
            <w:r w:rsidR="00565622" w:rsidRPr="004F4407">
              <w:rPr>
                <w:lang w:eastAsia="en-GB"/>
              </w:rPr>
              <w:t xml:space="preserve"> </w:t>
            </w:r>
            <w:proofErr w:type="gramStart"/>
            <w:r w:rsidRPr="004F4407">
              <w:rPr>
                <w:lang w:eastAsia="en-GB"/>
              </w:rPr>
              <w:t>ports</w:t>
            </w:r>
            <w:proofErr w:type="gramEnd"/>
            <w:r w:rsidR="00565622" w:rsidRPr="004F4407">
              <w:rPr>
                <w:lang w:eastAsia="en-GB"/>
              </w:rPr>
              <w:t xml:space="preserve"> </w:t>
            </w:r>
            <w:r w:rsidRPr="004F4407">
              <w:rPr>
                <w:lang w:eastAsia="en-GB"/>
              </w:rPr>
              <w:t>and</w:t>
            </w:r>
            <w:r w:rsidR="00565622" w:rsidRPr="004F4407">
              <w:rPr>
                <w:lang w:eastAsia="en-GB"/>
              </w:rPr>
              <w:t xml:space="preserve"> </w:t>
            </w:r>
            <w:r w:rsidRPr="004F4407">
              <w:rPr>
                <w:lang w:eastAsia="en-GB"/>
              </w:rPr>
              <w:t>message</w:t>
            </w:r>
            <w:r w:rsidR="00565622" w:rsidRPr="004F4407">
              <w:rPr>
                <w:lang w:eastAsia="en-GB"/>
              </w:rPr>
              <w:t xml:space="preserve"> </w:t>
            </w:r>
            <w:r w:rsidRPr="004F4407">
              <w:rPr>
                <w:lang w:eastAsia="en-GB"/>
              </w:rPr>
              <w:t>definitions</w:t>
            </w:r>
          </w:p>
        </w:tc>
        <w:tc>
          <w:tcPr>
            <w:tcW w:w="2403" w:type="dxa"/>
            <w:tcMar>
              <w:top w:w="0" w:type="dxa"/>
              <w:left w:w="28" w:type="dxa"/>
              <w:bottom w:w="0" w:type="dxa"/>
              <w:right w:w="108" w:type="dxa"/>
            </w:tcMar>
          </w:tcPr>
          <w:p w14:paraId="18092BF5" w14:textId="090FD588"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32E81D56" w14:textId="77777777" w:rsidR="00DB21B1" w:rsidRPr="004F4407" w:rsidRDefault="00DB21B1" w:rsidP="00DB21B1">
            <w:pPr>
              <w:pStyle w:val="TAL"/>
              <w:rPr>
                <w:lang w:eastAsia="en-GB"/>
              </w:rPr>
            </w:pPr>
            <w:r w:rsidRPr="004F4407">
              <w:rPr>
                <w:lang w:eastAsia="en-GB"/>
              </w:rPr>
              <w:t>OneM2M_TestSystem</w:t>
            </w:r>
          </w:p>
        </w:tc>
        <w:tc>
          <w:tcPr>
            <w:tcW w:w="2410" w:type="dxa"/>
            <w:tcMar>
              <w:top w:w="0" w:type="dxa"/>
              <w:left w:w="28" w:type="dxa"/>
              <w:bottom w:w="0" w:type="dxa"/>
              <w:right w:w="108" w:type="dxa"/>
            </w:tcMar>
          </w:tcPr>
          <w:p w14:paraId="0DBA4316" w14:textId="77777777" w:rsidR="00DB21B1" w:rsidRPr="004F4407" w:rsidRDefault="00DB21B1" w:rsidP="00DB21B1">
            <w:pPr>
              <w:pStyle w:val="TAL"/>
              <w:rPr>
                <w:lang w:eastAsia="en-GB"/>
              </w:rPr>
            </w:pPr>
            <w:r w:rsidRPr="004F4407">
              <w:rPr>
                <w:lang w:eastAsia="en-GB"/>
              </w:rPr>
              <w:t>OneM2M_TestSystem</w:t>
            </w:r>
          </w:p>
        </w:tc>
      </w:tr>
      <w:tr w:rsidR="00DB21B1" w:rsidRPr="004F4407" w14:paraId="459FEA1E" w14:textId="77777777" w:rsidTr="00565622">
        <w:trPr>
          <w:jc w:val="center"/>
        </w:trPr>
        <w:tc>
          <w:tcPr>
            <w:tcW w:w="2260" w:type="dxa"/>
            <w:tcMar>
              <w:top w:w="0" w:type="dxa"/>
              <w:left w:w="28" w:type="dxa"/>
              <w:bottom w:w="0" w:type="dxa"/>
              <w:right w:w="108" w:type="dxa"/>
            </w:tcMar>
          </w:tcPr>
          <w:p w14:paraId="1A7D88BD" w14:textId="1D60FB37" w:rsidR="00DB21B1" w:rsidRPr="004F4407" w:rsidRDefault="00DB21B1" w:rsidP="00DB21B1">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module</w:t>
            </w:r>
            <w:r w:rsidR="00565622" w:rsidRPr="004F4407">
              <w:rPr>
                <w:lang w:eastAsia="en-GB"/>
              </w:rPr>
              <w:t xml:space="preserve"> </w:t>
            </w:r>
            <w:r w:rsidRPr="004F4407">
              <w:rPr>
                <w:lang w:eastAsia="en-GB"/>
              </w:rPr>
              <w:t>parameters</w:t>
            </w:r>
          </w:p>
        </w:tc>
        <w:tc>
          <w:tcPr>
            <w:tcW w:w="2403" w:type="dxa"/>
            <w:tcMar>
              <w:top w:w="0" w:type="dxa"/>
              <w:left w:w="28" w:type="dxa"/>
              <w:bottom w:w="0" w:type="dxa"/>
              <w:right w:w="108" w:type="dxa"/>
            </w:tcMar>
          </w:tcPr>
          <w:p w14:paraId="5CF379E6" w14:textId="29679351"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03985216" w14:textId="77777777" w:rsidR="00DB21B1" w:rsidRPr="004F4407" w:rsidRDefault="00DB21B1" w:rsidP="00DB21B1">
            <w:pPr>
              <w:pStyle w:val="TAL"/>
              <w:rPr>
                <w:lang w:eastAsia="en-GB"/>
              </w:rPr>
            </w:pPr>
            <w:r w:rsidRPr="004F4407">
              <w:rPr>
                <w:lang w:eastAsia="en-GB"/>
              </w:rPr>
              <w:t>OneM2M_Pixits</w:t>
            </w:r>
          </w:p>
        </w:tc>
        <w:tc>
          <w:tcPr>
            <w:tcW w:w="2410" w:type="dxa"/>
            <w:tcMar>
              <w:top w:w="0" w:type="dxa"/>
              <w:left w:w="28" w:type="dxa"/>
              <w:bottom w:w="0" w:type="dxa"/>
              <w:right w:w="108" w:type="dxa"/>
            </w:tcMar>
          </w:tcPr>
          <w:p w14:paraId="0591CE31" w14:textId="77777777" w:rsidR="00DB21B1" w:rsidRPr="004F4407" w:rsidRDefault="00DB21B1" w:rsidP="00DB21B1">
            <w:pPr>
              <w:pStyle w:val="TAL"/>
              <w:rPr>
                <w:lang w:eastAsia="en-GB"/>
              </w:rPr>
            </w:pPr>
            <w:r w:rsidRPr="004F4407">
              <w:rPr>
                <w:lang w:eastAsia="en-GB"/>
              </w:rPr>
              <w:t>OneM2M_Pixits</w:t>
            </w:r>
          </w:p>
        </w:tc>
      </w:tr>
    </w:tbl>
    <w:p w14:paraId="22E56335" w14:textId="77777777" w:rsidR="00DC7E33" w:rsidRPr="004F4407" w:rsidRDefault="00DC7E33" w:rsidP="00DC7E33"/>
    <w:p w14:paraId="551BA7B8" w14:textId="77777777" w:rsidR="00DC7E33" w:rsidRPr="004F4407" w:rsidRDefault="006A7443" w:rsidP="0032615D">
      <w:pPr>
        <w:pStyle w:val="Heading3"/>
      </w:pPr>
      <w:bookmarkStart w:id="56" w:name="_Toc13748888"/>
      <w:r w:rsidRPr="004F4407">
        <w:lastRenderedPageBreak/>
        <w:t>7</w:t>
      </w:r>
      <w:r w:rsidR="00DC7E33" w:rsidRPr="004F4407">
        <w:t>.2.3</w:t>
      </w:r>
      <w:r w:rsidR="00DC7E33" w:rsidRPr="004F4407">
        <w:tab/>
        <w:t>Usage of Log statements</w:t>
      </w:r>
      <w:bookmarkEnd w:id="56"/>
    </w:p>
    <w:p w14:paraId="20FE11EA" w14:textId="77777777" w:rsidR="00DC7E33" w:rsidRPr="004F4407" w:rsidRDefault="00DC7E33" w:rsidP="0032615D">
      <w:pPr>
        <w:keepNext/>
        <w:keepLines/>
      </w:pPr>
      <w:r w:rsidRPr="004F4407">
        <w:t xml:space="preserve">All </w:t>
      </w:r>
      <w:r w:rsidRPr="0032615D">
        <w:t>TTCN</w:t>
      </w:r>
      <w:r w:rsidRPr="004F4407">
        <w:t>-3 log statements use the following format using the same order:</w:t>
      </w:r>
    </w:p>
    <w:p w14:paraId="4E021034" w14:textId="77777777" w:rsidR="00DC7E33" w:rsidRPr="004F4407" w:rsidRDefault="00DC7E33" w:rsidP="00DC7E33">
      <w:pPr>
        <w:pStyle w:val="B1"/>
      </w:pPr>
      <w:r w:rsidRPr="004F4407">
        <w:t xml:space="preserve">The </w:t>
      </w:r>
      <w:r w:rsidRPr="0032615D">
        <w:t>TTCN</w:t>
      </w:r>
      <w:r w:rsidRPr="004F4407">
        <w:t>-3 test case or function identifier in which the log statement is defined.</w:t>
      </w:r>
    </w:p>
    <w:p w14:paraId="40347EB2" w14:textId="77777777" w:rsidR="00DC7E33" w:rsidRPr="004F4407" w:rsidRDefault="00DC7E33" w:rsidP="00DC7E33">
      <w:pPr>
        <w:pStyle w:val="B1"/>
      </w:pPr>
      <w:r w:rsidRPr="004F4407">
        <w:t>One of the categories of log: INFO, WARNING, ERROR, TIMEOUT</w:t>
      </w:r>
      <w:r w:rsidR="006569D6" w:rsidRPr="004F4407">
        <w:t xml:space="preserve">, </w:t>
      </w:r>
      <w:r w:rsidR="006569D6" w:rsidRPr="0032615D">
        <w:t>NONE</w:t>
      </w:r>
      <w:r w:rsidRPr="004F4407">
        <w:t>.</w:t>
      </w:r>
    </w:p>
    <w:p w14:paraId="38ED4A68" w14:textId="77777777" w:rsidR="00DC7E33" w:rsidRPr="004F4407" w:rsidRDefault="00DC7E33" w:rsidP="00DC7E33">
      <w:pPr>
        <w:pStyle w:val="B1"/>
      </w:pPr>
      <w:r w:rsidRPr="004F4407">
        <w:t>Free text.</w:t>
      </w:r>
    </w:p>
    <w:p w14:paraId="024C4629" w14:textId="77777777" w:rsidR="00DC7E33" w:rsidRPr="004F4407" w:rsidRDefault="00DC7E33" w:rsidP="00DC7E33">
      <w:pPr>
        <w:pStyle w:val="EX"/>
      </w:pPr>
      <w:r w:rsidRPr="004F4407">
        <w:t>EXAMPLE 1:</w:t>
      </w:r>
      <w:r w:rsidRPr="004F4407">
        <w:tab/>
      </w:r>
      <w:proofErr w:type="gramStart"/>
      <w:r w:rsidRPr="004F4407">
        <w:rPr>
          <w:rFonts w:ascii="Courier New" w:hAnsi="Courier New" w:cs="Courier New"/>
          <w:b/>
          <w:bCs/>
          <w:color w:val="800000"/>
          <w:lang w:eastAsia="en-GB"/>
        </w:rPr>
        <w:t>log</w:t>
      </w:r>
      <w:r w:rsidRPr="004F4407">
        <w:rPr>
          <w:rFonts w:ascii="Courier New" w:hAnsi="Courier New" w:cs="Courier New"/>
          <w:color w:val="000000"/>
          <w:lang w:eastAsia="en-GB"/>
        </w:rPr>
        <w:t>(</w:t>
      </w:r>
      <w:proofErr w:type="gramEnd"/>
      <w:r w:rsidR="00DA57DD" w:rsidRPr="004F4407">
        <w:rPr>
          <w:rFonts w:ascii="Courier New" w:hAnsi="Courier New" w:cs="Courier New"/>
          <w:lang w:eastAsia="en-GB"/>
        </w:rPr>
        <w:t>"</w:t>
      </w:r>
      <w:proofErr w:type="spellStart"/>
      <w:r w:rsidRPr="004F4407">
        <w:rPr>
          <w:rFonts w:ascii="Courier New" w:hAnsi="Courier New" w:cs="Courier New"/>
          <w:lang w:eastAsia="en-GB"/>
        </w:rPr>
        <w:t>f_utIniti</w:t>
      </w:r>
      <w:r w:rsidR="006569D6" w:rsidRPr="004F4407">
        <w:rPr>
          <w:rFonts w:ascii="Courier New" w:hAnsi="Courier New" w:cs="Courier New"/>
          <w:lang w:eastAsia="en-GB"/>
        </w:rPr>
        <w:t>alizeIut</w:t>
      </w:r>
      <w:proofErr w:type="spellEnd"/>
      <w:r w:rsidR="006569D6" w:rsidRPr="004F4407">
        <w:rPr>
          <w:rFonts w:ascii="Courier New" w:hAnsi="Courier New" w:cs="Courier New"/>
          <w:lang w:eastAsia="en-GB"/>
        </w:rPr>
        <w:t xml:space="preserve">: INFO: </w:t>
      </w:r>
      <w:r w:rsidR="006569D6" w:rsidRPr="0032615D">
        <w:rPr>
          <w:rFonts w:ascii="Courier New" w:hAnsi="Courier New" w:cs="Courier New"/>
          <w:lang w:eastAsia="en-GB"/>
        </w:rPr>
        <w:t>IUT</w:t>
      </w:r>
      <w:r w:rsidR="006569D6" w:rsidRPr="004F4407">
        <w:rPr>
          <w:rFonts w:ascii="Courier New" w:hAnsi="Courier New" w:cs="Courier New"/>
          <w:lang w:eastAsia="en-GB"/>
        </w:rPr>
        <w:t xml:space="preserve"> initialized</w:t>
      </w:r>
      <w:r w:rsidR="00DA57DD" w:rsidRPr="004F4407">
        <w:rPr>
          <w:rFonts w:ascii="Courier New" w:hAnsi="Courier New" w:cs="Courier New"/>
          <w:lang w:eastAsia="en-GB"/>
        </w:rPr>
        <w:t>"</w:t>
      </w:r>
      <w:r w:rsidRPr="004F4407">
        <w:rPr>
          <w:rFonts w:ascii="Courier New" w:hAnsi="Courier New" w:cs="Courier New"/>
          <w:color w:val="000000"/>
          <w:lang w:eastAsia="en-GB"/>
        </w:rPr>
        <w:t>);</w:t>
      </w:r>
    </w:p>
    <w:p w14:paraId="432C4638" w14:textId="77777777" w:rsidR="00DC7E33" w:rsidRPr="004F4407" w:rsidRDefault="00DC7E33" w:rsidP="00DC7E33">
      <w:r w:rsidRPr="004F4407">
        <w:t xml:space="preserve">Furthermore, the following rules are applied </w:t>
      </w:r>
      <w:r w:rsidR="006569D6" w:rsidRPr="004F4407">
        <w:t>too</w:t>
      </w:r>
      <w:r w:rsidRPr="004F4407">
        <w:t>:</w:t>
      </w:r>
    </w:p>
    <w:p w14:paraId="148EBC73" w14:textId="4A6E286D" w:rsidR="00DC7E33" w:rsidRPr="004F4407" w:rsidRDefault="00DC7E33" w:rsidP="00DC7E33">
      <w:pPr>
        <w:pStyle w:val="B1"/>
      </w:pPr>
      <w:r w:rsidRPr="004F4407">
        <w:t xml:space="preserve">All </w:t>
      </w:r>
      <w:r w:rsidRPr="0032615D">
        <w:t>TTCN</w:t>
      </w:r>
      <w:r w:rsidRPr="004F4407">
        <w:t xml:space="preserve">-3 </w:t>
      </w:r>
      <w:proofErr w:type="spellStart"/>
      <w:r w:rsidRPr="004F4407">
        <w:t>setverdict</w:t>
      </w:r>
      <w:proofErr w:type="spellEnd"/>
      <w:r w:rsidRPr="004F4407">
        <w:t xml:space="preserve"> statements are combined (as defined in </w:t>
      </w:r>
      <w:r w:rsidRPr="0032615D">
        <w:t>TTCN</w:t>
      </w:r>
      <w:r w:rsidRPr="004F4407">
        <w:t xml:space="preserve">-3 - </w:t>
      </w:r>
      <w:r w:rsidR="00D67FD1" w:rsidRPr="0032615D">
        <w:t>ETSI ES 201 873-1 [</w:t>
      </w:r>
      <w:r w:rsidR="00D67FD1" w:rsidRPr="0032615D">
        <w:fldChar w:fldCharType="begin"/>
      </w:r>
      <w:r w:rsidR="00D67FD1" w:rsidRPr="0032615D">
        <w:instrText xml:space="preserve">REF REF_ES201873_1 \h </w:instrText>
      </w:r>
      <w:r w:rsidR="00D67FD1" w:rsidRPr="0032615D">
        <w:fldChar w:fldCharType="separate"/>
      </w:r>
      <w:r w:rsidR="00802AA2" w:rsidRPr="0032615D">
        <w:t>6</w:t>
      </w:r>
      <w:r w:rsidR="00D67FD1" w:rsidRPr="0032615D">
        <w:fldChar w:fldCharType="end"/>
      </w:r>
      <w:r w:rsidR="00D67FD1" w:rsidRPr="0032615D">
        <w:t>]</w:t>
      </w:r>
      <w:r w:rsidRPr="004F4407">
        <w:t>) with a log statement following the same above rules (see example 2).</w:t>
      </w:r>
    </w:p>
    <w:p w14:paraId="42E033AF" w14:textId="6BD3F3CC" w:rsidR="00DC7E33" w:rsidRPr="004F4407" w:rsidRDefault="00DC7E33" w:rsidP="00DC7E33">
      <w:pPr>
        <w:pStyle w:val="EX"/>
      </w:pPr>
      <w:r w:rsidRPr="004F4407">
        <w:t>EXAMPLE 2:</w:t>
      </w:r>
      <w:r w:rsidRPr="004F4407">
        <w:tab/>
      </w:r>
      <w:proofErr w:type="spellStart"/>
      <w:proofErr w:type="gramStart"/>
      <w:r w:rsidRPr="004F4407">
        <w:rPr>
          <w:rFonts w:ascii="Courier New" w:hAnsi="Courier New" w:cs="Courier New"/>
          <w:b/>
          <w:bCs/>
          <w:color w:val="800000"/>
          <w:lang w:eastAsia="en-GB"/>
        </w:rPr>
        <w:t>setverdict</w:t>
      </w:r>
      <w:proofErr w:type="spellEnd"/>
      <w:r w:rsidRPr="004F4407">
        <w:rPr>
          <w:rFonts w:ascii="Courier New" w:hAnsi="Courier New" w:cs="Courier New"/>
          <w:color w:val="000000"/>
          <w:lang w:eastAsia="en-GB"/>
        </w:rPr>
        <w:t>(</w:t>
      </w:r>
      <w:proofErr w:type="gramEnd"/>
      <w:r w:rsidRPr="004F4407">
        <w:rPr>
          <w:rFonts w:ascii="Courier New" w:hAnsi="Courier New" w:cs="Courier New"/>
          <w:b/>
          <w:bCs/>
          <w:lang w:eastAsia="en-GB"/>
        </w:rPr>
        <w:t>pass</w:t>
      </w:r>
      <w:r w:rsidRPr="004F4407">
        <w:rPr>
          <w:rFonts w:ascii="Courier New" w:hAnsi="Courier New" w:cs="Courier New"/>
          <w:color w:val="000000"/>
          <w:lang w:eastAsia="en-GB"/>
        </w:rPr>
        <w:t xml:space="preserve">, </w:t>
      </w:r>
      <w:r w:rsidR="00DA57DD" w:rsidRPr="004F4407">
        <w:rPr>
          <w:rFonts w:ascii="Courier New" w:hAnsi="Courier New" w:cs="Courier New"/>
          <w:lang w:eastAsia="en-GB"/>
        </w:rPr>
        <w:t>"</w:t>
      </w:r>
      <w:r w:rsidR="006569D6" w:rsidRPr="0032615D">
        <w:rPr>
          <w:rFonts w:ascii="Courier New" w:hAnsi="Courier New" w:cs="Courier New"/>
          <w:lang w:eastAsia="en-GB"/>
        </w:rPr>
        <w:t>TC</w:t>
      </w:r>
      <w:r w:rsidR="006569D6" w:rsidRPr="004F4407">
        <w:rPr>
          <w:rFonts w:ascii="Courier New" w:hAnsi="Courier New" w:cs="Courier New"/>
          <w:lang w:eastAsia="en-GB"/>
        </w:rPr>
        <w:t>_ONEM2M_</w:t>
      </w:r>
      <w:r w:rsidR="006569D6" w:rsidRPr="0032615D">
        <w:rPr>
          <w:rFonts w:ascii="Courier New" w:hAnsi="Courier New" w:cs="Courier New"/>
          <w:lang w:eastAsia="en-GB"/>
        </w:rPr>
        <w:t>CSE</w:t>
      </w:r>
      <w:r w:rsidR="006569D6" w:rsidRPr="004F4407">
        <w:rPr>
          <w:rFonts w:ascii="Courier New" w:hAnsi="Courier New" w:cs="Courier New"/>
          <w:lang w:eastAsia="en-GB"/>
        </w:rPr>
        <w:t>_</w:t>
      </w:r>
      <w:r w:rsidR="006569D6" w:rsidRPr="0032615D">
        <w:rPr>
          <w:rFonts w:ascii="Courier New" w:hAnsi="Courier New" w:cs="Courier New"/>
          <w:lang w:eastAsia="en-GB"/>
        </w:rPr>
        <w:t>DMR</w:t>
      </w:r>
      <w:r w:rsidR="006569D6" w:rsidRPr="004F4407">
        <w:rPr>
          <w:rFonts w:ascii="Courier New" w:hAnsi="Courier New" w:cs="Courier New"/>
          <w:lang w:eastAsia="en-GB"/>
        </w:rPr>
        <w:t>_CRE_001</w:t>
      </w:r>
      <w:r w:rsidRPr="004F4407">
        <w:rPr>
          <w:rFonts w:ascii="Courier New" w:hAnsi="Courier New" w:cs="Courier New"/>
          <w:lang w:eastAsia="en-GB"/>
        </w:rPr>
        <w:t>:</w:t>
      </w:r>
      <w:r w:rsidR="006569D6" w:rsidRPr="004F4407">
        <w:rPr>
          <w:rFonts w:ascii="Courier New" w:hAnsi="Courier New" w:cs="Courier New"/>
          <w:lang w:eastAsia="en-GB"/>
        </w:rPr>
        <w:t xml:space="preserve"> </w:t>
      </w:r>
      <w:r w:rsidRPr="004F4407">
        <w:rPr>
          <w:rFonts w:ascii="Courier New" w:hAnsi="Courier New" w:cs="Courier New"/>
          <w:lang w:eastAsia="en-GB"/>
        </w:rPr>
        <w:t xml:space="preserve">Received correct </w:t>
      </w:r>
      <w:r w:rsidR="006569D6" w:rsidRPr="004F4407">
        <w:rPr>
          <w:rFonts w:ascii="Courier New" w:hAnsi="Courier New" w:cs="Courier New"/>
          <w:lang w:eastAsia="en-GB"/>
        </w:rPr>
        <w:t>message</w:t>
      </w:r>
      <w:r w:rsidR="00DA57DD" w:rsidRPr="004F4407">
        <w:rPr>
          <w:rFonts w:ascii="Courier New" w:hAnsi="Courier New" w:cs="Courier New"/>
          <w:lang w:eastAsia="en-GB"/>
        </w:rPr>
        <w:t>"</w:t>
      </w:r>
      <w:r w:rsidRPr="004F4407">
        <w:rPr>
          <w:rFonts w:ascii="Courier New" w:hAnsi="Courier New" w:cs="Courier New"/>
          <w:color w:val="000000"/>
          <w:lang w:eastAsia="en-GB"/>
        </w:rPr>
        <w:t>);</w:t>
      </w:r>
    </w:p>
    <w:p w14:paraId="2E2BAB59" w14:textId="77777777" w:rsidR="00DC7E33" w:rsidRPr="004F4407" w:rsidRDefault="006A7443" w:rsidP="00DC7E33">
      <w:pPr>
        <w:pStyle w:val="Heading3"/>
      </w:pPr>
      <w:bookmarkStart w:id="57" w:name="_Toc13748889"/>
      <w:r w:rsidRPr="004F4407">
        <w:t>7</w:t>
      </w:r>
      <w:r w:rsidR="00DC7E33" w:rsidRPr="004F4407">
        <w:t>.2.4</w:t>
      </w:r>
      <w:r w:rsidR="00DC7E33" w:rsidRPr="004F4407">
        <w:tab/>
        <w:t>Test Case (</w:t>
      </w:r>
      <w:r w:rsidR="00DC7E33" w:rsidRPr="0032615D">
        <w:t>TC</w:t>
      </w:r>
      <w:r w:rsidR="00DC7E33" w:rsidRPr="004F4407">
        <w:t>) identifier</w:t>
      </w:r>
      <w:bookmarkEnd w:id="57"/>
    </w:p>
    <w:p w14:paraId="5C5948F3" w14:textId="30EABFB5" w:rsidR="00DC7E33" w:rsidRDefault="00DC7E33" w:rsidP="00DC7E33">
      <w:pPr>
        <w:pStyle w:val="TH"/>
      </w:pPr>
      <w:r w:rsidRPr="004F4407">
        <w:t xml:space="preserve">Table </w:t>
      </w:r>
      <w:r w:rsidR="00DA57DD" w:rsidRPr="004F4407">
        <w:t xml:space="preserve">7.2.4-1: </w:t>
      </w:r>
      <w:r w:rsidRPr="0032615D">
        <w:t>TC</w:t>
      </w:r>
      <w:r w:rsidRPr="004F4407">
        <w:t xml:space="preserve"> naming convention</w:t>
      </w:r>
    </w:p>
    <w:tbl>
      <w:tblPr>
        <w:tblStyle w:val="TableGrid"/>
        <w:tblW w:w="9702" w:type="dxa"/>
        <w:jc w:val="center"/>
        <w:tblLayout w:type="fixed"/>
        <w:tblCellMar>
          <w:left w:w="28" w:type="dxa"/>
        </w:tblCellMar>
        <w:tblLook w:val="04A0" w:firstRow="1" w:lastRow="0" w:firstColumn="1" w:lastColumn="0" w:noHBand="0" w:noVBand="1"/>
      </w:tblPr>
      <w:tblGrid>
        <w:gridCol w:w="1051"/>
        <w:gridCol w:w="3361"/>
        <w:gridCol w:w="1246"/>
        <w:gridCol w:w="4044"/>
      </w:tblGrid>
      <w:tr w:rsidR="007C062E" w14:paraId="4D43F289" w14:textId="77777777" w:rsidTr="007C062E">
        <w:trPr>
          <w:jc w:val="center"/>
        </w:trPr>
        <w:tc>
          <w:tcPr>
            <w:tcW w:w="1051" w:type="dxa"/>
            <w:vAlign w:val="center"/>
          </w:tcPr>
          <w:p w14:paraId="38516835" w14:textId="347FA9C7" w:rsidR="007C062E" w:rsidRDefault="007C062E" w:rsidP="007C062E">
            <w:pPr>
              <w:pStyle w:val="TAH"/>
            </w:pPr>
            <w:r w:rsidRPr="004F4407">
              <w:t>Identifier:</w:t>
            </w:r>
          </w:p>
        </w:tc>
        <w:tc>
          <w:tcPr>
            <w:tcW w:w="3361" w:type="dxa"/>
            <w:vAlign w:val="center"/>
          </w:tcPr>
          <w:p w14:paraId="26178A07" w14:textId="20A0F988" w:rsidR="007C062E" w:rsidRDefault="007C062E" w:rsidP="007C062E">
            <w:pPr>
              <w:pStyle w:val="TAH"/>
            </w:pPr>
            <w:r w:rsidRPr="0032615D">
              <w:t>TC</w:t>
            </w:r>
            <w:r w:rsidRPr="004F4407">
              <w:t>_&lt;root&gt;_&lt;gr&gt;_&lt;</w:t>
            </w:r>
            <w:proofErr w:type="spellStart"/>
            <w:r w:rsidRPr="004F4407">
              <w:t>sgr</w:t>
            </w:r>
            <w:proofErr w:type="spellEnd"/>
            <w:r w:rsidRPr="004F4407">
              <w:t>&gt;_&lt;</w:t>
            </w:r>
            <w:proofErr w:type="spellStart"/>
            <w:r w:rsidRPr="004F4407">
              <w:t>nn</w:t>
            </w:r>
            <w:proofErr w:type="spellEnd"/>
            <w:r w:rsidRPr="004F4407">
              <w:t>&gt;_&lt;per&gt;</w:t>
            </w:r>
          </w:p>
        </w:tc>
        <w:tc>
          <w:tcPr>
            <w:tcW w:w="1246" w:type="dxa"/>
            <w:vAlign w:val="center"/>
          </w:tcPr>
          <w:p w14:paraId="70170109" w14:textId="77777777" w:rsidR="007C062E" w:rsidRDefault="007C062E" w:rsidP="007C062E">
            <w:pPr>
              <w:pStyle w:val="TAH"/>
            </w:pPr>
          </w:p>
        </w:tc>
        <w:tc>
          <w:tcPr>
            <w:tcW w:w="4044" w:type="dxa"/>
            <w:vAlign w:val="center"/>
          </w:tcPr>
          <w:p w14:paraId="3D8FB5F3" w14:textId="77777777" w:rsidR="007C062E" w:rsidRDefault="007C062E" w:rsidP="007C062E">
            <w:pPr>
              <w:pStyle w:val="TAH"/>
            </w:pPr>
          </w:p>
        </w:tc>
      </w:tr>
      <w:tr w:rsidR="007C062E" w14:paraId="4E69E8FB" w14:textId="77777777" w:rsidTr="007C062E">
        <w:trPr>
          <w:jc w:val="center"/>
        </w:trPr>
        <w:tc>
          <w:tcPr>
            <w:tcW w:w="1051" w:type="dxa"/>
          </w:tcPr>
          <w:p w14:paraId="42BC41A5" w14:textId="77777777" w:rsidR="007C062E" w:rsidRDefault="007C062E" w:rsidP="007C062E">
            <w:pPr>
              <w:pStyle w:val="TAL"/>
            </w:pPr>
          </w:p>
        </w:tc>
        <w:tc>
          <w:tcPr>
            <w:tcW w:w="3361" w:type="dxa"/>
            <w:vAlign w:val="center"/>
          </w:tcPr>
          <w:p w14:paraId="4B2F228B" w14:textId="68B83881" w:rsidR="007C062E" w:rsidRDefault="007C062E" w:rsidP="007C062E">
            <w:pPr>
              <w:pStyle w:val="TAL"/>
            </w:pPr>
            <w:r w:rsidRPr="004F4407">
              <w:t>&lt;root&gt;</w:t>
            </w:r>
            <w:r>
              <w:t xml:space="preserve"> </w:t>
            </w:r>
            <w:r w:rsidRPr="004F4407">
              <w:t>=</w:t>
            </w:r>
            <w:r>
              <w:t xml:space="preserve"> </w:t>
            </w:r>
            <w:r w:rsidRPr="004F4407">
              <w:t>root</w:t>
            </w:r>
          </w:p>
        </w:tc>
        <w:tc>
          <w:tcPr>
            <w:tcW w:w="1246" w:type="dxa"/>
            <w:vAlign w:val="center"/>
          </w:tcPr>
          <w:p w14:paraId="6A4D12E6" w14:textId="7E5CACC3" w:rsidR="007C062E" w:rsidRDefault="007C062E" w:rsidP="007C062E">
            <w:pPr>
              <w:pStyle w:val="TAL"/>
            </w:pPr>
            <w:r w:rsidRPr="004F4407">
              <w:t>ONEM2M</w:t>
            </w:r>
          </w:p>
        </w:tc>
        <w:tc>
          <w:tcPr>
            <w:tcW w:w="4044" w:type="dxa"/>
            <w:vAlign w:val="center"/>
          </w:tcPr>
          <w:p w14:paraId="29DAEAAE" w14:textId="445CB75D" w:rsidR="007C062E" w:rsidRDefault="007C062E" w:rsidP="007C062E">
            <w:pPr>
              <w:pStyle w:val="TAL"/>
            </w:pPr>
            <w:r w:rsidRPr="004F4407">
              <w:t>oneM2M</w:t>
            </w:r>
          </w:p>
        </w:tc>
      </w:tr>
      <w:tr w:rsidR="007C062E" w14:paraId="2076A49F" w14:textId="77777777" w:rsidTr="007C062E">
        <w:trPr>
          <w:jc w:val="center"/>
        </w:trPr>
        <w:tc>
          <w:tcPr>
            <w:tcW w:w="1051" w:type="dxa"/>
          </w:tcPr>
          <w:p w14:paraId="501BC1DF" w14:textId="77777777" w:rsidR="007C062E" w:rsidRDefault="007C062E" w:rsidP="007C062E">
            <w:pPr>
              <w:pStyle w:val="TAL"/>
            </w:pPr>
          </w:p>
        </w:tc>
        <w:tc>
          <w:tcPr>
            <w:tcW w:w="3361" w:type="dxa"/>
            <w:vAlign w:val="center"/>
          </w:tcPr>
          <w:p w14:paraId="53E955F0" w14:textId="33F354CF" w:rsidR="007C062E" w:rsidRDefault="007C062E" w:rsidP="007C062E">
            <w:pPr>
              <w:pStyle w:val="TAL"/>
            </w:pPr>
            <w:r w:rsidRPr="004F4407">
              <w:t>&lt;gr&gt;</w:t>
            </w:r>
            <w:r>
              <w:t xml:space="preserve"> </w:t>
            </w:r>
            <w:r w:rsidRPr="004F4407">
              <w:t>=</w:t>
            </w:r>
            <w:r>
              <w:t xml:space="preserve"> </w:t>
            </w:r>
            <w:r w:rsidRPr="0032615D">
              <w:t>group</w:t>
            </w:r>
          </w:p>
        </w:tc>
        <w:tc>
          <w:tcPr>
            <w:tcW w:w="1246" w:type="dxa"/>
            <w:vAlign w:val="center"/>
          </w:tcPr>
          <w:p w14:paraId="3992AE6E" w14:textId="190963DD" w:rsidR="007C062E" w:rsidRDefault="007C062E" w:rsidP="007C062E">
            <w:pPr>
              <w:pStyle w:val="TAL"/>
            </w:pPr>
            <w:r w:rsidRPr="0032615D">
              <w:t>CSE</w:t>
            </w:r>
          </w:p>
        </w:tc>
        <w:tc>
          <w:tcPr>
            <w:tcW w:w="4044" w:type="dxa"/>
            <w:vAlign w:val="center"/>
          </w:tcPr>
          <w:p w14:paraId="4B3A8E6C" w14:textId="1848E6E3" w:rsidR="007C062E" w:rsidRDefault="007C062E" w:rsidP="007C062E">
            <w:pPr>
              <w:pStyle w:val="TAL"/>
            </w:pPr>
            <w:r w:rsidRPr="0032615D">
              <w:t>CSE</w:t>
            </w:r>
            <w:r>
              <w:t xml:space="preserve"> </w:t>
            </w:r>
            <w:r w:rsidRPr="004F4407">
              <w:t>testing</w:t>
            </w:r>
          </w:p>
        </w:tc>
      </w:tr>
      <w:tr w:rsidR="007C062E" w14:paraId="6AEAFCF7" w14:textId="77777777" w:rsidTr="007C062E">
        <w:trPr>
          <w:jc w:val="center"/>
        </w:trPr>
        <w:tc>
          <w:tcPr>
            <w:tcW w:w="1051" w:type="dxa"/>
          </w:tcPr>
          <w:p w14:paraId="02962402" w14:textId="77777777" w:rsidR="007C062E" w:rsidRDefault="007C062E" w:rsidP="007C062E">
            <w:pPr>
              <w:pStyle w:val="TAL"/>
            </w:pPr>
          </w:p>
        </w:tc>
        <w:tc>
          <w:tcPr>
            <w:tcW w:w="3361" w:type="dxa"/>
            <w:vAlign w:val="center"/>
          </w:tcPr>
          <w:p w14:paraId="54F015B3" w14:textId="77777777" w:rsidR="007C062E" w:rsidRDefault="007C062E" w:rsidP="007C062E">
            <w:pPr>
              <w:pStyle w:val="TAL"/>
            </w:pPr>
          </w:p>
        </w:tc>
        <w:tc>
          <w:tcPr>
            <w:tcW w:w="1246" w:type="dxa"/>
            <w:vAlign w:val="center"/>
          </w:tcPr>
          <w:p w14:paraId="197D5DFB" w14:textId="3FCE3E86" w:rsidR="007C062E" w:rsidRDefault="007C062E" w:rsidP="007C062E">
            <w:pPr>
              <w:pStyle w:val="TAL"/>
            </w:pPr>
            <w:r w:rsidRPr="0032615D">
              <w:t>AE</w:t>
            </w:r>
          </w:p>
        </w:tc>
        <w:tc>
          <w:tcPr>
            <w:tcW w:w="4044" w:type="dxa"/>
            <w:vAlign w:val="center"/>
          </w:tcPr>
          <w:p w14:paraId="798B2A84" w14:textId="66416D06" w:rsidR="007C062E" w:rsidRDefault="007C062E" w:rsidP="007C062E">
            <w:pPr>
              <w:pStyle w:val="TAL"/>
            </w:pPr>
            <w:r w:rsidRPr="0032615D">
              <w:t>AE</w:t>
            </w:r>
            <w:r>
              <w:t xml:space="preserve"> </w:t>
            </w:r>
            <w:r w:rsidRPr="004F4407">
              <w:t>testing</w:t>
            </w:r>
          </w:p>
        </w:tc>
      </w:tr>
      <w:tr w:rsidR="007C062E" w14:paraId="4738E426" w14:textId="77777777" w:rsidTr="007C062E">
        <w:trPr>
          <w:jc w:val="center"/>
        </w:trPr>
        <w:tc>
          <w:tcPr>
            <w:tcW w:w="1051" w:type="dxa"/>
          </w:tcPr>
          <w:p w14:paraId="53F7890A" w14:textId="77777777" w:rsidR="007C062E" w:rsidRDefault="007C062E" w:rsidP="007C062E">
            <w:pPr>
              <w:pStyle w:val="TAL"/>
            </w:pPr>
          </w:p>
        </w:tc>
        <w:tc>
          <w:tcPr>
            <w:tcW w:w="3361" w:type="dxa"/>
            <w:vAlign w:val="center"/>
          </w:tcPr>
          <w:p w14:paraId="5A512178" w14:textId="770070EB" w:rsidR="007C062E" w:rsidRDefault="007C062E" w:rsidP="007C062E">
            <w:pPr>
              <w:pStyle w:val="TAL"/>
            </w:pPr>
            <w:r w:rsidRPr="004F4407">
              <w:t>&lt;</w:t>
            </w:r>
            <w:proofErr w:type="spellStart"/>
            <w:r w:rsidRPr="004F4407">
              <w:t>sgr</w:t>
            </w:r>
            <w:proofErr w:type="spellEnd"/>
            <w:r w:rsidRPr="004F4407">
              <w:t>&gt;</w:t>
            </w:r>
            <w:r>
              <w:t xml:space="preserve"> </w:t>
            </w:r>
            <w:r w:rsidRPr="004F4407">
              <w:t>=</w:t>
            </w:r>
            <w:r>
              <w:t xml:space="preserve"> </w:t>
            </w:r>
            <w:r w:rsidRPr="004F4407">
              <w:t>subgroup</w:t>
            </w:r>
          </w:p>
        </w:tc>
        <w:tc>
          <w:tcPr>
            <w:tcW w:w="1246" w:type="dxa"/>
            <w:vAlign w:val="center"/>
          </w:tcPr>
          <w:p w14:paraId="757DD474" w14:textId="66F8DD3B" w:rsidR="007C062E" w:rsidRDefault="007C062E" w:rsidP="007C062E">
            <w:pPr>
              <w:pStyle w:val="TAL"/>
            </w:pPr>
            <w:r w:rsidRPr="0032615D">
              <w:rPr>
                <w:rFonts w:hint="eastAsia"/>
                <w:lang w:eastAsia="ko-KR"/>
              </w:rPr>
              <w:t>REG</w:t>
            </w:r>
          </w:p>
        </w:tc>
        <w:tc>
          <w:tcPr>
            <w:tcW w:w="4044" w:type="dxa"/>
            <w:vAlign w:val="center"/>
          </w:tcPr>
          <w:p w14:paraId="774C5A80" w14:textId="744C15FE" w:rsidR="007C062E" w:rsidRDefault="007C062E" w:rsidP="007C062E">
            <w:pPr>
              <w:pStyle w:val="TAL"/>
            </w:pPr>
            <w:r w:rsidRPr="004F4407">
              <w:rPr>
                <w:rFonts w:hint="eastAsia"/>
                <w:lang w:eastAsia="ko-KR"/>
              </w:rPr>
              <w:t>Registration</w:t>
            </w:r>
          </w:p>
        </w:tc>
      </w:tr>
      <w:tr w:rsidR="007C062E" w14:paraId="096108B7" w14:textId="77777777" w:rsidTr="007C062E">
        <w:trPr>
          <w:jc w:val="center"/>
        </w:trPr>
        <w:tc>
          <w:tcPr>
            <w:tcW w:w="1051" w:type="dxa"/>
          </w:tcPr>
          <w:p w14:paraId="6C956530" w14:textId="77777777" w:rsidR="007C062E" w:rsidRDefault="007C062E" w:rsidP="007C062E">
            <w:pPr>
              <w:pStyle w:val="TAL"/>
            </w:pPr>
          </w:p>
        </w:tc>
        <w:tc>
          <w:tcPr>
            <w:tcW w:w="3361" w:type="dxa"/>
            <w:vAlign w:val="center"/>
          </w:tcPr>
          <w:p w14:paraId="3A57C50B" w14:textId="77777777" w:rsidR="007C062E" w:rsidRDefault="007C062E" w:rsidP="007C062E">
            <w:pPr>
              <w:pStyle w:val="TAL"/>
            </w:pPr>
          </w:p>
        </w:tc>
        <w:tc>
          <w:tcPr>
            <w:tcW w:w="1246" w:type="dxa"/>
            <w:vAlign w:val="center"/>
          </w:tcPr>
          <w:p w14:paraId="542F1255" w14:textId="25F4B141" w:rsidR="007C062E" w:rsidRDefault="007C062E" w:rsidP="007C062E">
            <w:pPr>
              <w:pStyle w:val="TAL"/>
            </w:pPr>
            <w:r w:rsidRPr="0032615D">
              <w:rPr>
                <w:rFonts w:hint="eastAsia"/>
                <w:lang w:eastAsia="ko-KR"/>
              </w:rPr>
              <w:t>DMR</w:t>
            </w:r>
          </w:p>
        </w:tc>
        <w:tc>
          <w:tcPr>
            <w:tcW w:w="4044" w:type="dxa"/>
            <w:vAlign w:val="center"/>
          </w:tcPr>
          <w:p w14:paraId="2CDF30D4" w14:textId="3740C762" w:rsidR="007C062E" w:rsidRDefault="007C062E" w:rsidP="007C062E">
            <w:pPr>
              <w:pStyle w:val="TAL"/>
            </w:pPr>
            <w:r w:rsidRPr="004F4407">
              <w:rPr>
                <w:rFonts w:hint="eastAsia"/>
                <w:lang w:eastAsia="ko-KR"/>
              </w:rPr>
              <w:t>Data</w:t>
            </w:r>
            <w:r>
              <w:rPr>
                <w:rFonts w:hint="eastAsia"/>
                <w:lang w:eastAsia="ko-KR"/>
              </w:rPr>
              <w:t xml:space="preserve"> </w:t>
            </w:r>
            <w:r w:rsidRPr="004F4407">
              <w:rPr>
                <w:rFonts w:hint="eastAsia"/>
                <w:lang w:eastAsia="ko-KR"/>
              </w:rPr>
              <w:t>Management</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Repository</w:t>
            </w:r>
          </w:p>
        </w:tc>
      </w:tr>
      <w:tr w:rsidR="007C062E" w14:paraId="56381B6C" w14:textId="77777777" w:rsidTr="007C062E">
        <w:trPr>
          <w:jc w:val="center"/>
        </w:trPr>
        <w:tc>
          <w:tcPr>
            <w:tcW w:w="1051" w:type="dxa"/>
          </w:tcPr>
          <w:p w14:paraId="6A9803D5" w14:textId="77777777" w:rsidR="007C062E" w:rsidRDefault="007C062E" w:rsidP="007C062E">
            <w:pPr>
              <w:pStyle w:val="TAL"/>
            </w:pPr>
          </w:p>
        </w:tc>
        <w:tc>
          <w:tcPr>
            <w:tcW w:w="3361" w:type="dxa"/>
            <w:vAlign w:val="center"/>
          </w:tcPr>
          <w:p w14:paraId="64D7FAC9" w14:textId="77777777" w:rsidR="007C062E" w:rsidRDefault="007C062E" w:rsidP="007C062E">
            <w:pPr>
              <w:pStyle w:val="TAL"/>
            </w:pPr>
          </w:p>
        </w:tc>
        <w:tc>
          <w:tcPr>
            <w:tcW w:w="1246" w:type="dxa"/>
            <w:vAlign w:val="center"/>
          </w:tcPr>
          <w:p w14:paraId="4CBCED40" w14:textId="4B2DB9FE" w:rsidR="007C062E" w:rsidRDefault="007C062E" w:rsidP="007C062E">
            <w:pPr>
              <w:pStyle w:val="TAL"/>
            </w:pPr>
            <w:r w:rsidRPr="0032615D">
              <w:rPr>
                <w:rFonts w:hint="eastAsia"/>
                <w:lang w:eastAsia="ko-KR"/>
              </w:rPr>
              <w:t>SUB</w:t>
            </w:r>
          </w:p>
        </w:tc>
        <w:tc>
          <w:tcPr>
            <w:tcW w:w="4044" w:type="dxa"/>
            <w:vAlign w:val="center"/>
          </w:tcPr>
          <w:p w14:paraId="06E6903D" w14:textId="34451260" w:rsidR="007C062E" w:rsidRDefault="007C062E" w:rsidP="007C062E">
            <w:pPr>
              <w:pStyle w:val="TAL"/>
            </w:pPr>
            <w:r w:rsidRPr="004F4407">
              <w:rPr>
                <w:rFonts w:hint="eastAsia"/>
                <w:lang w:eastAsia="ko-KR"/>
              </w:rPr>
              <w:t>Subscription</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Notification</w:t>
            </w:r>
          </w:p>
        </w:tc>
      </w:tr>
      <w:tr w:rsidR="007C062E" w14:paraId="2721C129" w14:textId="77777777" w:rsidTr="007C062E">
        <w:trPr>
          <w:jc w:val="center"/>
        </w:trPr>
        <w:tc>
          <w:tcPr>
            <w:tcW w:w="1051" w:type="dxa"/>
          </w:tcPr>
          <w:p w14:paraId="4180DEF8" w14:textId="77777777" w:rsidR="007C062E" w:rsidRDefault="007C062E" w:rsidP="007C062E">
            <w:pPr>
              <w:pStyle w:val="TAL"/>
            </w:pPr>
          </w:p>
        </w:tc>
        <w:tc>
          <w:tcPr>
            <w:tcW w:w="3361" w:type="dxa"/>
            <w:vAlign w:val="center"/>
          </w:tcPr>
          <w:p w14:paraId="07F696AE" w14:textId="77777777" w:rsidR="007C062E" w:rsidRDefault="007C062E" w:rsidP="007C062E">
            <w:pPr>
              <w:pStyle w:val="TAL"/>
            </w:pPr>
          </w:p>
        </w:tc>
        <w:tc>
          <w:tcPr>
            <w:tcW w:w="1246" w:type="dxa"/>
            <w:vAlign w:val="center"/>
          </w:tcPr>
          <w:p w14:paraId="19FF48BC" w14:textId="58DEC331" w:rsidR="007C062E" w:rsidRDefault="007C062E" w:rsidP="007C062E">
            <w:pPr>
              <w:pStyle w:val="TAL"/>
            </w:pPr>
            <w:r w:rsidRPr="0032615D">
              <w:rPr>
                <w:rFonts w:hint="eastAsia"/>
                <w:lang w:eastAsia="ko-KR"/>
              </w:rPr>
              <w:t>GMG</w:t>
            </w:r>
          </w:p>
        </w:tc>
        <w:tc>
          <w:tcPr>
            <w:tcW w:w="4044" w:type="dxa"/>
            <w:vAlign w:val="center"/>
          </w:tcPr>
          <w:p w14:paraId="71961E9F" w14:textId="74F3123A" w:rsidR="007C062E" w:rsidRDefault="007C062E" w:rsidP="007C062E">
            <w:pPr>
              <w:pStyle w:val="TAL"/>
            </w:pPr>
            <w:r w:rsidRPr="0032615D">
              <w:rPr>
                <w:rFonts w:hint="eastAsia"/>
                <w:lang w:eastAsia="ko-KR"/>
              </w:rPr>
              <w:t>Group</w:t>
            </w:r>
            <w:r>
              <w:rPr>
                <w:rFonts w:hint="eastAsia"/>
                <w:lang w:eastAsia="ko-KR"/>
              </w:rPr>
              <w:t xml:space="preserve"> </w:t>
            </w:r>
            <w:r w:rsidRPr="004F4407">
              <w:rPr>
                <w:rFonts w:hint="eastAsia"/>
                <w:lang w:eastAsia="ko-KR"/>
              </w:rPr>
              <w:t>Management</w:t>
            </w:r>
          </w:p>
        </w:tc>
      </w:tr>
      <w:tr w:rsidR="007C062E" w14:paraId="7E9D5AD1" w14:textId="77777777" w:rsidTr="007C062E">
        <w:trPr>
          <w:jc w:val="center"/>
        </w:trPr>
        <w:tc>
          <w:tcPr>
            <w:tcW w:w="1051" w:type="dxa"/>
          </w:tcPr>
          <w:p w14:paraId="59E57956" w14:textId="77777777" w:rsidR="007C062E" w:rsidRDefault="007C062E" w:rsidP="007C062E">
            <w:pPr>
              <w:pStyle w:val="TAL"/>
            </w:pPr>
          </w:p>
        </w:tc>
        <w:tc>
          <w:tcPr>
            <w:tcW w:w="3361" w:type="dxa"/>
            <w:vAlign w:val="center"/>
          </w:tcPr>
          <w:p w14:paraId="536CC2A4" w14:textId="77777777" w:rsidR="007C062E" w:rsidRDefault="007C062E" w:rsidP="007C062E">
            <w:pPr>
              <w:pStyle w:val="TAL"/>
            </w:pPr>
          </w:p>
        </w:tc>
        <w:tc>
          <w:tcPr>
            <w:tcW w:w="1246" w:type="dxa"/>
            <w:vAlign w:val="center"/>
          </w:tcPr>
          <w:p w14:paraId="0E73E4B9" w14:textId="75B21163" w:rsidR="007C062E" w:rsidRPr="0032615D" w:rsidRDefault="007C062E" w:rsidP="007C062E">
            <w:pPr>
              <w:pStyle w:val="TAL"/>
              <w:rPr>
                <w:lang w:eastAsia="ko-KR"/>
              </w:rPr>
            </w:pPr>
            <w:r w:rsidRPr="0032615D">
              <w:t>DIS</w:t>
            </w:r>
          </w:p>
        </w:tc>
        <w:tc>
          <w:tcPr>
            <w:tcW w:w="4044" w:type="dxa"/>
            <w:vAlign w:val="center"/>
          </w:tcPr>
          <w:p w14:paraId="0F1A4A34" w14:textId="4B5200C5" w:rsidR="007C062E" w:rsidRPr="0032615D" w:rsidRDefault="007C062E" w:rsidP="007C062E">
            <w:pPr>
              <w:pStyle w:val="TAL"/>
              <w:rPr>
                <w:lang w:eastAsia="ko-KR"/>
              </w:rPr>
            </w:pPr>
            <w:r w:rsidRPr="004F4407">
              <w:t>Discovery</w:t>
            </w:r>
            <w:r>
              <w:t xml:space="preserve"> </w:t>
            </w:r>
          </w:p>
        </w:tc>
      </w:tr>
      <w:tr w:rsidR="007C062E" w14:paraId="226E023D" w14:textId="77777777" w:rsidTr="007C062E">
        <w:trPr>
          <w:jc w:val="center"/>
        </w:trPr>
        <w:tc>
          <w:tcPr>
            <w:tcW w:w="1051" w:type="dxa"/>
          </w:tcPr>
          <w:p w14:paraId="5EB1D20C" w14:textId="77777777" w:rsidR="007C062E" w:rsidRDefault="007C062E" w:rsidP="007C062E">
            <w:pPr>
              <w:pStyle w:val="TAL"/>
            </w:pPr>
          </w:p>
        </w:tc>
        <w:tc>
          <w:tcPr>
            <w:tcW w:w="3361" w:type="dxa"/>
            <w:vAlign w:val="center"/>
          </w:tcPr>
          <w:p w14:paraId="66D3EF4C" w14:textId="77777777" w:rsidR="007C062E" w:rsidRDefault="007C062E" w:rsidP="007C062E">
            <w:pPr>
              <w:pStyle w:val="TAL"/>
            </w:pPr>
          </w:p>
        </w:tc>
        <w:tc>
          <w:tcPr>
            <w:tcW w:w="1246" w:type="dxa"/>
            <w:vAlign w:val="center"/>
          </w:tcPr>
          <w:p w14:paraId="6B9027C0" w14:textId="7158B4C6" w:rsidR="007C062E" w:rsidRPr="0032615D" w:rsidRDefault="007C062E" w:rsidP="007C062E">
            <w:pPr>
              <w:pStyle w:val="TAL"/>
            </w:pPr>
            <w:r w:rsidRPr="0032615D">
              <w:t>LOC</w:t>
            </w:r>
          </w:p>
        </w:tc>
        <w:tc>
          <w:tcPr>
            <w:tcW w:w="4044" w:type="dxa"/>
            <w:vAlign w:val="center"/>
          </w:tcPr>
          <w:p w14:paraId="1451D53B" w14:textId="731C0F3B" w:rsidR="007C062E" w:rsidRPr="004F4407" w:rsidRDefault="007C062E" w:rsidP="007C062E">
            <w:pPr>
              <w:pStyle w:val="TAL"/>
            </w:pPr>
            <w:r w:rsidRPr="004F4407">
              <w:t>Location</w:t>
            </w:r>
          </w:p>
        </w:tc>
      </w:tr>
      <w:tr w:rsidR="007C062E" w14:paraId="2F47E81C" w14:textId="77777777" w:rsidTr="007C062E">
        <w:trPr>
          <w:jc w:val="center"/>
        </w:trPr>
        <w:tc>
          <w:tcPr>
            <w:tcW w:w="1051" w:type="dxa"/>
          </w:tcPr>
          <w:p w14:paraId="4873A0EB" w14:textId="77777777" w:rsidR="007C062E" w:rsidRDefault="007C062E" w:rsidP="007C062E">
            <w:pPr>
              <w:pStyle w:val="TAL"/>
            </w:pPr>
          </w:p>
        </w:tc>
        <w:tc>
          <w:tcPr>
            <w:tcW w:w="3361" w:type="dxa"/>
            <w:vAlign w:val="center"/>
          </w:tcPr>
          <w:p w14:paraId="16F127C6" w14:textId="77777777" w:rsidR="007C062E" w:rsidRDefault="007C062E" w:rsidP="007C062E">
            <w:pPr>
              <w:pStyle w:val="TAL"/>
            </w:pPr>
          </w:p>
        </w:tc>
        <w:tc>
          <w:tcPr>
            <w:tcW w:w="1246" w:type="dxa"/>
            <w:vAlign w:val="center"/>
          </w:tcPr>
          <w:p w14:paraId="3C8F8696" w14:textId="74A0354A" w:rsidR="007C062E" w:rsidRPr="0032615D" w:rsidRDefault="007C062E" w:rsidP="007C062E">
            <w:pPr>
              <w:pStyle w:val="TAL"/>
            </w:pPr>
            <w:r w:rsidRPr="0032615D">
              <w:t>DMG</w:t>
            </w:r>
          </w:p>
        </w:tc>
        <w:tc>
          <w:tcPr>
            <w:tcW w:w="4044" w:type="dxa"/>
            <w:vAlign w:val="center"/>
          </w:tcPr>
          <w:p w14:paraId="692AF00C" w14:textId="41293DC9" w:rsidR="007C062E" w:rsidRPr="004F4407" w:rsidRDefault="007C062E" w:rsidP="007C062E">
            <w:pPr>
              <w:pStyle w:val="TAL"/>
            </w:pPr>
            <w:r w:rsidRPr="004F4407">
              <w:t>Device</w:t>
            </w:r>
            <w:r>
              <w:t xml:space="preserve"> </w:t>
            </w:r>
            <w:r w:rsidRPr="004F4407">
              <w:t>Management</w:t>
            </w:r>
          </w:p>
        </w:tc>
      </w:tr>
      <w:tr w:rsidR="007C062E" w14:paraId="69164F74" w14:textId="77777777" w:rsidTr="007C062E">
        <w:trPr>
          <w:jc w:val="center"/>
        </w:trPr>
        <w:tc>
          <w:tcPr>
            <w:tcW w:w="1051" w:type="dxa"/>
          </w:tcPr>
          <w:p w14:paraId="3E13CD15" w14:textId="77777777" w:rsidR="007C062E" w:rsidRDefault="007C062E" w:rsidP="007C062E">
            <w:pPr>
              <w:pStyle w:val="TAL"/>
            </w:pPr>
          </w:p>
        </w:tc>
        <w:tc>
          <w:tcPr>
            <w:tcW w:w="3361" w:type="dxa"/>
            <w:vAlign w:val="center"/>
          </w:tcPr>
          <w:p w14:paraId="18AF7613" w14:textId="77777777" w:rsidR="007C062E" w:rsidRDefault="007C062E" w:rsidP="007C062E">
            <w:pPr>
              <w:pStyle w:val="TAL"/>
            </w:pPr>
          </w:p>
        </w:tc>
        <w:tc>
          <w:tcPr>
            <w:tcW w:w="1246" w:type="dxa"/>
            <w:vAlign w:val="center"/>
          </w:tcPr>
          <w:p w14:paraId="1E516968" w14:textId="17F304DD" w:rsidR="007C062E" w:rsidRPr="0032615D" w:rsidRDefault="007C062E" w:rsidP="007C062E">
            <w:pPr>
              <w:pStyle w:val="TAL"/>
            </w:pPr>
            <w:r w:rsidRPr="0032615D">
              <w:rPr>
                <w:rFonts w:hint="eastAsia"/>
                <w:lang w:eastAsia="ko-KR"/>
              </w:rPr>
              <w:t>CMDH</w:t>
            </w:r>
          </w:p>
        </w:tc>
        <w:tc>
          <w:tcPr>
            <w:tcW w:w="4044" w:type="dxa"/>
            <w:vAlign w:val="center"/>
          </w:tcPr>
          <w:p w14:paraId="34457E98" w14:textId="610E3F17" w:rsidR="007C062E" w:rsidRPr="004F4407" w:rsidRDefault="007C062E" w:rsidP="007C062E">
            <w:pPr>
              <w:pStyle w:val="TAL"/>
            </w:pPr>
            <w:r w:rsidRPr="004F4407">
              <w:rPr>
                <w:rFonts w:hint="eastAsia"/>
                <w:lang w:eastAsia="ko-KR"/>
              </w:rPr>
              <w:t>Communication</w:t>
            </w:r>
            <w:r>
              <w:rPr>
                <w:rFonts w:hint="eastAsia"/>
                <w:lang w:eastAsia="ko-KR"/>
              </w:rPr>
              <w:t xml:space="preserve"> </w:t>
            </w:r>
            <w:r w:rsidRPr="004F4407">
              <w:rPr>
                <w:rFonts w:hint="eastAsia"/>
                <w:lang w:eastAsia="ko-KR"/>
              </w:rPr>
              <w:t>Management</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Delivery</w:t>
            </w:r>
            <w:r>
              <w:rPr>
                <w:rFonts w:hint="eastAsia"/>
                <w:lang w:eastAsia="ko-KR"/>
              </w:rPr>
              <w:t xml:space="preserve"> </w:t>
            </w:r>
            <w:r w:rsidRPr="004F4407">
              <w:rPr>
                <w:rFonts w:hint="eastAsia"/>
                <w:lang w:eastAsia="ko-KR"/>
              </w:rPr>
              <w:t>Handling</w:t>
            </w:r>
          </w:p>
        </w:tc>
      </w:tr>
      <w:tr w:rsidR="007C062E" w14:paraId="50B91694" w14:textId="77777777" w:rsidTr="007C062E">
        <w:trPr>
          <w:jc w:val="center"/>
        </w:trPr>
        <w:tc>
          <w:tcPr>
            <w:tcW w:w="1051" w:type="dxa"/>
          </w:tcPr>
          <w:p w14:paraId="74CA7BDB" w14:textId="77777777" w:rsidR="007C062E" w:rsidRDefault="007C062E" w:rsidP="007C062E">
            <w:pPr>
              <w:pStyle w:val="TAL"/>
            </w:pPr>
          </w:p>
        </w:tc>
        <w:tc>
          <w:tcPr>
            <w:tcW w:w="3361" w:type="dxa"/>
            <w:vAlign w:val="center"/>
          </w:tcPr>
          <w:p w14:paraId="16FE7A8B" w14:textId="77777777" w:rsidR="007C062E" w:rsidRDefault="007C062E" w:rsidP="007C062E">
            <w:pPr>
              <w:pStyle w:val="TAL"/>
            </w:pPr>
          </w:p>
        </w:tc>
        <w:tc>
          <w:tcPr>
            <w:tcW w:w="1246" w:type="dxa"/>
            <w:vAlign w:val="center"/>
          </w:tcPr>
          <w:p w14:paraId="3BAFF53F" w14:textId="67A40F45" w:rsidR="007C062E" w:rsidRPr="0032615D" w:rsidRDefault="007C062E" w:rsidP="007C062E">
            <w:pPr>
              <w:pStyle w:val="TAL"/>
              <w:rPr>
                <w:lang w:eastAsia="ko-KR"/>
              </w:rPr>
            </w:pPr>
            <w:r w:rsidRPr="0032615D">
              <w:rPr>
                <w:rFonts w:hint="eastAsia"/>
                <w:lang w:eastAsia="ko-KR"/>
              </w:rPr>
              <w:t>SEC</w:t>
            </w:r>
          </w:p>
        </w:tc>
        <w:tc>
          <w:tcPr>
            <w:tcW w:w="4044" w:type="dxa"/>
            <w:vAlign w:val="center"/>
          </w:tcPr>
          <w:p w14:paraId="6860480D" w14:textId="1BEAAC4D" w:rsidR="007C062E" w:rsidRPr="004F4407" w:rsidRDefault="007C062E" w:rsidP="007C062E">
            <w:pPr>
              <w:pStyle w:val="TAL"/>
              <w:rPr>
                <w:lang w:eastAsia="ko-KR"/>
              </w:rPr>
            </w:pPr>
            <w:r w:rsidRPr="004F4407">
              <w:rPr>
                <w:rFonts w:hint="eastAsia"/>
                <w:lang w:eastAsia="ko-KR"/>
              </w:rPr>
              <w:t>Security</w:t>
            </w:r>
          </w:p>
        </w:tc>
      </w:tr>
      <w:tr w:rsidR="007C062E" w14:paraId="7598EA71" w14:textId="77777777" w:rsidTr="007C062E">
        <w:trPr>
          <w:jc w:val="center"/>
        </w:trPr>
        <w:tc>
          <w:tcPr>
            <w:tcW w:w="1051" w:type="dxa"/>
          </w:tcPr>
          <w:p w14:paraId="02615850" w14:textId="77777777" w:rsidR="007C062E" w:rsidRDefault="007C062E" w:rsidP="007C062E">
            <w:pPr>
              <w:pStyle w:val="TAL"/>
            </w:pPr>
          </w:p>
        </w:tc>
        <w:tc>
          <w:tcPr>
            <w:tcW w:w="3361" w:type="dxa"/>
            <w:vAlign w:val="center"/>
          </w:tcPr>
          <w:p w14:paraId="6B859B33" w14:textId="0666F3E1" w:rsidR="007C062E" w:rsidRDefault="007C062E" w:rsidP="007C062E">
            <w:pPr>
              <w:pStyle w:val="TAL"/>
            </w:pPr>
            <w:r w:rsidRPr="004F4407">
              <w:t>&lt;</w:t>
            </w:r>
            <w:proofErr w:type="spellStart"/>
            <w:r w:rsidRPr="004F4407">
              <w:t>nn</w:t>
            </w:r>
            <w:proofErr w:type="spellEnd"/>
            <w:r w:rsidRPr="004F4407">
              <w:t>&gt;</w:t>
            </w:r>
            <w:r>
              <w:t xml:space="preserve"> </w:t>
            </w:r>
            <w:r w:rsidRPr="004F4407">
              <w:t>=</w:t>
            </w:r>
            <w:r>
              <w:t xml:space="preserve"> </w:t>
            </w:r>
            <w:r w:rsidRPr="004F4407">
              <w:t>sequential</w:t>
            </w:r>
            <w:r>
              <w:t xml:space="preserve"> </w:t>
            </w:r>
            <w:r w:rsidRPr="004F4407">
              <w:t>number</w:t>
            </w:r>
          </w:p>
        </w:tc>
        <w:tc>
          <w:tcPr>
            <w:tcW w:w="1246" w:type="dxa"/>
            <w:vAlign w:val="center"/>
          </w:tcPr>
          <w:p w14:paraId="7F9FDED3" w14:textId="77777777" w:rsidR="007C062E" w:rsidRPr="0032615D" w:rsidRDefault="007C062E" w:rsidP="007C062E">
            <w:pPr>
              <w:pStyle w:val="TAL"/>
              <w:rPr>
                <w:lang w:eastAsia="ko-KR"/>
              </w:rPr>
            </w:pPr>
          </w:p>
        </w:tc>
        <w:tc>
          <w:tcPr>
            <w:tcW w:w="4044" w:type="dxa"/>
            <w:vAlign w:val="center"/>
          </w:tcPr>
          <w:p w14:paraId="333439C4" w14:textId="36A6B7E9" w:rsidR="007C062E" w:rsidRPr="004F4407" w:rsidRDefault="007C062E" w:rsidP="007C062E">
            <w:pPr>
              <w:pStyle w:val="TAL"/>
              <w:rPr>
                <w:lang w:eastAsia="ko-KR"/>
              </w:rPr>
            </w:pPr>
            <w:r w:rsidRPr="004F4407">
              <w:t>001</w:t>
            </w:r>
            <w:r>
              <w:t xml:space="preserve"> </w:t>
            </w:r>
            <w:r w:rsidRPr="004F4407">
              <w:t>to</w:t>
            </w:r>
            <w:r>
              <w:t xml:space="preserve"> </w:t>
            </w:r>
            <w:r w:rsidRPr="004F4407">
              <w:t>999</w:t>
            </w:r>
          </w:p>
        </w:tc>
      </w:tr>
      <w:tr w:rsidR="007C062E" w14:paraId="7B781F8D" w14:textId="77777777" w:rsidTr="007C062E">
        <w:trPr>
          <w:jc w:val="center"/>
        </w:trPr>
        <w:tc>
          <w:tcPr>
            <w:tcW w:w="1051" w:type="dxa"/>
          </w:tcPr>
          <w:p w14:paraId="774D32CF" w14:textId="77777777" w:rsidR="007C062E" w:rsidRDefault="007C062E" w:rsidP="007C062E">
            <w:pPr>
              <w:pStyle w:val="TAL"/>
            </w:pPr>
          </w:p>
        </w:tc>
        <w:tc>
          <w:tcPr>
            <w:tcW w:w="3361" w:type="dxa"/>
            <w:vAlign w:val="center"/>
          </w:tcPr>
          <w:p w14:paraId="67A32B5A" w14:textId="4A5F5510" w:rsidR="007C062E" w:rsidRPr="004F4407" w:rsidRDefault="007C062E" w:rsidP="007C062E">
            <w:pPr>
              <w:pStyle w:val="TAL"/>
            </w:pPr>
            <w:r w:rsidRPr="004F4407">
              <w:t>&lt;per&gt;</w:t>
            </w:r>
            <w:r>
              <w:t xml:space="preserve"> </w:t>
            </w:r>
            <w:r w:rsidRPr="004F4407">
              <w:t>=</w:t>
            </w:r>
            <w:r>
              <w:t xml:space="preserve"> </w:t>
            </w:r>
            <w:r w:rsidRPr="004F4407">
              <w:t>permutation</w:t>
            </w:r>
          </w:p>
        </w:tc>
        <w:tc>
          <w:tcPr>
            <w:tcW w:w="1246" w:type="dxa"/>
            <w:vAlign w:val="center"/>
          </w:tcPr>
          <w:p w14:paraId="79C31B25" w14:textId="464F35EE" w:rsidR="007C062E" w:rsidRPr="0032615D" w:rsidRDefault="007C062E" w:rsidP="007C062E">
            <w:pPr>
              <w:pStyle w:val="TAL"/>
              <w:rPr>
                <w:lang w:eastAsia="ko-KR"/>
              </w:rPr>
            </w:pPr>
            <w:r w:rsidRPr="004F4407">
              <w:t>P1_P2</w:t>
            </w:r>
            <w:proofErr w:type="gramStart"/>
            <w:r w:rsidRPr="004F4407">
              <w:t>_..</w:t>
            </w:r>
            <w:proofErr w:type="gramEnd"/>
            <w:r w:rsidRPr="0032615D">
              <w:t>PN</w:t>
            </w:r>
          </w:p>
        </w:tc>
        <w:tc>
          <w:tcPr>
            <w:tcW w:w="4044" w:type="dxa"/>
            <w:vAlign w:val="center"/>
          </w:tcPr>
          <w:p w14:paraId="4CF55985" w14:textId="67D4D39C" w:rsidR="007C062E" w:rsidRPr="004F4407" w:rsidRDefault="007C062E" w:rsidP="007C062E">
            <w:pPr>
              <w:pStyle w:val="TAL"/>
            </w:pPr>
            <w:r w:rsidRPr="004F4407">
              <w:t>Permutation</w:t>
            </w:r>
            <w:r>
              <w:t xml:space="preserve"> </w:t>
            </w:r>
            <w:r w:rsidRPr="004F4407">
              <w:t>parameters</w:t>
            </w:r>
          </w:p>
        </w:tc>
      </w:tr>
    </w:tbl>
    <w:p w14:paraId="2DDB8C3F" w14:textId="77777777" w:rsidR="00DC7E33" w:rsidRPr="004F4407" w:rsidRDefault="00DC7E33" w:rsidP="00DC7E33"/>
    <w:p w14:paraId="5AA01651" w14:textId="4EDC6D77" w:rsidR="00DC7E33" w:rsidRPr="004F4407" w:rsidRDefault="00DC7E33" w:rsidP="00DC7E33">
      <w:pPr>
        <w:pStyle w:val="EX"/>
        <w:rPr>
          <w:lang w:eastAsia="en-GB"/>
        </w:rPr>
      </w:pPr>
      <w:r w:rsidRPr="004F4407">
        <w:t>EXAMPLE:</w:t>
      </w:r>
      <w:r w:rsidRPr="004F4407">
        <w:tab/>
      </w:r>
      <w:r w:rsidRPr="0032615D">
        <w:t>TP</w:t>
      </w:r>
      <w:r w:rsidRPr="004F4407">
        <w:t xml:space="preserve"> identifier:</w:t>
      </w:r>
      <w:r w:rsidRPr="004F4407">
        <w:tab/>
      </w:r>
      <w:r w:rsidRPr="0032615D">
        <w:t>TP</w:t>
      </w:r>
      <w:r w:rsidRPr="004F4407">
        <w:t>/</w:t>
      </w:r>
      <w:r w:rsidR="006569D6" w:rsidRPr="004F4407">
        <w:t>oneM2M/</w:t>
      </w:r>
      <w:r w:rsidR="006569D6" w:rsidRPr="0032615D">
        <w:t>CSE</w:t>
      </w:r>
      <w:r w:rsidR="006569D6" w:rsidRPr="004F4407">
        <w:t>/</w:t>
      </w:r>
      <w:r w:rsidR="006569D6" w:rsidRPr="0032615D">
        <w:t>DMR</w:t>
      </w:r>
      <w:r w:rsidR="006569D6" w:rsidRPr="004F4407">
        <w:t>/CRE/001</w:t>
      </w:r>
      <w:r w:rsidRPr="004F4407">
        <w:br/>
      </w:r>
      <w:r w:rsidRPr="0032615D">
        <w:t>TC</w:t>
      </w:r>
      <w:r w:rsidRPr="004F4407">
        <w:t xml:space="preserve"> identifier:</w:t>
      </w:r>
      <w:r w:rsidRPr="004F4407">
        <w:tab/>
      </w:r>
      <w:r w:rsidRPr="0032615D">
        <w:rPr>
          <w:lang w:eastAsia="en-GB"/>
        </w:rPr>
        <w:t>TC</w:t>
      </w:r>
      <w:r w:rsidRPr="004F4407">
        <w:rPr>
          <w:lang w:eastAsia="en-GB"/>
        </w:rPr>
        <w:t>_</w:t>
      </w:r>
      <w:r w:rsidR="006569D6" w:rsidRPr="004F4407">
        <w:t>ONEM2M_</w:t>
      </w:r>
      <w:r w:rsidR="006569D6" w:rsidRPr="0032615D">
        <w:t>CSE</w:t>
      </w:r>
      <w:r w:rsidR="006569D6" w:rsidRPr="004F4407">
        <w:t>_</w:t>
      </w:r>
      <w:r w:rsidR="006569D6" w:rsidRPr="0032615D">
        <w:t>DMR</w:t>
      </w:r>
      <w:r w:rsidR="006569D6" w:rsidRPr="004F4407">
        <w:t>_CRE_001</w:t>
      </w:r>
      <w:r w:rsidR="007C062E">
        <w:t>.</w:t>
      </w:r>
    </w:p>
    <w:p w14:paraId="4A84FB90" w14:textId="77777777" w:rsidR="0015170D" w:rsidRPr="004F4407" w:rsidRDefault="0015170D" w:rsidP="0015170D">
      <w:pPr>
        <w:pStyle w:val="Heading2"/>
        <w:rPr>
          <w:rFonts w:cs="Arial"/>
          <w:szCs w:val="32"/>
          <w:lang w:eastAsia="en-GB"/>
        </w:rPr>
      </w:pPr>
      <w:bookmarkStart w:id="58" w:name="_Toc13748890"/>
      <w:r w:rsidRPr="004F4407">
        <w:t>7.3</w:t>
      </w:r>
      <w:r w:rsidRPr="004F4407">
        <w:tab/>
      </w:r>
      <w:r w:rsidRPr="0032615D">
        <w:rPr>
          <w:rFonts w:cs="Arial"/>
          <w:szCs w:val="32"/>
          <w:lang w:eastAsia="en-GB"/>
        </w:rPr>
        <w:t>IXIT</w:t>
      </w:r>
      <w:bookmarkEnd w:id="58"/>
    </w:p>
    <w:p w14:paraId="6AB3B0DB" w14:textId="77777777" w:rsidR="007C57D7" w:rsidRPr="004F4407" w:rsidRDefault="007C57D7" w:rsidP="00DA57DD">
      <w:r w:rsidRPr="004F4407">
        <w:t xml:space="preserve">The following parameters are used by the oneM2M </w:t>
      </w:r>
      <w:r w:rsidRPr="0032615D">
        <w:t>ATS</w:t>
      </w:r>
      <w:r w:rsidRPr="004F4407">
        <w:t xml:space="preserve"> for the correct execution of the test cases.</w:t>
      </w:r>
    </w:p>
    <w:p w14:paraId="0A94B0D5" w14:textId="77777777" w:rsidR="00CC0490" w:rsidRPr="004F4407" w:rsidRDefault="007C57D7" w:rsidP="00D102DB">
      <w:pPr>
        <w:pStyle w:val="TH"/>
        <w:rPr>
          <w:i/>
        </w:rPr>
      </w:pPr>
      <w:r w:rsidRPr="004F4407">
        <w:t xml:space="preserve">Table </w:t>
      </w:r>
      <w:r w:rsidR="00DA57DD" w:rsidRPr="004F4407">
        <w:t>7.3-1:</w:t>
      </w:r>
      <w:r w:rsidRPr="004F4407">
        <w:t xml:space="preserve"> oneM2M </w:t>
      </w:r>
      <w:r w:rsidRPr="0032615D">
        <w:t>ATS</w:t>
      </w:r>
      <w:r w:rsidRPr="004F4407">
        <w:t xml:space="preserve"> IXITs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985"/>
        <w:gridCol w:w="2411"/>
        <w:gridCol w:w="2177"/>
        <w:gridCol w:w="3203"/>
      </w:tblGrid>
      <w:tr w:rsidR="00565622" w:rsidRPr="004F4407" w14:paraId="32A7396B" w14:textId="77777777" w:rsidTr="00565622">
        <w:trPr>
          <w:tblHeader/>
          <w:jc w:val="center"/>
        </w:trPr>
        <w:tc>
          <w:tcPr>
            <w:tcW w:w="1985" w:type="dxa"/>
            <w:shd w:val="clear" w:color="auto" w:fill="auto"/>
            <w:vAlign w:val="center"/>
          </w:tcPr>
          <w:p w14:paraId="055084BE" w14:textId="77777777" w:rsidR="00CC0490" w:rsidRPr="004F4407" w:rsidRDefault="00CC0490" w:rsidP="009F5486">
            <w:pPr>
              <w:pStyle w:val="TAH"/>
              <w:keepNext w:val="0"/>
            </w:pPr>
            <w:r w:rsidRPr="0032615D">
              <w:t>GROUP</w:t>
            </w:r>
          </w:p>
        </w:tc>
        <w:tc>
          <w:tcPr>
            <w:tcW w:w="2411" w:type="dxa"/>
            <w:shd w:val="clear" w:color="auto" w:fill="auto"/>
            <w:vAlign w:val="center"/>
          </w:tcPr>
          <w:p w14:paraId="7D012AB0" w14:textId="79F4559C" w:rsidR="00CC0490" w:rsidRPr="004F4407" w:rsidRDefault="00CC0490" w:rsidP="009F5486">
            <w:pPr>
              <w:pStyle w:val="TAH"/>
              <w:keepNext w:val="0"/>
            </w:pPr>
            <w:r w:rsidRPr="0032615D">
              <w:t>IXIT</w:t>
            </w:r>
            <w:r w:rsidR="00565622" w:rsidRPr="004F4407">
              <w:t xml:space="preserve"> </w:t>
            </w:r>
            <w:r w:rsidRPr="0032615D">
              <w:t>NAME</w:t>
            </w:r>
          </w:p>
        </w:tc>
        <w:tc>
          <w:tcPr>
            <w:tcW w:w="2177" w:type="dxa"/>
            <w:shd w:val="clear" w:color="auto" w:fill="auto"/>
            <w:vAlign w:val="center"/>
          </w:tcPr>
          <w:p w14:paraId="30CF8E96" w14:textId="77777777" w:rsidR="00CC0490" w:rsidRPr="004F4407" w:rsidRDefault="00CC0490" w:rsidP="009F5486">
            <w:pPr>
              <w:pStyle w:val="TAH"/>
              <w:keepNext w:val="0"/>
            </w:pPr>
            <w:r w:rsidRPr="004F4407">
              <w:t>DESCRIPTION</w:t>
            </w:r>
          </w:p>
        </w:tc>
        <w:tc>
          <w:tcPr>
            <w:tcW w:w="3203" w:type="dxa"/>
            <w:shd w:val="clear" w:color="auto" w:fill="auto"/>
            <w:vAlign w:val="center"/>
          </w:tcPr>
          <w:p w14:paraId="259DD2A8" w14:textId="69A7DDDD" w:rsidR="00CC0490" w:rsidRPr="004F4407" w:rsidRDefault="00CC0490" w:rsidP="009F5486">
            <w:pPr>
              <w:pStyle w:val="TAH"/>
              <w:keepNext w:val="0"/>
            </w:pPr>
            <w:r w:rsidRPr="004F4407">
              <w:t>DEFAULT</w:t>
            </w:r>
            <w:r w:rsidR="00565622" w:rsidRPr="004F4407">
              <w:t xml:space="preserve"> </w:t>
            </w:r>
            <w:r w:rsidRPr="0032615D">
              <w:t>VALUE</w:t>
            </w:r>
          </w:p>
        </w:tc>
      </w:tr>
      <w:tr w:rsidR="00565622" w:rsidRPr="004F4407" w14:paraId="3332A99C" w14:textId="77777777" w:rsidTr="00565622">
        <w:trPr>
          <w:jc w:val="center"/>
        </w:trPr>
        <w:tc>
          <w:tcPr>
            <w:tcW w:w="1985" w:type="dxa"/>
            <w:vMerge w:val="restart"/>
            <w:shd w:val="clear" w:color="auto" w:fill="auto"/>
          </w:tcPr>
          <w:p w14:paraId="54529529" w14:textId="77777777" w:rsidR="005552D7" w:rsidRPr="004F4407" w:rsidRDefault="005552D7" w:rsidP="009F5486">
            <w:pPr>
              <w:pStyle w:val="TAL"/>
              <w:keepNext w:val="0"/>
            </w:pPr>
            <w:proofErr w:type="spellStart"/>
            <w:r w:rsidRPr="004F4407">
              <w:t>IutParameters</w:t>
            </w:r>
            <w:proofErr w:type="spellEnd"/>
          </w:p>
        </w:tc>
        <w:tc>
          <w:tcPr>
            <w:tcW w:w="2411" w:type="dxa"/>
            <w:shd w:val="clear" w:color="auto" w:fill="auto"/>
          </w:tcPr>
          <w:p w14:paraId="7F31372F" w14:textId="1929DF11" w:rsidR="005552D7" w:rsidRPr="004F4407" w:rsidRDefault="005552D7" w:rsidP="009F5486">
            <w:pPr>
              <w:pStyle w:val="TAL"/>
              <w:keepNext w:val="0"/>
            </w:pPr>
            <w:r w:rsidRPr="0032615D">
              <w:t>PX</w:t>
            </w:r>
            <w:r w:rsidRPr="004F4407">
              <w:t>_IN_</w:t>
            </w:r>
            <w:r w:rsidRPr="0032615D">
              <w:t>CSE</w:t>
            </w:r>
          </w:p>
        </w:tc>
        <w:tc>
          <w:tcPr>
            <w:tcW w:w="2177" w:type="dxa"/>
            <w:shd w:val="clear" w:color="auto" w:fill="auto"/>
          </w:tcPr>
          <w:p w14:paraId="1E1EF87E" w14:textId="77777777" w:rsidR="005552D7" w:rsidRPr="004F4407" w:rsidRDefault="005552D7" w:rsidP="009F5486">
            <w:pPr>
              <w:pStyle w:val="TAL"/>
              <w:keepNext w:val="0"/>
            </w:pPr>
            <w:r w:rsidRPr="0032615D">
              <w:t>MN-CSE</w:t>
            </w:r>
          </w:p>
        </w:tc>
        <w:tc>
          <w:tcPr>
            <w:tcW w:w="3203" w:type="dxa"/>
            <w:shd w:val="clear" w:color="auto" w:fill="auto"/>
          </w:tcPr>
          <w:p w14:paraId="252FBB56" w14:textId="77777777" w:rsidR="005552D7" w:rsidRPr="004F4407" w:rsidRDefault="005552D7" w:rsidP="009F5486">
            <w:pPr>
              <w:pStyle w:val="TAL"/>
              <w:keepNext w:val="0"/>
            </w:pPr>
            <w:r w:rsidRPr="004F4407">
              <w:t>true</w:t>
            </w:r>
          </w:p>
        </w:tc>
      </w:tr>
      <w:tr w:rsidR="00565622" w:rsidRPr="004F4407" w14:paraId="6FBC1088" w14:textId="77777777" w:rsidTr="00565622">
        <w:trPr>
          <w:jc w:val="center"/>
        </w:trPr>
        <w:tc>
          <w:tcPr>
            <w:tcW w:w="1985" w:type="dxa"/>
            <w:vMerge/>
            <w:shd w:val="clear" w:color="auto" w:fill="auto"/>
          </w:tcPr>
          <w:p w14:paraId="39A19792" w14:textId="77777777" w:rsidR="005552D7" w:rsidRPr="004F4407" w:rsidRDefault="005552D7" w:rsidP="009F5486">
            <w:pPr>
              <w:pStyle w:val="TAL"/>
              <w:keepNext w:val="0"/>
            </w:pPr>
          </w:p>
        </w:tc>
        <w:tc>
          <w:tcPr>
            <w:tcW w:w="2411" w:type="dxa"/>
            <w:shd w:val="clear" w:color="auto" w:fill="auto"/>
          </w:tcPr>
          <w:p w14:paraId="074083F9" w14:textId="765F603F" w:rsidR="005552D7" w:rsidRPr="004F4407" w:rsidRDefault="005552D7" w:rsidP="009F5486">
            <w:pPr>
              <w:pStyle w:val="TAL"/>
              <w:keepNext w:val="0"/>
            </w:pPr>
            <w:r w:rsidRPr="0032615D">
              <w:t>PX</w:t>
            </w:r>
            <w:r w:rsidRPr="004F4407">
              <w:t>_</w:t>
            </w:r>
            <w:r w:rsidRPr="0032615D">
              <w:t>MN</w:t>
            </w:r>
            <w:r w:rsidRPr="004F4407">
              <w:t>_</w:t>
            </w:r>
            <w:r w:rsidRPr="0032615D">
              <w:t>CSE</w:t>
            </w:r>
          </w:p>
        </w:tc>
        <w:tc>
          <w:tcPr>
            <w:tcW w:w="2177" w:type="dxa"/>
            <w:shd w:val="clear" w:color="auto" w:fill="auto"/>
          </w:tcPr>
          <w:p w14:paraId="5113A951" w14:textId="77777777" w:rsidR="005552D7" w:rsidRPr="004F4407" w:rsidRDefault="005552D7" w:rsidP="009F5486">
            <w:pPr>
              <w:pStyle w:val="TAL"/>
              <w:keepNext w:val="0"/>
            </w:pPr>
            <w:r w:rsidRPr="0032615D">
              <w:t>IN-CSE</w:t>
            </w:r>
          </w:p>
        </w:tc>
        <w:tc>
          <w:tcPr>
            <w:tcW w:w="3203" w:type="dxa"/>
            <w:shd w:val="clear" w:color="auto" w:fill="auto"/>
          </w:tcPr>
          <w:p w14:paraId="7A537BAA" w14:textId="77777777" w:rsidR="005552D7" w:rsidRPr="004F4407" w:rsidRDefault="005552D7" w:rsidP="009F5486">
            <w:pPr>
              <w:pStyle w:val="TAL"/>
              <w:keepNext w:val="0"/>
            </w:pPr>
            <w:r w:rsidRPr="004F4407">
              <w:t>false</w:t>
            </w:r>
          </w:p>
        </w:tc>
      </w:tr>
      <w:tr w:rsidR="00565622" w:rsidRPr="004F4407" w14:paraId="06F184A5" w14:textId="77777777" w:rsidTr="00565622">
        <w:trPr>
          <w:jc w:val="center"/>
        </w:trPr>
        <w:tc>
          <w:tcPr>
            <w:tcW w:w="1985" w:type="dxa"/>
            <w:vMerge/>
            <w:shd w:val="clear" w:color="auto" w:fill="auto"/>
          </w:tcPr>
          <w:p w14:paraId="5DD3BE53" w14:textId="77777777" w:rsidR="005552D7" w:rsidRPr="004F4407" w:rsidRDefault="005552D7" w:rsidP="009F5486">
            <w:pPr>
              <w:pStyle w:val="TAL"/>
              <w:keepNext w:val="0"/>
            </w:pPr>
          </w:p>
        </w:tc>
        <w:tc>
          <w:tcPr>
            <w:tcW w:w="2411" w:type="dxa"/>
            <w:shd w:val="clear" w:color="auto" w:fill="auto"/>
          </w:tcPr>
          <w:p w14:paraId="1F395637" w14:textId="2766B653" w:rsidR="005552D7" w:rsidRPr="004F4407" w:rsidRDefault="005552D7" w:rsidP="009F5486">
            <w:pPr>
              <w:pStyle w:val="TAL"/>
              <w:keepNext w:val="0"/>
            </w:pPr>
            <w:r w:rsidRPr="0032615D">
              <w:t>PX</w:t>
            </w:r>
            <w:r w:rsidRPr="004F4407">
              <w:t>_ASN_</w:t>
            </w:r>
            <w:r w:rsidRPr="0032615D">
              <w:t>CSE</w:t>
            </w:r>
          </w:p>
        </w:tc>
        <w:tc>
          <w:tcPr>
            <w:tcW w:w="2177" w:type="dxa"/>
            <w:shd w:val="clear" w:color="auto" w:fill="auto"/>
          </w:tcPr>
          <w:p w14:paraId="75AD37D8" w14:textId="1474347B" w:rsidR="005552D7" w:rsidRPr="004F4407" w:rsidRDefault="005552D7" w:rsidP="009F5486">
            <w:pPr>
              <w:pStyle w:val="TAL"/>
              <w:keepNext w:val="0"/>
            </w:pPr>
            <w:r w:rsidRPr="004F4407">
              <w:t>ASN-</w:t>
            </w:r>
            <w:r w:rsidRPr="0032615D">
              <w:t>CSE</w:t>
            </w:r>
          </w:p>
        </w:tc>
        <w:tc>
          <w:tcPr>
            <w:tcW w:w="3203" w:type="dxa"/>
            <w:shd w:val="clear" w:color="auto" w:fill="auto"/>
          </w:tcPr>
          <w:p w14:paraId="11445EB2" w14:textId="45987C2D" w:rsidR="005552D7" w:rsidRPr="004F4407" w:rsidRDefault="005552D7" w:rsidP="009F5486">
            <w:pPr>
              <w:pStyle w:val="TAL"/>
              <w:keepNext w:val="0"/>
            </w:pPr>
            <w:r w:rsidRPr="004F4407">
              <w:t>false</w:t>
            </w:r>
          </w:p>
        </w:tc>
      </w:tr>
      <w:tr w:rsidR="00565622" w:rsidRPr="004F4407" w14:paraId="218A7CD2" w14:textId="77777777" w:rsidTr="00565622">
        <w:trPr>
          <w:jc w:val="center"/>
        </w:trPr>
        <w:tc>
          <w:tcPr>
            <w:tcW w:w="1985" w:type="dxa"/>
            <w:vMerge/>
            <w:shd w:val="clear" w:color="auto" w:fill="auto"/>
          </w:tcPr>
          <w:p w14:paraId="1CD32147" w14:textId="77777777" w:rsidR="005552D7" w:rsidRPr="004F4407" w:rsidRDefault="005552D7" w:rsidP="009F5486">
            <w:pPr>
              <w:pStyle w:val="TAL"/>
              <w:keepNext w:val="0"/>
            </w:pPr>
          </w:p>
        </w:tc>
        <w:tc>
          <w:tcPr>
            <w:tcW w:w="2411" w:type="dxa"/>
            <w:shd w:val="clear" w:color="auto" w:fill="auto"/>
          </w:tcPr>
          <w:p w14:paraId="6AB05B9C" w14:textId="77777777" w:rsidR="005552D7" w:rsidRPr="004F4407" w:rsidRDefault="005552D7" w:rsidP="009F5486">
            <w:pPr>
              <w:pStyle w:val="TAL"/>
              <w:keepNext w:val="0"/>
            </w:pPr>
            <w:r w:rsidRPr="0032615D">
              <w:t>PX</w:t>
            </w:r>
            <w:r w:rsidRPr="004F4407">
              <w:t>_</w:t>
            </w:r>
            <w:r w:rsidRPr="0032615D">
              <w:t>SUT</w:t>
            </w:r>
            <w:r w:rsidRPr="004F4407">
              <w:t>_ADDRESS</w:t>
            </w:r>
          </w:p>
        </w:tc>
        <w:tc>
          <w:tcPr>
            <w:tcW w:w="2177" w:type="dxa"/>
            <w:shd w:val="clear" w:color="auto" w:fill="auto"/>
          </w:tcPr>
          <w:p w14:paraId="0AB76011" w14:textId="1894E03B" w:rsidR="005552D7" w:rsidRPr="004F4407" w:rsidRDefault="005552D7" w:rsidP="009F5486">
            <w:pPr>
              <w:pStyle w:val="TAL"/>
              <w:keepNext w:val="0"/>
            </w:pPr>
            <w:r w:rsidRPr="0032615D">
              <w:t>SUT</w:t>
            </w:r>
            <w:r w:rsidR="00565622" w:rsidRPr="004F4407">
              <w:t xml:space="preserve"> </w:t>
            </w:r>
            <w:r w:rsidRPr="004F4407">
              <w:t>address</w:t>
            </w:r>
          </w:p>
        </w:tc>
        <w:tc>
          <w:tcPr>
            <w:tcW w:w="3203" w:type="dxa"/>
            <w:shd w:val="clear" w:color="auto" w:fill="auto"/>
          </w:tcPr>
          <w:p w14:paraId="37ED3156" w14:textId="77777777" w:rsidR="005552D7" w:rsidRPr="004F4407" w:rsidRDefault="005552D7" w:rsidP="009F5486">
            <w:pPr>
              <w:pStyle w:val="TAL"/>
              <w:keepNext w:val="0"/>
            </w:pPr>
            <w:r w:rsidRPr="004F4407">
              <w:t>"127.0.0.1:8080"</w:t>
            </w:r>
          </w:p>
        </w:tc>
      </w:tr>
      <w:tr w:rsidR="00565622" w:rsidRPr="004F4407" w14:paraId="4896F401" w14:textId="77777777" w:rsidTr="00565622">
        <w:trPr>
          <w:jc w:val="center"/>
        </w:trPr>
        <w:tc>
          <w:tcPr>
            <w:tcW w:w="1985" w:type="dxa"/>
            <w:vMerge/>
            <w:shd w:val="clear" w:color="auto" w:fill="auto"/>
          </w:tcPr>
          <w:p w14:paraId="58E35031" w14:textId="77777777" w:rsidR="005552D7" w:rsidRPr="004F4407" w:rsidRDefault="005552D7" w:rsidP="009F5486">
            <w:pPr>
              <w:pStyle w:val="TAL"/>
              <w:keepNext w:val="0"/>
            </w:pPr>
          </w:p>
        </w:tc>
        <w:tc>
          <w:tcPr>
            <w:tcW w:w="2411" w:type="dxa"/>
            <w:shd w:val="clear" w:color="auto" w:fill="auto"/>
          </w:tcPr>
          <w:p w14:paraId="238841B7" w14:textId="77777777" w:rsidR="005552D7" w:rsidRPr="004F4407" w:rsidRDefault="005552D7" w:rsidP="009F5486">
            <w:pPr>
              <w:pStyle w:val="TAL"/>
              <w:keepNext w:val="0"/>
            </w:pPr>
            <w:r w:rsidRPr="0032615D">
              <w:t>PX</w:t>
            </w:r>
            <w:r w:rsidRPr="004F4407">
              <w:t>_</w:t>
            </w:r>
            <w:r w:rsidRPr="0032615D">
              <w:t>UT</w:t>
            </w:r>
            <w:r w:rsidRPr="004F4407">
              <w:t>_IMPLEMENTED</w:t>
            </w:r>
          </w:p>
        </w:tc>
        <w:tc>
          <w:tcPr>
            <w:tcW w:w="2177" w:type="dxa"/>
            <w:shd w:val="clear" w:color="auto" w:fill="auto"/>
          </w:tcPr>
          <w:p w14:paraId="3D4DE21F" w14:textId="103218A0" w:rsidR="005552D7" w:rsidRPr="004F4407" w:rsidRDefault="005552D7" w:rsidP="009F5486">
            <w:pPr>
              <w:pStyle w:val="TAL"/>
              <w:keepNext w:val="0"/>
            </w:pPr>
            <w:r w:rsidRPr="004F4407">
              <w:t>Upper</w:t>
            </w:r>
            <w:r w:rsidR="00565622" w:rsidRPr="004F4407">
              <w:t xml:space="preserve"> </w:t>
            </w:r>
            <w:r w:rsidRPr="004F4407">
              <w:t>Tester</w:t>
            </w:r>
            <w:r w:rsidR="00565622" w:rsidRPr="004F4407">
              <w:t xml:space="preserve"> </w:t>
            </w:r>
            <w:r w:rsidRPr="004F4407">
              <w:t>implemented</w:t>
            </w:r>
          </w:p>
        </w:tc>
        <w:tc>
          <w:tcPr>
            <w:tcW w:w="3203" w:type="dxa"/>
            <w:shd w:val="clear" w:color="auto" w:fill="auto"/>
          </w:tcPr>
          <w:p w14:paraId="6FE89487" w14:textId="77777777" w:rsidR="005552D7" w:rsidRPr="004F4407" w:rsidRDefault="005552D7" w:rsidP="009F5486">
            <w:pPr>
              <w:pStyle w:val="TAL"/>
              <w:keepNext w:val="0"/>
            </w:pPr>
            <w:r w:rsidRPr="004F4407">
              <w:t>false</w:t>
            </w:r>
          </w:p>
        </w:tc>
      </w:tr>
      <w:tr w:rsidR="00565622" w:rsidRPr="004F4407" w14:paraId="0B2029BC" w14:textId="77777777" w:rsidTr="00565622">
        <w:trPr>
          <w:jc w:val="center"/>
        </w:trPr>
        <w:tc>
          <w:tcPr>
            <w:tcW w:w="1985" w:type="dxa"/>
            <w:vMerge/>
            <w:shd w:val="clear" w:color="auto" w:fill="auto"/>
          </w:tcPr>
          <w:p w14:paraId="621BB908" w14:textId="77777777" w:rsidR="005552D7" w:rsidRPr="004F4407" w:rsidRDefault="005552D7" w:rsidP="009F5486">
            <w:pPr>
              <w:pStyle w:val="TAL"/>
              <w:keepNext w:val="0"/>
            </w:pPr>
          </w:p>
        </w:tc>
        <w:tc>
          <w:tcPr>
            <w:tcW w:w="2411" w:type="dxa"/>
            <w:shd w:val="clear" w:color="auto" w:fill="auto"/>
          </w:tcPr>
          <w:p w14:paraId="5C964C9C" w14:textId="77777777" w:rsidR="005552D7" w:rsidRPr="004F4407" w:rsidRDefault="005552D7" w:rsidP="009F5486">
            <w:pPr>
              <w:pStyle w:val="TAL"/>
              <w:keepNext w:val="0"/>
            </w:pPr>
            <w:r w:rsidRPr="0032615D">
              <w:t>PX</w:t>
            </w:r>
            <w:r w:rsidRPr="004F4407">
              <w:t>_</w:t>
            </w:r>
            <w:r w:rsidRPr="0032615D">
              <w:t>CSE</w:t>
            </w:r>
            <w:r w:rsidRPr="004F4407">
              <w:t>_</w:t>
            </w:r>
            <w:r w:rsidRPr="0032615D">
              <w:t>NAME</w:t>
            </w:r>
          </w:p>
        </w:tc>
        <w:tc>
          <w:tcPr>
            <w:tcW w:w="2177" w:type="dxa"/>
            <w:shd w:val="clear" w:color="auto" w:fill="auto"/>
          </w:tcPr>
          <w:p w14:paraId="0D05DB4F" w14:textId="6968A2A1" w:rsidR="005552D7" w:rsidRPr="004F4407" w:rsidRDefault="005552D7" w:rsidP="009F5486">
            <w:pPr>
              <w:pStyle w:val="TAL"/>
              <w:keepNext w:val="0"/>
            </w:pPr>
            <w:r w:rsidRPr="0032615D">
              <w:t>IUT</w:t>
            </w:r>
            <w:r w:rsidR="00565622" w:rsidRPr="004F4407">
              <w:t xml:space="preserve"> </w:t>
            </w:r>
            <w:r w:rsidRPr="0032615D">
              <w:t>CSE</w:t>
            </w:r>
            <w:r w:rsidR="00565622" w:rsidRPr="004F4407">
              <w:t xml:space="preserve"> </w:t>
            </w:r>
            <w:r w:rsidRPr="0032615D">
              <w:t>Name</w:t>
            </w:r>
          </w:p>
        </w:tc>
        <w:tc>
          <w:tcPr>
            <w:tcW w:w="3203" w:type="dxa"/>
            <w:shd w:val="clear" w:color="auto" w:fill="auto"/>
          </w:tcPr>
          <w:p w14:paraId="34BB28FC" w14:textId="77777777" w:rsidR="005552D7" w:rsidRPr="004F4407" w:rsidRDefault="005552D7" w:rsidP="009F5486">
            <w:pPr>
              <w:pStyle w:val="TAL"/>
              <w:keepNext w:val="0"/>
            </w:pPr>
            <w:r w:rsidRPr="004F4407">
              <w:t>"</w:t>
            </w:r>
            <w:proofErr w:type="spellStart"/>
            <w:r w:rsidRPr="004F4407">
              <w:t>cseName</w:t>
            </w:r>
            <w:proofErr w:type="spellEnd"/>
            <w:r w:rsidRPr="004F4407">
              <w:t>"</w:t>
            </w:r>
          </w:p>
        </w:tc>
      </w:tr>
      <w:tr w:rsidR="00565622" w:rsidRPr="004F4407" w14:paraId="274ED81F" w14:textId="77777777" w:rsidTr="00565622">
        <w:trPr>
          <w:jc w:val="center"/>
        </w:trPr>
        <w:tc>
          <w:tcPr>
            <w:tcW w:w="1985" w:type="dxa"/>
            <w:vMerge/>
            <w:shd w:val="clear" w:color="auto" w:fill="auto"/>
          </w:tcPr>
          <w:p w14:paraId="6BEDD122" w14:textId="77777777" w:rsidR="005552D7" w:rsidRPr="004F4407" w:rsidRDefault="005552D7" w:rsidP="009F5486">
            <w:pPr>
              <w:pStyle w:val="TAL"/>
              <w:keepNext w:val="0"/>
            </w:pPr>
          </w:p>
        </w:tc>
        <w:tc>
          <w:tcPr>
            <w:tcW w:w="2411" w:type="dxa"/>
            <w:shd w:val="clear" w:color="auto" w:fill="auto"/>
          </w:tcPr>
          <w:p w14:paraId="1D7CFC44" w14:textId="77777777" w:rsidR="005552D7" w:rsidRPr="004F4407" w:rsidRDefault="005552D7" w:rsidP="009F5486">
            <w:pPr>
              <w:pStyle w:val="TAL"/>
              <w:keepNext w:val="0"/>
            </w:pPr>
            <w:r w:rsidRPr="0032615D">
              <w:t>PX</w:t>
            </w:r>
            <w:r w:rsidRPr="004F4407">
              <w:t>_</w:t>
            </w:r>
            <w:r w:rsidRPr="0032615D">
              <w:t>CSE</w:t>
            </w:r>
            <w:r w:rsidRPr="004F4407">
              <w:t>_ID</w:t>
            </w:r>
          </w:p>
        </w:tc>
        <w:tc>
          <w:tcPr>
            <w:tcW w:w="2177" w:type="dxa"/>
            <w:shd w:val="clear" w:color="auto" w:fill="auto"/>
          </w:tcPr>
          <w:p w14:paraId="5EE67A5E" w14:textId="3DE6AD33" w:rsidR="005552D7" w:rsidRPr="004F4407" w:rsidRDefault="005552D7" w:rsidP="009F5486">
            <w:pPr>
              <w:pStyle w:val="TAL"/>
              <w:keepNext w:val="0"/>
            </w:pPr>
            <w:r w:rsidRPr="0032615D">
              <w:t>IUT</w:t>
            </w:r>
            <w:r w:rsidR="00565622" w:rsidRPr="004F4407">
              <w:t xml:space="preserve"> </w:t>
            </w:r>
            <w:r w:rsidRPr="0032615D">
              <w:t>CSE-ID</w:t>
            </w:r>
            <w:r w:rsidR="00565622" w:rsidRPr="004F4407">
              <w:t xml:space="preserve"> </w:t>
            </w:r>
            <w:r w:rsidRPr="004F4407">
              <w:t>with</w:t>
            </w:r>
            <w:r w:rsidR="00565622" w:rsidRPr="004F4407">
              <w:t xml:space="preserve"> </w:t>
            </w:r>
            <w:r w:rsidRPr="004F4407">
              <w:t>SP-relative-</w:t>
            </w:r>
            <w:r w:rsidRPr="0032615D">
              <w:t>CSE-ID</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p>
        </w:tc>
        <w:tc>
          <w:tcPr>
            <w:tcW w:w="3203" w:type="dxa"/>
            <w:shd w:val="clear" w:color="auto" w:fill="auto"/>
          </w:tcPr>
          <w:p w14:paraId="4AF154CB" w14:textId="77777777" w:rsidR="005552D7" w:rsidRPr="004F4407" w:rsidRDefault="005552D7" w:rsidP="009F5486">
            <w:pPr>
              <w:pStyle w:val="TAL"/>
              <w:keepNext w:val="0"/>
            </w:pPr>
            <w:r w:rsidRPr="004F4407">
              <w:t>"/</w:t>
            </w:r>
            <w:proofErr w:type="spellStart"/>
            <w:r w:rsidRPr="004F4407">
              <w:t>cseId</w:t>
            </w:r>
            <w:proofErr w:type="spellEnd"/>
            <w:r w:rsidRPr="004F4407">
              <w:t>"</w:t>
            </w:r>
          </w:p>
        </w:tc>
      </w:tr>
      <w:tr w:rsidR="00565622" w:rsidRPr="004F4407" w14:paraId="0EF635DD" w14:textId="77777777" w:rsidTr="00565622">
        <w:trPr>
          <w:jc w:val="center"/>
        </w:trPr>
        <w:tc>
          <w:tcPr>
            <w:tcW w:w="1985" w:type="dxa"/>
            <w:vMerge/>
            <w:shd w:val="clear" w:color="auto" w:fill="auto"/>
          </w:tcPr>
          <w:p w14:paraId="16C5F814" w14:textId="77777777" w:rsidR="005552D7" w:rsidRPr="004F4407" w:rsidRDefault="005552D7" w:rsidP="009F5486">
            <w:pPr>
              <w:pStyle w:val="TAL"/>
              <w:keepNext w:val="0"/>
            </w:pPr>
          </w:p>
        </w:tc>
        <w:tc>
          <w:tcPr>
            <w:tcW w:w="2411" w:type="dxa"/>
            <w:shd w:val="clear" w:color="auto" w:fill="auto"/>
          </w:tcPr>
          <w:p w14:paraId="43CAD070" w14:textId="77777777" w:rsidR="005552D7" w:rsidRPr="004F4407" w:rsidRDefault="005552D7" w:rsidP="009F5486">
            <w:pPr>
              <w:pStyle w:val="TAL"/>
              <w:keepNext w:val="0"/>
            </w:pPr>
            <w:r w:rsidRPr="0032615D">
              <w:t>PX</w:t>
            </w:r>
            <w:r w:rsidRPr="004F4407">
              <w:t>_</w:t>
            </w:r>
            <w:r w:rsidRPr="0032615D">
              <w:t>CSE</w:t>
            </w:r>
            <w:r w:rsidRPr="004F4407">
              <w:t>_RESOURCE_ID</w:t>
            </w:r>
          </w:p>
        </w:tc>
        <w:tc>
          <w:tcPr>
            <w:tcW w:w="2177" w:type="dxa"/>
            <w:shd w:val="clear" w:color="auto" w:fill="auto"/>
          </w:tcPr>
          <w:p w14:paraId="56AB22DE" w14:textId="558F4874" w:rsidR="005552D7" w:rsidRPr="004F4407" w:rsidRDefault="005552D7" w:rsidP="009F5486">
            <w:pPr>
              <w:pStyle w:val="TAL"/>
              <w:keepNext w:val="0"/>
            </w:pPr>
            <w:r w:rsidRPr="0032615D">
              <w:t>IUT</w:t>
            </w:r>
            <w:r w:rsidR="00565622" w:rsidRPr="004F4407">
              <w:t xml:space="preserve"> </w:t>
            </w:r>
            <w:r w:rsidRPr="0032615D">
              <w:t>CSE</w:t>
            </w:r>
            <w:r w:rsidR="00565622" w:rsidRPr="004F4407">
              <w:t xml:space="preserve"> </w:t>
            </w:r>
            <w:r w:rsidRPr="004F4407">
              <w:t>resource</w:t>
            </w:r>
            <w:r w:rsidR="00565622" w:rsidRPr="004F4407">
              <w:t xml:space="preserve"> </w:t>
            </w:r>
            <w:r w:rsidRPr="004F4407">
              <w:t>ID</w:t>
            </w:r>
            <w:r w:rsidR="00565622" w:rsidRPr="004F4407">
              <w:t xml:space="preserve"> </w:t>
            </w:r>
            <w:r w:rsidRPr="004F4407">
              <w:t>with</w:t>
            </w:r>
            <w:r w:rsidR="00565622" w:rsidRPr="004F4407">
              <w:t xml:space="preserve"> </w:t>
            </w:r>
            <w:r w:rsidRPr="004F4407">
              <w:t>Unstructured-</w:t>
            </w:r>
            <w:r w:rsidRPr="0032615D">
              <w:t>CSE</w:t>
            </w:r>
            <w:r w:rsidRPr="004F4407">
              <w:t>-relative-Resource-ID</w:t>
            </w:r>
            <w:r w:rsidR="00565622" w:rsidRPr="004F4407">
              <w:t xml:space="preserve"> </w:t>
            </w:r>
            <w:r w:rsidRPr="004F4407">
              <w:t>(relative)</w:t>
            </w:r>
            <w:r w:rsidR="00565622" w:rsidRPr="004F4407">
              <w:t xml:space="preserve"> </w:t>
            </w:r>
            <w:r w:rsidRPr="004F4407">
              <w:t>format</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p>
          <w:p w14:paraId="7E6571BE" w14:textId="151BB6FA" w:rsidR="005552D7" w:rsidRPr="004F4407" w:rsidRDefault="005552D7" w:rsidP="00BE543E">
            <w:pPr>
              <w:pStyle w:val="TAL"/>
              <w:keepNext w:val="0"/>
            </w:pP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rPr>
                <w:lang w:eastAsia="ar-SA"/>
              </w:rPr>
              <w:t>,</w:t>
            </w:r>
            <w:r w:rsidR="00565622" w:rsidRPr="004F4407">
              <w:rPr>
                <w:lang w:eastAsia="ar-SA"/>
              </w:rPr>
              <w:t xml:space="preserve"> </w:t>
            </w:r>
            <w:r w:rsidRPr="004F4407">
              <w:t>table</w:t>
            </w:r>
            <w:r w:rsidR="00565622" w:rsidRPr="004F4407">
              <w:t xml:space="preserve"> </w:t>
            </w:r>
            <w:r w:rsidRPr="004F4407">
              <w:t>7.2-1</w:t>
            </w:r>
          </w:p>
        </w:tc>
        <w:tc>
          <w:tcPr>
            <w:tcW w:w="3203" w:type="dxa"/>
            <w:shd w:val="clear" w:color="auto" w:fill="auto"/>
          </w:tcPr>
          <w:p w14:paraId="14C970B9" w14:textId="77777777" w:rsidR="005552D7" w:rsidRPr="004F4407" w:rsidRDefault="005552D7" w:rsidP="009F5486">
            <w:pPr>
              <w:pStyle w:val="TAL"/>
              <w:keepNext w:val="0"/>
            </w:pPr>
            <w:r w:rsidRPr="004F4407">
              <w:t>"</w:t>
            </w:r>
            <w:proofErr w:type="spellStart"/>
            <w:r w:rsidRPr="004F4407">
              <w:t>cseResourceId</w:t>
            </w:r>
            <w:proofErr w:type="spellEnd"/>
            <w:r w:rsidRPr="004F4407">
              <w:t>"</w:t>
            </w:r>
          </w:p>
        </w:tc>
      </w:tr>
      <w:tr w:rsidR="00565622" w:rsidRPr="004F4407" w14:paraId="686ED794" w14:textId="77777777" w:rsidTr="00565622">
        <w:trPr>
          <w:jc w:val="center"/>
        </w:trPr>
        <w:tc>
          <w:tcPr>
            <w:tcW w:w="1985" w:type="dxa"/>
            <w:vMerge/>
            <w:shd w:val="clear" w:color="auto" w:fill="auto"/>
          </w:tcPr>
          <w:p w14:paraId="167D0BCC" w14:textId="77777777" w:rsidR="005552D7" w:rsidRPr="004F4407" w:rsidRDefault="005552D7" w:rsidP="009F5486">
            <w:pPr>
              <w:pStyle w:val="TAL"/>
              <w:keepNext w:val="0"/>
            </w:pPr>
          </w:p>
        </w:tc>
        <w:tc>
          <w:tcPr>
            <w:tcW w:w="2411" w:type="dxa"/>
            <w:shd w:val="clear" w:color="auto" w:fill="auto"/>
          </w:tcPr>
          <w:p w14:paraId="563A408A" w14:textId="77777777" w:rsidR="005552D7" w:rsidRPr="004F4407" w:rsidRDefault="005552D7" w:rsidP="009F5486">
            <w:pPr>
              <w:pStyle w:val="TAL"/>
              <w:keepNext w:val="0"/>
            </w:pPr>
            <w:r w:rsidRPr="0032615D">
              <w:t>PX</w:t>
            </w:r>
            <w:r w:rsidRPr="004F4407">
              <w:t>_SP_ID</w:t>
            </w:r>
          </w:p>
        </w:tc>
        <w:tc>
          <w:tcPr>
            <w:tcW w:w="2177" w:type="dxa"/>
            <w:shd w:val="clear" w:color="auto" w:fill="auto"/>
          </w:tcPr>
          <w:p w14:paraId="13CAC727" w14:textId="74DB7C8E" w:rsidR="005552D7" w:rsidRPr="004F4407" w:rsidRDefault="005552D7" w:rsidP="009F5486">
            <w:pPr>
              <w:pStyle w:val="TAL"/>
              <w:keepNext w:val="0"/>
            </w:pPr>
            <w:r w:rsidRPr="0032615D">
              <w:t>IUT</w:t>
            </w:r>
            <w:r w:rsidR="00565622" w:rsidRPr="004F4407">
              <w:t xml:space="preserve"> </w:t>
            </w:r>
            <w:r w:rsidRPr="004F4407">
              <w:t>M2M-</w:t>
            </w:r>
            <w:r w:rsidRPr="0032615D">
              <w:t>SP-ID</w:t>
            </w:r>
            <w:r w:rsidR="00565622" w:rsidRPr="004F4407">
              <w:t xml:space="preserve"> </w:t>
            </w:r>
            <w:r w:rsidRPr="004F4407">
              <w:t>with</w:t>
            </w:r>
            <w:r w:rsidR="00565622" w:rsidRPr="004F4407">
              <w:t xml:space="preserve"> </w:t>
            </w:r>
            <w:r w:rsidRPr="004F4407">
              <w:t>M2M-</w:t>
            </w:r>
            <w:r w:rsidRPr="0032615D">
              <w:t>SP-ID</w:t>
            </w:r>
            <w:r w:rsidR="00565622" w:rsidRPr="004F4407">
              <w:t xml:space="preserve"> </w:t>
            </w:r>
            <w:r w:rsidRPr="004F4407">
              <w:t>format</w:t>
            </w:r>
            <w:r w:rsidR="00565622" w:rsidRPr="004F4407">
              <w:t xml:space="preserve"> </w:t>
            </w:r>
            <w:r w:rsidRPr="004F4407">
              <w:t>(absolute)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r w:rsidR="00565622" w:rsidRPr="004F4407">
              <w:t xml:space="preserve"> </w:t>
            </w:r>
            <w:r w:rsidRPr="004F4407">
              <w:t>Unstructured-</w:t>
            </w:r>
            <w:r w:rsidRPr="0032615D">
              <w:t>CSE</w:t>
            </w:r>
            <w:r w:rsidRPr="004F4407">
              <w:t>-relative</w:t>
            </w:r>
            <w:r w:rsidR="00565622" w:rsidRPr="004F4407">
              <w:t xml:space="preserve"> </w:t>
            </w:r>
            <w:r w:rsidRPr="004F4407">
              <w:t>-Resource-ID</w:t>
            </w:r>
          </w:p>
        </w:tc>
        <w:tc>
          <w:tcPr>
            <w:tcW w:w="3203" w:type="dxa"/>
            <w:shd w:val="clear" w:color="auto" w:fill="auto"/>
          </w:tcPr>
          <w:p w14:paraId="6546CE8D" w14:textId="77777777" w:rsidR="005552D7" w:rsidRPr="004F4407" w:rsidRDefault="005552D7" w:rsidP="009F5486">
            <w:pPr>
              <w:pStyle w:val="TAL"/>
              <w:keepNext w:val="0"/>
            </w:pPr>
            <w:r w:rsidRPr="004F4407">
              <w:t>"//om2m.org"</w:t>
            </w:r>
          </w:p>
        </w:tc>
      </w:tr>
      <w:tr w:rsidR="00565622" w:rsidRPr="004F4407" w14:paraId="311BFDAE" w14:textId="77777777" w:rsidTr="00565622">
        <w:trPr>
          <w:jc w:val="center"/>
        </w:trPr>
        <w:tc>
          <w:tcPr>
            <w:tcW w:w="1985" w:type="dxa"/>
            <w:vMerge/>
            <w:shd w:val="clear" w:color="auto" w:fill="auto"/>
          </w:tcPr>
          <w:p w14:paraId="7F51393B" w14:textId="77777777" w:rsidR="005552D7" w:rsidRPr="004F4407" w:rsidRDefault="005552D7" w:rsidP="009F5486">
            <w:pPr>
              <w:pStyle w:val="TAL"/>
              <w:keepNext w:val="0"/>
            </w:pPr>
          </w:p>
        </w:tc>
        <w:tc>
          <w:tcPr>
            <w:tcW w:w="2411" w:type="dxa"/>
            <w:shd w:val="clear" w:color="auto" w:fill="auto"/>
          </w:tcPr>
          <w:p w14:paraId="6A0D7EEC" w14:textId="77777777" w:rsidR="005552D7" w:rsidRPr="004F4407" w:rsidRDefault="005552D7" w:rsidP="009F5486">
            <w:pPr>
              <w:pStyle w:val="TAL"/>
              <w:keepNext w:val="0"/>
            </w:pPr>
            <w:r w:rsidRPr="0032615D">
              <w:t>PX</w:t>
            </w:r>
            <w:r w:rsidRPr="004F4407">
              <w:t>_SUPER_</w:t>
            </w:r>
            <w:r w:rsidRPr="0032615D">
              <w:t>AE</w:t>
            </w:r>
            <w:r w:rsidRPr="004F4407">
              <w:t>_ID</w:t>
            </w:r>
          </w:p>
        </w:tc>
        <w:tc>
          <w:tcPr>
            <w:tcW w:w="2177" w:type="dxa"/>
            <w:shd w:val="clear" w:color="auto" w:fill="auto"/>
          </w:tcPr>
          <w:p w14:paraId="22CB128E" w14:textId="23463B70" w:rsidR="005552D7" w:rsidRPr="004F4407" w:rsidRDefault="005552D7" w:rsidP="009F5486">
            <w:pPr>
              <w:pStyle w:val="TAL"/>
              <w:keepNext w:val="0"/>
            </w:pPr>
            <w:r w:rsidRPr="0032615D">
              <w:t>AE-ID</w:t>
            </w:r>
            <w:r w:rsidR="00565622" w:rsidRPr="004F4407">
              <w:t xml:space="preserve"> </w:t>
            </w:r>
            <w:r w:rsidRPr="004F4407">
              <w:t>with</w:t>
            </w:r>
            <w:r w:rsidR="00565622" w:rsidRPr="004F4407">
              <w:t xml:space="preserve"> </w:t>
            </w:r>
            <w:r w:rsidRPr="004F4407">
              <w:t>privileges</w:t>
            </w:r>
            <w:r w:rsidR="00565622" w:rsidRPr="004F4407">
              <w:t xml:space="preserve"> </w:t>
            </w:r>
            <w:r w:rsidRPr="004F4407">
              <w:t>to</w:t>
            </w:r>
            <w:r w:rsidR="00565622" w:rsidRPr="004F4407">
              <w:t xml:space="preserve"> </w:t>
            </w:r>
            <w:r w:rsidRPr="0032615D">
              <w:t>CREATE</w:t>
            </w:r>
            <w:r w:rsidR="00565622" w:rsidRPr="004F4407">
              <w:t xml:space="preserve"> </w:t>
            </w:r>
            <w:r w:rsidRPr="004F4407">
              <w:t>at</w:t>
            </w:r>
            <w:r w:rsidR="00565622" w:rsidRPr="004F4407">
              <w:t xml:space="preserve"> </w:t>
            </w:r>
            <w:r w:rsidRPr="004F4407">
              <w:t>the</w:t>
            </w:r>
            <w:r w:rsidR="00565622" w:rsidRPr="004F4407">
              <w:t xml:space="preserve"> </w:t>
            </w:r>
            <w:r w:rsidRPr="0032615D">
              <w:t>IUT</w:t>
            </w:r>
            <w:r w:rsidR="00565622" w:rsidRPr="004F4407">
              <w:t xml:space="preserve"> </w:t>
            </w:r>
            <w:proofErr w:type="spellStart"/>
            <w:r w:rsidRPr="004F4407">
              <w:t>CSEBase</w:t>
            </w:r>
            <w:proofErr w:type="spellEnd"/>
            <w:r w:rsidR="00565622" w:rsidRPr="004F4407">
              <w:t xml:space="preserve"> </w:t>
            </w:r>
            <w:r w:rsidRPr="004F4407">
              <w:t>with</w:t>
            </w:r>
            <w:r w:rsidR="00565622" w:rsidRPr="004F4407">
              <w:t xml:space="preserve"> </w:t>
            </w:r>
            <w:r w:rsidRPr="0032615D">
              <w:t>AE-ID</w:t>
            </w:r>
            <w:r w:rsidRPr="004F4407">
              <w:t>-Stem</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p>
        </w:tc>
        <w:tc>
          <w:tcPr>
            <w:tcW w:w="3203" w:type="dxa"/>
            <w:shd w:val="clear" w:color="auto" w:fill="auto"/>
          </w:tcPr>
          <w:p w14:paraId="63939DDC" w14:textId="77777777" w:rsidR="005552D7" w:rsidRPr="004F4407" w:rsidRDefault="005552D7" w:rsidP="009F5486">
            <w:pPr>
              <w:pStyle w:val="TAL"/>
              <w:keepNext w:val="0"/>
            </w:pPr>
            <w:r w:rsidRPr="004F4407">
              <w:t>"</w:t>
            </w:r>
            <w:proofErr w:type="spellStart"/>
            <w:proofErr w:type="gramStart"/>
            <w:r w:rsidRPr="004F4407">
              <w:t>admin:admin</w:t>
            </w:r>
            <w:proofErr w:type="spellEnd"/>
            <w:proofErr w:type="gramEnd"/>
            <w:r w:rsidRPr="004F4407">
              <w:t>"</w:t>
            </w:r>
          </w:p>
        </w:tc>
      </w:tr>
      <w:tr w:rsidR="00565622" w:rsidRPr="004F4407" w14:paraId="467C79F0" w14:textId="77777777" w:rsidTr="00565622">
        <w:trPr>
          <w:jc w:val="center"/>
        </w:trPr>
        <w:tc>
          <w:tcPr>
            <w:tcW w:w="1985" w:type="dxa"/>
            <w:vMerge/>
            <w:shd w:val="clear" w:color="auto" w:fill="auto"/>
          </w:tcPr>
          <w:p w14:paraId="19DFC040" w14:textId="77777777" w:rsidR="005552D7" w:rsidRPr="004F4407" w:rsidRDefault="005552D7" w:rsidP="009F5486">
            <w:pPr>
              <w:pStyle w:val="TAL"/>
              <w:keepNext w:val="0"/>
            </w:pPr>
          </w:p>
        </w:tc>
        <w:tc>
          <w:tcPr>
            <w:tcW w:w="2411" w:type="dxa"/>
            <w:shd w:val="clear" w:color="auto" w:fill="auto"/>
          </w:tcPr>
          <w:p w14:paraId="37DF0807" w14:textId="77777777" w:rsidR="005552D7" w:rsidRPr="004F4407" w:rsidRDefault="005552D7" w:rsidP="00386FFB">
            <w:pPr>
              <w:pStyle w:val="TAL"/>
              <w:keepNext w:val="0"/>
              <w:keepLines w:val="0"/>
            </w:pPr>
            <w:r w:rsidRPr="0032615D">
              <w:t>PX</w:t>
            </w:r>
            <w:r w:rsidRPr="004F4407">
              <w:t>_SUPER_</w:t>
            </w:r>
            <w:r w:rsidRPr="0032615D">
              <w:t>CSE</w:t>
            </w:r>
            <w:r w:rsidRPr="004F4407">
              <w:t>_ID</w:t>
            </w:r>
          </w:p>
        </w:tc>
        <w:tc>
          <w:tcPr>
            <w:tcW w:w="2177" w:type="dxa"/>
            <w:shd w:val="clear" w:color="auto" w:fill="auto"/>
          </w:tcPr>
          <w:p w14:paraId="0243D7E7" w14:textId="5863083C" w:rsidR="005552D7" w:rsidRPr="004F4407" w:rsidRDefault="005552D7" w:rsidP="00386FFB">
            <w:pPr>
              <w:pStyle w:val="TAL"/>
              <w:keepNext w:val="0"/>
              <w:keepLines w:val="0"/>
            </w:pPr>
            <w:r w:rsidRPr="0032615D">
              <w:t>CSE-ID</w:t>
            </w:r>
            <w:r w:rsidR="00565622" w:rsidRPr="004F4407">
              <w:t xml:space="preserve"> </w:t>
            </w:r>
            <w:r w:rsidRPr="004F4407">
              <w:t>with</w:t>
            </w:r>
            <w:r w:rsidR="00565622" w:rsidRPr="004F4407">
              <w:t xml:space="preserve"> </w:t>
            </w:r>
            <w:r w:rsidRPr="004F4407">
              <w:t>privileges</w:t>
            </w:r>
            <w:r w:rsidR="00565622" w:rsidRPr="004F4407">
              <w:t xml:space="preserve"> </w:t>
            </w:r>
            <w:r w:rsidRPr="004F4407">
              <w:t>to</w:t>
            </w:r>
            <w:r w:rsidR="00565622" w:rsidRPr="004F4407">
              <w:t xml:space="preserve"> </w:t>
            </w:r>
            <w:r w:rsidRPr="0032615D">
              <w:t>CREATE</w:t>
            </w:r>
            <w:r w:rsidR="00565622" w:rsidRPr="004F4407">
              <w:t xml:space="preserve"> </w:t>
            </w:r>
            <w:r w:rsidRPr="004F4407">
              <w:t>at</w:t>
            </w:r>
            <w:r w:rsidR="00565622" w:rsidRPr="004F4407">
              <w:t xml:space="preserve"> </w:t>
            </w:r>
            <w:r w:rsidRPr="004F4407">
              <w:t>the</w:t>
            </w:r>
            <w:r w:rsidR="00565622" w:rsidRPr="004F4407">
              <w:t xml:space="preserve"> </w:t>
            </w:r>
            <w:r w:rsidRPr="0032615D">
              <w:t>IUT</w:t>
            </w:r>
            <w:r w:rsidR="00565622" w:rsidRPr="004F4407">
              <w:t xml:space="preserve"> </w:t>
            </w:r>
            <w:proofErr w:type="spellStart"/>
            <w:r w:rsidRPr="004F4407">
              <w:t>CSEBase</w:t>
            </w:r>
            <w:proofErr w:type="spellEnd"/>
            <w:r w:rsidR="00565622" w:rsidRPr="004F4407">
              <w:t xml:space="preserve"> </w:t>
            </w:r>
            <w:r w:rsidRPr="004F4407">
              <w:t>with</w:t>
            </w:r>
            <w:r w:rsidR="00565622" w:rsidRPr="004F4407">
              <w:t xml:space="preserve"> </w:t>
            </w:r>
            <w:r w:rsidRPr="004F4407">
              <w:t>SP</w:t>
            </w:r>
            <w:r w:rsidR="008D23CA">
              <w:noBreakHyphen/>
            </w:r>
            <w:r w:rsidRPr="004F4407">
              <w:t>relative-</w:t>
            </w:r>
            <w:r w:rsidRPr="0032615D">
              <w:t>CSE-ID</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rPr>
                <w:lang w:eastAsia="ar-SA"/>
              </w:rPr>
              <w:t>,</w:t>
            </w:r>
            <w:r w:rsidR="00565622" w:rsidRPr="004F4407">
              <w:rPr>
                <w:lang w:eastAsia="ar-SA"/>
              </w:rPr>
              <w:t xml:space="preserve"> </w:t>
            </w:r>
            <w:r w:rsidRPr="004F4407">
              <w:t>table</w:t>
            </w:r>
            <w:r w:rsidR="00565622" w:rsidRPr="004F4407">
              <w:t xml:space="preserve"> </w:t>
            </w:r>
            <w:r w:rsidRPr="004F4407">
              <w:t>7.2-1</w:t>
            </w:r>
          </w:p>
        </w:tc>
        <w:tc>
          <w:tcPr>
            <w:tcW w:w="3203" w:type="dxa"/>
            <w:shd w:val="clear" w:color="auto" w:fill="auto"/>
          </w:tcPr>
          <w:p w14:paraId="7FBE66D8" w14:textId="77777777" w:rsidR="005552D7" w:rsidRPr="004F4407" w:rsidRDefault="005552D7" w:rsidP="00386FFB">
            <w:pPr>
              <w:pStyle w:val="TAL"/>
              <w:keepNext w:val="0"/>
              <w:keepLines w:val="0"/>
            </w:pPr>
            <w:r w:rsidRPr="004F4407">
              <w:t>"/</w:t>
            </w:r>
            <w:proofErr w:type="spellStart"/>
            <w:proofErr w:type="gramStart"/>
            <w:r w:rsidRPr="004F4407">
              <w:t>admin:admin</w:t>
            </w:r>
            <w:proofErr w:type="spellEnd"/>
            <w:proofErr w:type="gramEnd"/>
            <w:r w:rsidRPr="004F4407">
              <w:t>"</w:t>
            </w:r>
          </w:p>
        </w:tc>
      </w:tr>
      <w:tr w:rsidR="00565622" w:rsidRPr="004F4407" w14:paraId="0F7A4056" w14:textId="77777777" w:rsidTr="00565622">
        <w:trPr>
          <w:jc w:val="center"/>
        </w:trPr>
        <w:tc>
          <w:tcPr>
            <w:tcW w:w="1985" w:type="dxa"/>
            <w:vMerge/>
            <w:shd w:val="clear" w:color="auto" w:fill="auto"/>
          </w:tcPr>
          <w:p w14:paraId="305EB458" w14:textId="77777777" w:rsidR="005552D7" w:rsidRPr="004F4407" w:rsidRDefault="005552D7" w:rsidP="00386FFB">
            <w:pPr>
              <w:pStyle w:val="TAL"/>
              <w:keepNext w:val="0"/>
              <w:keepLines w:val="0"/>
            </w:pPr>
          </w:p>
        </w:tc>
        <w:tc>
          <w:tcPr>
            <w:tcW w:w="2411" w:type="dxa"/>
            <w:shd w:val="clear" w:color="auto" w:fill="auto"/>
          </w:tcPr>
          <w:p w14:paraId="3C396ABC" w14:textId="77777777" w:rsidR="005552D7" w:rsidRPr="004F4407" w:rsidRDefault="005552D7" w:rsidP="00386FFB">
            <w:pPr>
              <w:pStyle w:val="TAL"/>
              <w:keepNext w:val="0"/>
              <w:keepLines w:val="0"/>
            </w:pPr>
            <w:r w:rsidRPr="0032615D">
              <w:t>PX</w:t>
            </w:r>
            <w:r w:rsidRPr="004F4407">
              <w:t>_ALLOWED_C_</w:t>
            </w:r>
            <w:r w:rsidRPr="0032615D">
              <w:t>AE</w:t>
            </w:r>
            <w:r w:rsidRPr="004F4407">
              <w:t>_IDS</w:t>
            </w:r>
          </w:p>
        </w:tc>
        <w:tc>
          <w:tcPr>
            <w:tcW w:w="2177" w:type="dxa"/>
            <w:shd w:val="clear" w:color="auto" w:fill="auto"/>
          </w:tcPr>
          <w:p w14:paraId="01C0952D" w14:textId="77777777" w:rsidR="005552D7" w:rsidRPr="004F4407" w:rsidRDefault="005552D7" w:rsidP="00386FFB">
            <w:pPr>
              <w:pStyle w:val="TAL"/>
              <w:keepNext w:val="0"/>
              <w:keepLines w:val="0"/>
            </w:pPr>
          </w:p>
        </w:tc>
        <w:tc>
          <w:tcPr>
            <w:tcW w:w="3203" w:type="dxa"/>
            <w:shd w:val="clear" w:color="auto" w:fill="auto"/>
          </w:tcPr>
          <w:p w14:paraId="5427A1E2" w14:textId="77777777" w:rsidR="005552D7" w:rsidRPr="004F4407" w:rsidRDefault="005552D7" w:rsidP="00386FFB">
            <w:pPr>
              <w:pStyle w:val="TAL"/>
              <w:keepNext w:val="0"/>
              <w:keepLines w:val="0"/>
            </w:pPr>
            <w:r w:rsidRPr="004F4407">
              <w:t>{"C-</w:t>
            </w:r>
            <w:proofErr w:type="spellStart"/>
            <w:r w:rsidRPr="004F4407">
              <w:t>AllowedAeId</w:t>
            </w:r>
            <w:proofErr w:type="spellEnd"/>
            <w:r w:rsidRPr="004F4407">
              <w:t>"}</w:t>
            </w:r>
          </w:p>
        </w:tc>
      </w:tr>
      <w:tr w:rsidR="00565622" w:rsidRPr="004F4407" w14:paraId="0CC7F42F" w14:textId="77777777" w:rsidTr="00565622">
        <w:trPr>
          <w:jc w:val="center"/>
        </w:trPr>
        <w:tc>
          <w:tcPr>
            <w:tcW w:w="1985" w:type="dxa"/>
            <w:vMerge/>
            <w:shd w:val="clear" w:color="auto" w:fill="auto"/>
          </w:tcPr>
          <w:p w14:paraId="6002D691" w14:textId="77777777" w:rsidR="005552D7" w:rsidRPr="004F4407" w:rsidRDefault="005552D7" w:rsidP="00386FFB">
            <w:pPr>
              <w:pStyle w:val="TAL"/>
              <w:keepNext w:val="0"/>
              <w:keepLines w:val="0"/>
            </w:pPr>
          </w:p>
        </w:tc>
        <w:tc>
          <w:tcPr>
            <w:tcW w:w="2411" w:type="dxa"/>
            <w:shd w:val="clear" w:color="auto" w:fill="auto"/>
          </w:tcPr>
          <w:p w14:paraId="67EE62C6" w14:textId="77777777" w:rsidR="005552D7" w:rsidRPr="004F4407" w:rsidRDefault="005552D7" w:rsidP="00386FFB">
            <w:pPr>
              <w:pStyle w:val="TAL"/>
              <w:keepNext w:val="0"/>
              <w:keepLines w:val="0"/>
            </w:pPr>
            <w:r w:rsidRPr="0032615D">
              <w:t>PX</w:t>
            </w:r>
            <w:r w:rsidRPr="004F4407">
              <w:t>_NOT_ALLOWED_C_</w:t>
            </w:r>
            <w:r w:rsidRPr="0032615D">
              <w:t>AE</w:t>
            </w:r>
            <w:r w:rsidRPr="004F4407">
              <w:t>_IDS</w:t>
            </w:r>
          </w:p>
        </w:tc>
        <w:tc>
          <w:tcPr>
            <w:tcW w:w="2177" w:type="dxa"/>
            <w:shd w:val="clear" w:color="auto" w:fill="auto"/>
          </w:tcPr>
          <w:p w14:paraId="3F502790" w14:textId="77777777" w:rsidR="005552D7" w:rsidRPr="004F4407" w:rsidRDefault="005552D7" w:rsidP="00386FFB">
            <w:pPr>
              <w:pStyle w:val="TAL"/>
              <w:keepNext w:val="0"/>
              <w:keepLines w:val="0"/>
            </w:pPr>
          </w:p>
        </w:tc>
        <w:tc>
          <w:tcPr>
            <w:tcW w:w="3203" w:type="dxa"/>
            <w:shd w:val="clear" w:color="auto" w:fill="auto"/>
          </w:tcPr>
          <w:p w14:paraId="010A8CCB" w14:textId="77777777" w:rsidR="005552D7" w:rsidRPr="004F4407" w:rsidRDefault="005552D7" w:rsidP="00386FFB">
            <w:pPr>
              <w:pStyle w:val="TAL"/>
              <w:keepNext w:val="0"/>
              <w:keepLines w:val="0"/>
            </w:pPr>
            <w:r w:rsidRPr="004F4407">
              <w:t>{"C-</w:t>
            </w:r>
            <w:proofErr w:type="spellStart"/>
            <w:r w:rsidRPr="004F4407">
              <w:t>NotAllowedAeId</w:t>
            </w:r>
            <w:proofErr w:type="spellEnd"/>
            <w:r w:rsidRPr="004F4407">
              <w:t>"}</w:t>
            </w:r>
          </w:p>
        </w:tc>
      </w:tr>
      <w:tr w:rsidR="00565622" w:rsidRPr="004F4407" w14:paraId="12DA8988" w14:textId="77777777" w:rsidTr="00565622">
        <w:trPr>
          <w:jc w:val="center"/>
        </w:trPr>
        <w:tc>
          <w:tcPr>
            <w:tcW w:w="1985" w:type="dxa"/>
            <w:vMerge/>
            <w:shd w:val="clear" w:color="auto" w:fill="auto"/>
          </w:tcPr>
          <w:p w14:paraId="6DEF5789" w14:textId="77777777" w:rsidR="005552D7" w:rsidRPr="004F4407" w:rsidRDefault="005552D7" w:rsidP="00386FFB">
            <w:pPr>
              <w:pStyle w:val="TAL"/>
              <w:keepNext w:val="0"/>
              <w:keepLines w:val="0"/>
            </w:pPr>
          </w:p>
        </w:tc>
        <w:tc>
          <w:tcPr>
            <w:tcW w:w="2411" w:type="dxa"/>
            <w:shd w:val="clear" w:color="auto" w:fill="auto"/>
          </w:tcPr>
          <w:p w14:paraId="11FE0B69" w14:textId="77777777" w:rsidR="005552D7" w:rsidRPr="004F4407" w:rsidRDefault="005552D7" w:rsidP="00386FFB">
            <w:pPr>
              <w:pStyle w:val="TAL"/>
              <w:keepNext w:val="0"/>
              <w:keepLines w:val="0"/>
            </w:pPr>
            <w:r w:rsidRPr="0032615D">
              <w:t>PX</w:t>
            </w:r>
            <w:r w:rsidRPr="004F4407">
              <w:t>_ALLOWED_S_</w:t>
            </w:r>
            <w:r w:rsidRPr="0032615D">
              <w:t>AE</w:t>
            </w:r>
            <w:r w:rsidRPr="004F4407">
              <w:t>_IDS</w:t>
            </w:r>
          </w:p>
        </w:tc>
        <w:tc>
          <w:tcPr>
            <w:tcW w:w="2177" w:type="dxa"/>
            <w:shd w:val="clear" w:color="auto" w:fill="auto"/>
          </w:tcPr>
          <w:p w14:paraId="5A0874EA" w14:textId="77777777" w:rsidR="005552D7" w:rsidRPr="004F4407" w:rsidRDefault="005552D7" w:rsidP="00386FFB">
            <w:pPr>
              <w:pStyle w:val="TAL"/>
              <w:keepNext w:val="0"/>
              <w:keepLines w:val="0"/>
            </w:pPr>
          </w:p>
        </w:tc>
        <w:tc>
          <w:tcPr>
            <w:tcW w:w="3203" w:type="dxa"/>
            <w:shd w:val="clear" w:color="auto" w:fill="auto"/>
          </w:tcPr>
          <w:p w14:paraId="117A1093" w14:textId="77777777" w:rsidR="005552D7" w:rsidRPr="004F4407" w:rsidRDefault="005552D7" w:rsidP="00386FFB">
            <w:pPr>
              <w:pStyle w:val="TAL"/>
              <w:keepNext w:val="0"/>
              <w:keepLines w:val="0"/>
            </w:pPr>
            <w:r w:rsidRPr="004F4407">
              <w:t>{"S-AllowedAeId"}</w:t>
            </w:r>
          </w:p>
        </w:tc>
      </w:tr>
      <w:tr w:rsidR="00565622" w:rsidRPr="004F4407" w14:paraId="3E690EFD" w14:textId="77777777" w:rsidTr="00565622">
        <w:trPr>
          <w:jc w:val="center"/>
        </w:trPr>
        <w:tc>
          <w:tcPr>
            <w:tcW w:w="1985" w:type="dxa"/>
            <w:vMerge/>
            <w:shd w:val="clear" w:color="auto" w:fill="auto"/>
          </w:tcPr>
          <w:p w14:paraId="64DAEDBC" w14:textId="77777777" w:rsidR="005552D7" w:rsidRPr="004F4407" w:rsidRDefault="005552D7" w:rsidP="00386FFB">
            <w:pPr>
              <w:pStyle w:val="TAL"/>
              <w:keepNext w:val="0"/>
              <w:keepLines w:val="0"/>
            </w:pPr>
          </w:p>
        </w:tc>
        <w:tc>
          <w:tcPr>
            <w:tcW w:w="2411" w:type="dxa"/>
            <w:shd w:val="clear" w:color="auto" w:fill="auto"/>
          </w:tcPr>
          <w:p w14:paraId="3DDF4281" w14:textId="77777777" w:rsidR="005552D7" w:rsidRPr="004F4407" w:rsidRDefault="005552D7" w:rsidP="00386FFB">
            <w:pPr>
              <w:pStyle w:val="TAL"/>
              <w:keepNext w:val="0"/>
              <w:keepLines w:val="0"/>
            </w:pPr>
            <w:r w:rsidRPr="0032615D">
              <w:t>PX</w:t>
            </w:r>
            <w:r w:rsidRPr="004F4407">
              <w:t>_NOT_ALLOWED_S_</w:t>
            </w:r>
            <w:r w:rsidRPr="0032615D">
              <w:t>AE</w:t>
            </w:r>
            <w:r w:rsidRPr="004F4407">
              <w:t>_IDS</w:t>
            </w:r>
          </w:p>
        </w:tc>
        <w:tc>
          <w:tcPr>
            <w:tcW w:w="2177" w:type="dxa"/>
            <w:shd w:val="clear" w:color="auto" w:fill="auto"/>
          </w:tcPr>
          <w:p w14:paraId="39071658" w14:textId="77777777" w:rsidR="005552D7" w:rsidRPr="004F4407" w:rsidRDefault="005552D7" w:rsidP="00386FFB">
            <w:pPr>
              <w:pStyle w:val="TAL"/>
              <w:keepNext w:val="0"/>
              <w:keepLines w:val="0"/>
            </w:pPr>
          </w:p>
        </w:tc>
        <w:tc>
          <w:tcPr>
            <w:tcW w:w="3203" w:type="dxa"/>
            <w:shd w:val="clear" w:color="auto" w:fill="auto"/>
          </w:tcPr>
          <w:p w14:paraId="5FF112BF" w14:textId="77777777" w:rsidR="005552D7" w:rsidRPr="004F4407" w:rsidRDefault="005552D7" w:rsidP="00386FFB">
            <w:pPr>
              <w:pStyle w:val="TAL"/>
              <w:keepNext w:val="0"/>
              <w:keepLines w:val="0"/>
            </w:pPr>
            <w:r w:rsidRPr="004F4407">
              <w:t>{"S-</w:t>
            </w:r>
            <w:proofErr w:type="spellStart"/>
            <w:r w:rsidRPr="004F4407">
              <w:t>NotAllowedAeId</w:t>
            </w:r>
            <w:proofErr w:type="spellEnd"/>
            <w:r w:rsidRPr="004F4407">
              <w:t>"}</w:t>
            </w:r>
          </w:p>
        </w:tc>
      </w:tr>
      <w:tr w:rsidR="00565622" w:rsidRPr="004F4407" w14:paraId="07069520" w14:textId="77777777" w:rsidTr="00565622">
        <w:trPr>
          <w:jc w:val="center"/>
        </w:trPr>
        <w:tc>
          <w:tcPr>
            <w:tcW w:w="1985" w:type="dxa"/>
            <w:vMerge/>
            <w:shd w:val="clear" w:color="auto" w:fill="auto"/>
          </w:tcPr>
          <w:p w14:paraId="207E58A4" w14:textId="77777777" w:rsidR="005552D7" w:rsidRPr="004F4407" w:rsidRDefault="005552D7" w:rsidP="00386FFB">
            <w:pPr>
              <w:pStyle w:val="TAL"/>
              <w:keepNext w:val="0"/>
              <w:keepLines w:val="0"/>
            </w:pPr>
          </w:p>
        </w:tc>
        <w:tc>
          <w:tcPr>
            <w:tcW w:w="2411" w:type="dxa"/>
            <w:shd w:val="clear" w:color="auto" w:fill="auto"/>
          </w:tcPr>
          <w:p w14:paraId="2A1B560F" w14:textId="34FA532A" w:rsidR="005552D7" w:rsidRPr="004F4407" w:rsidRDefault="005552D7" w:rsidP="00386FFB">
            <w:pPr>
              <w:pStyle w:val="TAL"/>
              <w:keepNext w:val="0"/>
              <w:keepLines w:val="0"/>
            </w:pPr>
            <w:r w:rsidRPr="0032615D">
              <w:t>PX</w:t>
            </w:r>
            <w:r w:rsidRPr="004F4407">
              <w:t>_NOT_ALLOWED_APP_ID</w:t>
            </w:r>
          </w:p>
        </w:tc>
        <w:tc>
          <w:tcPr>
            <w:tcW w:w="2177" w:type="dxa"/>
            <w:shd w:val="clear" w:color="auto" w:fill="auto"/>
          </w:tcPr>
          <w:p w14:paraId="75C1460D" w14:textId="77777777" w:rsidR="005552D7" w:rsidRPr="004F4407" w:rsidRDefault="005552D7" w:rsidP="00386FFB">
            <w:pPr>
              <w:pStyle w:val="TAL"/>
              <w:keepNext w:val="0"/>
              <w:keepLines w:val="0"/>
            </w:pPr>
          </w:p>
        </w:tc>
        <w:tc>
          <w:tcPr>
            <w:tcW w:w="3203" w:type="dxa"/>
            <w:shd w:val="clear" w:color="auto" w:fill="auto"/>
          </w:tcPr>
          <w:p w14:paraId="12A9614D" w14:textId="6FE00007" w:rsidR="005552D7" w:rsidRPr="004F4407" w:rsidRDefault="005552D7" w:rsidP="00386FFB">
            <w:pPr>
              <w:pStyle w:val="TAL"/>
              <w:keepNext w:val="0"/>
              <w:keepLines w:val="0"/>
            </w:pPr>
            <w:r w:rsidRPr="004F4407">
              <w:t>"</w:t>
            </w:r>
            <w:proofErr w:type="spellStart"/>
            <w:r w:rsidRPr="004F4407">
              <w:t>NotAllowedAppId</w:t>
            </w:r>
            <w:proofErr w:type="spellEnd"/>
            <w:r w:rsidRPr="004F4407">
              <w:t>"</w:t>
            </w:r>
          </w:p>
        </w:tc>
      </w:tr>
      <w:tr w:rsidR="00565622" w:rsidRPr="004F4407" w14:paraId="15159204" w14:textId="77777777" w:rsidTr="00565622">
        <w:trPr>
          <w:jc w:val="center"/>
        </w:trPr>
        <w:tc>
          <w:tcPr>
            <w:tcW w:w="1985" w:type="dxa"/>
            <w:vMerge/>
            <w:shd w:val="clear" w:color="auto" w:fill="auto"/>
          </w:tcPr>
          <w:p w14:paraId="5F70E570" w14:textId="77777777" w:rsidR="005552D7" w:rsidRPr="004F4407" w:rsidRDefault="005552D7" w:rsidP="00386FFB">
            <w:pPr>
              <w:pStyle w:val="TAL"/>
              <w:keepNext w:val="0"/>
              <w:keepLines w:val="0"/>
            </w:pPr>
          </w:p>
        </w:tc>
        <w:tc>
          <w:tcPr>
            <w:tcW w:w="2411" w:type="dxa"/>
            <w:shd w:val="clear" w:color="auto" w:fill="auto"/>
          </w:tcPr>
          <w:p w14:paraId="091ED840" w14:textId="77777777" w:rsidR="005552D7" w:rsidRPr="004F4407" w:rsidRDefault="005552D7" w:rsidP="00386FFB">
            <w:pPr>
              <w:pStyle w:val="TAL"/>
              <w:keepNext w:val="0"/>
              <w:keepLines w:val="0"/>
            </w:pPr>
            <w:r w:rsidRPr="0032615D">
              <w:t>PX</w:t>
            </w:r>
            <w:r w:rsidRPr="004F4407">
              <w:t>_ADDRESSING_METHOD</w:t>
            </w:r>
          </w:p>
        </w:tc>
        <w:tc>
          <w:tcPr>
            <w:tcW w:w="2177" w:type="dxa"/>
            <w:shd w:val="clear" w:color="auto" w:fill="auto"/>
          </w:tcPr>
          <w:p w14:paraId="7F5ACB90" w14:textId="568D312B" w:rsidR="005552D7" w:rsidRPr="004F4407" w:rsidRDefault="005552D7" w:rsidP="00386FFB">
            <w:pPr>
              <w:pStyle w:val="TAL"/>
              <w:keepNext w:val="0"/>
              <w:keepLines w:val="0"/>
            </w:pPr>
            <w:r w:rsidRPr="004F4407">
              <w:t>Addressing</w:t>
            </w:r>
            <w:r w:rsidR="00565622" w:rsidRPr="004F4407">
              <w:t xml:space="preserve"> </w:t>
            </w:r>
            <w:r w:rsidRPr="004F4407">
              <w:t>method</w:t>
            </w:r>
          </w:p>
        </w:tc>
        <w:tc>
          <w:tcPr>
            <w:tcW w:w="3203" w:type="dxa"/>
            <w:shd w:val="clear" w:color="auto" w:fill="auto"/>
          </w:tcPr>
          <w:p w14:paraId="59405BFB" w14:textId="77777777" w:rsidR="005552D7" w:rsidRPr="004F4407" w:rsidRDefault="005552D7" w:rsidP="00386FFB">
            <w:pPr>
              <w:pStyle w:val="TAL"/>
              <w:keepNext w:val="0"/>
              <w:keepLines w:val="0"/>
            </w:pPr>
            <w:proofErr w:type="spellStart"/>
            <w:r w:rsidRPr="004F4407">
              <w:t>e_hierarchical</w:t>
            </w:r>
            <w:proofErr w:type="spellEnd"/>
          </w:p>
        </w:tc>
      </w:tr>
      <w:tr w:rsidR="00565622" w:rsidRPr="004F4407" w14:paraId="7CF9AB7A" w14:textId="77777777" w:rsidTr="00565622">
        <w:trPr>
          <w:jc w:val="center"/>
        </w:trPr>
        <w:tc>
          <w:tcPr>
            <w:tcW w:w="1985" w:type="dxa"/>
            <w:vMerge/>
            <w:shd w:val="clear" w:color="auto" w:fill="auto"/>
          </w:tcPr>
          <w:p w14:paraId="778F5128" w14:textId="77777777" w:rsidR="005552D7" w:rsidRPr="004F4407" w:rsidRDefault="005552D7" w:rsidP="00386FFB">
            <w:pPr>
              <w:pStyle w:val="TAL"/>
              <w:keepNext w:val="0"/>
              <w:keepLines w:val="0"/>
            </w:pPr>
          </w:p>
        </w:tc>
        <w:tc>
          <w:tcPr>
            <w:tcW w:w="2411" w:type="dxa"/>
            <w:shd w:val="clear" w:color="auto" w:fill="auto"/>
          </w:tcPr>
          <w:p w14:paraId="50296417" w14:textId="77777777" w:rsidR="005552D7" w:rsidRPr="004F4407" w:rsidRDefault="005552D7" w:rsidP="00386FFB">
            <w:pPr>
              <w:pStyle w:val="TAL"/>
              <w:keepNext w:val="0"/>
              <w:keepLines w:val="0"/>
            </w:pPr>
            <w:r w:rsidRPr="0032615D">
              <w:t>PX</w:t>
            </w:r>
            <w:r w:rsidRPr="004F4407">
              <w:t>_PRIMITIVE_SCOPE</w:t>
            </w:r>
          </w:p>
        </w:tc>
        <w:tc>
          <w:tcPr>
            <w:tcW w:w="2177" w:type="dxa"/>
            <w:shd w:val="clear" w:color="auto" w:fill="auto"/>
          </w:tcPr>
          <w:p w14:paraId="5EF1AA3C" w14:textId="0F7376BB" w:rsidR="005552D7" w:rsidRPr="004F4407" w:rsidRDefault="005552D7" w:rsidP="00386FFB">
            <w:pPr>
              <w:pStyle w:val="TAL"/>
              <w:keepNext w:val="0"/>
              <w:keepLines w:val="0"/>
            </w:pPr>
            <w:r w:rsidRPr="004F4407">
              <w:t>Primitive</w:t>
            </w:r>
            <w:r w:rsidR="00565622" w:rsidRPr="004F4407">
              <w:t xml:space="preserve"> </w:t>
            </w:r>
            <w:r w:rsidRPr="004F4407">
              <w:t>scope</w:t>
            </w:r>
          </w:p>
        </w:tc>
        <w:tc>
          <w:tcPr>
            <w:tcW w:w="3203" w:type="dxa"/>
            <w:shd w:val="clear" w:color="auto" w:fill="auto"/>
          </w:tcPr>
          <w:p w14:paraId="781C9E81" w14:textId="77777777" w:rsidR="005552D7" w:rsidRPr="004F4407" w:rsidRDefault="005552D7" w:rsidP="00386FFB">
            <w:pPr>
              <w:pStyle w:val="TAL"/>
              <w:keepNext w:val="0"/>
              <w:keepLines w:val="0"/>
            </w:pPr>
            <w:proofErr w:type="spellStart"/>
            <w:r w:rsidRPr="004F4407">
              <w:t>e_cseRelative</w:t>
            </w:r>
            <w:proofErr w:type="spellEnd"/>
          </w:p>
        </w:tc>
      </w:tr>
      <w:tr w:rsidR="00565622" w:rsidRPr="004F4407" w14:paraId="58AD7D38" w14:textId="77777777" w:rsidTr="00565622">
        <w:trPr>
          <w:jc w:val="center"/>
        </w:trPr>
        <w:tc>
          <w:tcPr>
            <w:tcW w:w="1985" w:type="dxa"/>
            <w:vMerge/>
            <w:shd w:val="clear" w:color="auto" w:fill="auto"/>
          </w:tcPr>
          <w:p w14:paraId="0953C71D" w14:textId="77777777" w:rsidR="00296E38" w:rsidRPr="004F4407" w:rsidRDefault="00296E38" w:rsidP="00386FFB">
            <w:pPr>
              <w:pStyle w:val="TAL"/>
              <w:keepNext w:val="0"/>
              <w:keepLines w:val="0"/>
            </w:pPr>
          </w:p>
        </w:tc>
        <w:tc>
          <w:tcPr>
            <w:tcW w:w="2411" w:type="dxa"/>
            <w:shd w:val="clear" w:color="auto" w:fill="auto"/>
          </w:tcPr>
          <w:p w14:paraId="6E0A597B" w14:textId="2E109C15" w:rsidR="00296E38" w:rsidRPr="004F4407" w:rsidDel="005B6001" w:rsidRDefault="00296E38" w:rsidP="00386FFB">
            <w:pPr>
              <w:pStyle w:val="TAL"/>
              <w:keepNext w:val="0"/>
              <w:keepLines w:val="0"/>
            </w:pPr>
            <w:r w:rsidRPr="0032615D">
              <w:t>PX</w:t>
            </w:r>
            <w:r w:rsidRPr="004F4407">
              <w:t>_WS_PROTOCOL</w:t>
            </w:r>
          </w:p>
        </w:tc>
        <w:tc>
          <w:tcPr>
            <w:tcW w:w="2177" w:type="dxa"/>
            <w:shd w:val="clear" w:color="auto" w:fill="auto"/>
          </w:tcPr>
          <w:p w14:paraId="1E17BB7F" w14:textId="70EC543E" w:rsidR="00296E38" w:rsidRPr="004F4407" w:rsidDel="005B6001" w:rsidRDefault="005835AD" w:rsidP="00386FFB">
            <w:pPr>
              <w:pStyle w:val="TAL"/>
              <w:keepNext w:val="0"/>
              <w:keepLines w:val="0"/>
            </w:pPr>
            <w:r w:rsidRPr="004F4407">
              <w:t>WebSocket</w:t>
            </w:r>
            <w:r w:rsidR="00565622" w:rsidRPr="004F4407">
              <w:t xml:space="preserve"> </w:t>
            </w:r>
            <w:r w:rsidRPr="004F4407">
              <w:t>protocol</w:t>
            </w:r>
          </w:p>
        </w:tc>
        <w:tc>
          <w:tcPr>
            <w:tcW w:w="3203" w:type="dxa"/>
            <w:shd w:val="clear" w:color="auto" w:fill="auto"/>
          </w:tcPr>
          <w:p w14:paraId="0F80BBB3" w14:textId="781F7B3A" w:rsidR="00296E38" w:rsidRPr="004F4407" w:rsidDel="005B6001" w:rsidRDefault="007921DF" w:rsidP="00386FFB">
            <w:pPr>
              <w:pStyle w:val="TAL"/>
              <w:keepNext w:val="0"/>
              <w:keepLines w:val="0"/>
            </w:pPr>
            <w:r>
              <w:t>"</w:t>
            </w:r>
            <w:r w:rsidR="005835AD" w:rsidRPr="004F4407">
              <w:t>oneM2M.R2.0.</w:t>
            </w:r>
            <w:r w:rsidR="005835AD" w:rsidRPr="0032615D">
              <w:t>xml</w:t>
            </w:r>
            <w:r>
              <w:t>"</w:t>
            </w:r>
          </w:p>
        </w:tc>
      </w:tr>
      <w:tr w:rsidR="00565622" w:rsidRPr="004F4407" w14:paraId="4C4F91A2" w14:textId="77777777" w:rsidTr="00565622">
        <w:trPr>
          <w:jc w:val="center"/>
        </w:trPr>
        <w:tc>
          <w:tcPr>
            <w:tcW w:w="1985" w:type="dxa"/>
            <w:vMerge/>
            <w:shd w:val="clear" w:color="auto" w:fill="auto"/>
          </w:tcPr>
          <w:p w14:paraId="180F64CC" w14:textId="77777777" w:rsidR="00296E38" w:rsidRPr="004F4407" w:rsidRDefault="00296E38" w:rsidP="00386FFB">
            <w:pPr>
              <w:pStyle w:val="TAL"/>
              <w:keepNext w:val="0"/>
              <w:keepLines w:val="0"/>
            </w:pPr>
          </w:p>
        </w:tc>
        <w:tc>
          <w:tcPr>
            <w:tcW w:w="2411" w:type="dxa"/>
            <w:shd w:val="clear" w:color="auto" w:fill="auto"/>
          </w:tcPr>
          <w:p w14:paraId="219AA1C1" w14:textId="0147AD36" w:rsidR="00296E38" w:rsidRPr="004F4407" w:rsidDel="005B6001" w:rsidRDefault="00E045BF" w:rsidP="00386FFB">
            <w:pPr>
              <w:pStyle w:val="TAL"/>
              <w:keepNext w:val="0"/>
              <w:keepLines w:val="0"/>
            </w:pPr>
            <w:r w:rsidRPr="0032615D">
              <w:t>PX</w:t>
            </w:r>
            <w:r w:rsidRPr="004F4407">
              <w:t>_REQUEST_URI</w:t>
            </w:r>
          </w:p>
        </w:tc>
        <w:tc>
          <w:tcPr>
            <w:tcW w:w="2177" w:type="dxa"/>
            <w:shd w:val="clear" w:color="auto" w:fill="auto"/>
          </w:tcPr>
          <w:p w14:paraId="443C3311" w14:textId="0F3FF939" w:rsidR="00296E38" w:rsidRPr="004F4407" w:rsidDel="005B6001" w:rsidRDefault="005835AD" w:rsidP="00386FFB">
            <w:pPr>
              <w:pStyle w:val="TAL"/>
              <w:keepNext w:val="0"/>
              <w:keepLines w:val="0"/>
            </w:pPr>
            <w:r w:rsidRPr="004F4407">
              <w:t>WebSocket</w:t>
            </w:r>
            <w:r w:rsidR="00565622" w:rsidRPr="004F4407">
              <w:t xml:space="preserve"> </w:t>
            </w:r>
            <w:r w:rsidRPr="004F4407">
              <w:t>context</w:t>
            </w:r>
          </w:p>
        </w:tc>
        <w:tc>
          <w:tcPr>
            <w:tcW w:w="3203" w:type="dxa"/>
            <w:shd w:val="clear" w:color="auto" w:fill="auto"/>
          </w:tcPr>
          <w:p w14:paraId="547FF7BB" w14:textId="654D4E81" w:rsidR="00296E38" w:rsidRPr="004F4407" w:rsidDel="005B6001" w:rsidRDefault="007921DF" w:rsidP="00386FFB">
            <w:pPr>
              <w:pStyle w:val="TAL"/>
              <w:keepNext w:val="0"/>
              <w:keepLines w:val="0"/>
            </w:pPr>
            <w:r>
              <w:t>"</w:t>
            </w:r>
            <w:r w:rsidR="005835AD" w:rsidRPr="004F4407">
              <w:t>/</w:t>
            </w:r>
            <w:r>
              <w:t>"</w:t>
            </w:r>
          </w:p>
        </w:tc>
      </w:tr>
      <w:tr w:rsidR="00565622" w:rsidRPr="004F4407" w14:paraId="5D6B6F3F" w14:textId="77777777" w:rsidTr="00565622">
        <w:trPr>
          <w:jc w:val="center"/>
        </w:trPr>
        <w:tc>
          <w:tcPr>
            <w:tcW w:w="1985" w:type="dxa"/>
            <w:vMerge/>
            <w:shd w:val="clear" w:color="auto" w:fill="auto"/>
          </w:tcPr>
          <w:p w14:paraId="708FC3B9" w14:textId="77777777" w:rsidR="00296E38" w:rsidRPr="004F4407" w:rsidRDefault="00296E38" w:rsidP="00386FFB">
            <w:pPr>
              <w:pStyle w:val="TAL"/>
              <w:keepNext w:val="0"/>
              <w:keepLines w:val="0"/>
            </w:pPr>
          </w:p>
        </w:tc>
        <w:tc>
          <w:tcPr>
            <w:tcW w:w="2411" w:type="dxa"/>
            <w:shd w:val="clear" w:color="auto" w:fill="auto"/>
          </w:tcPr>
          <w:p w14:paraId="565472BD" w14:textId="41005FCF" w:rsidR="00296E38" w:rsidRPr="004F4407" w:rsidDel="005B6001" w:rsidRDefault="005835AD" w:rsidP="00386FFB">
            <w:pPr>
              <w:pStyle w:val="TAL"/>
              <w:keepNext w:val="0"/>
              <w:keepLines w:val="0"/>
            </w:pPr>
            <w:r w:rsidRPr="0032615D">
              <w:t>PX</w:t>
            </w:r>
            <w:r w:rsidRPr="004F4407">
              <w:t>_HOSTING_</w:t>
            </w:r>
            <w:r w:rsidRPr="0032615D">
              <w:t>CSE</w:t>
            </w:r>
            <w:r w:rsidRPr="004F4407">
              <w:t>_ID</w:t>
            </w:r>
          </w:p>
        </w:tc>
        <w:tc>
          <w:tcPr>
            <w:tcW w:w="2177" w:type="dxa"/>
            <w:shd w:val="clear" w:color="auto" w:fill="auto"/>
          </w:tcPr>
          <w:p w14:paraId="00C2911C" w14:textId="78D48438" w:rsidR="00296E38" w:rsidRPr="004F4407" w:rsidDel="005B6001" w:rsidRDefault="00BC3A1D" w:rsidP="00386FFB">
            <w:pPr>
              <w:pStyle w:val="TAL"/>
              <w:keepNext w:val="0"/>
              <w:keepLines w:val="0"/>
            </w:pPr>
            <w:r w:rsidRPr="004F4407">
              <w:t>Hosting</w:t>
            </w:r>
            <w:r w:rsidR="00565622" w:rsidRPr="004F4407">
              <w:t xml:space="preserve"> </w:t>
            </w:r>
            <w:r w:rsidRPr="0032615D">
              <w:t>CSE-ID</w:t>
            </w:r>
            <w:r w:rsidR="00565622" w:rsidRPr="004F4407">
              <w:t xml:space="preserve"> </w:t>
            </w:r>
            <w:r w:rsidRPr="004F4407">
              <w:t>for</w:t>
            </w:r>
            <w:r w:rsidR="00565622" w:rsidRPr="004F4407">
              <w:t xml:space="preserve"> </w:t>
            </w:r>
            <w:r w:rsidRPr="0032615D">
              <w:t>MQTT</w:t>
            </w:r>
          </w:p>
        </w:tc>
        <w:tc>
          <w:tcPr>
            <w:tcW w:w="3203" w:type="dxa"/>
            <w:shd w:val="clear" w:color="auto" w:fill="auto"/>
          </w:tcPr>
          <w:p w14:paraId="4345877C" w14:textId="5B90D0D3" w:rsidR="00296E38" w:rsidRPr="004F4407" w:rsidDel="005B6001" w:rsidRDefault="007921DF" w:rsidP="00386FFB">
            <w:pPr>
              <w:pStyle w:val="TAL"/>
              <w:keepNext w:val="0"/>
              <w:keepLines w:val="0"/>
            </w:pPr>
            <w:r>
              <w:t>"</w:t>
            </w:r>
            <w:r w:rsidR="00BC3A1D" w:rsidRPr="0032615D">
              <w:t>CSE-ID</w:t>
            </w:r>
            <w:r>
              <w:t>"</w:t>
            </w:r>
          </w:p>
        </w:tc>
      </w:tr>
      <w:tr w:rsidR="00565622" w:rsidRPr="004F4407" w14:paraId="79928C12" w14:textId="77777777" w:rsidTr="00565622">
        <w:trPr>
          <w:jc w:val="center"/>
        </w:trPr>
        <w:tc>
          <w:tcPr>
            <w:tcW w:w="1985" w:type="dxa"/>
            <w:vMerge/>
            <w:shd w:val="clear" w:color="auto" w:fill="auto"/>
          </w:tcPr>
          <w:p w14:paraId="10101AE7" w14:textId="77777777" w:rsidR="00296E38" w:rsidRPr="004F4407" w:rsidRDefault="00296E38" w:rsidP="00386FFB">
            <w:pPr>
              <w:pStyle w:val="TAL"/>
              <w:keepNext w:val="0"/>
              <w:keepLines w:val="0"/>
            </w:pPr>
          </w:p>
        </w:tc>
        <w:tc>
          <w:tcPr>
            <w:tcW w:w="2411" w:type="dxa"/>
            <w:shd w:val="clear" w:color="auto" w:fill="auto"/>
          </w:tcPr>
          <w:p w14:paraId="54E4C62A" w14:textId="38CE0B3B" w:rsidR="00296E38" w:rsidRPr="004F4407" w:rsidDel="005B6001" w:rsidRDefault="00BC3A1D" w:rsidP="00386FFB">
            <w:pPr>
              <w:pStyle w:val="TAL"/>
              <w:keepNext w:val="0"/>
              <w:keepLines w:val="0"/>
            </w:pPr>
            <w:r w:rsidRPr="0032615D">
              <w:t>PX</w:t>
            </w:r>
            <w:r w:rsidRPr="004F4407">
              <w:t>_</w:t>
            </w:r>
            <w:r w:rsidR="00577356" w:rsidRPr="004F4407">
              <w:t>CREDENTIAL_ID</w:t>
            </w:r>
          </w:p>
        </w:tc>
        <w:tc>
          <w:tcPr>
            <w:tcW w:w="2177" w:type="dxa"/>
            <w:shd w:val="clear" w:color="auto" w:fill="auto"/>
          </w:tcPr>
          <w:p w14:paraId="67932693" w14:textId="15BFA7EF" w:rsidR="00296E38" w:rsidRPr="004F4407" w:rsidDel="005B6001" w:rsidRDefault="00577356" w:rsidP="00386FFB">
            <w:pPr>
              <w:pStyle w:val="TAL"/>
              <w:keepNext w:val="0"/>
              <w:keepLines w:val="0"/>
            </w:pPr>
            <w:r w:rsidRPr="004F4407">
              <w:t>Credential-ID</w:t>
            </w:r>
            <w:r w:rsidR="00565622" w:rsidRPr="004F4407">
              <w:t xml:space="preserve"> </w:t>
            </w:r>
            <w:r w:rsidRPr="004F4407">
              <w:t>for</w:t>
            </w:r>
            <w:r w:rsidR="00565622" w:rsidRPr="004F4407">
              <w:t xml:space="preserve"> </w:t>
            </w:r>
            <w:r w:rsidRPr="0032615D">
              <w:t>MQTT</w:t>
            </w:r>
          </w:p>
        </w:tc>
        <w:tc>
          <w:tcPr>
            <w:tcW w:w="3203" w:type="dxa"/>
            <w:shd w:val="clear" w:color="auto" w:fill="auto"/>
          </w:tcPr>
          <w:p w14:paraId="133BD622" w14:textId="2C984BE7" w:rsidR="00296E38" w:rsidRPr="004F4407" w:rsidDel="005B6001" w:rsidRDefault="007921DF" w:rsidP="00386FFB">
            <w:pPr>
              <w:pStyle w:val="TAL"/>
              <w:keepNext w:val="0"/>
              <w:keepLines w:val="0"/>
            </w:pPr>
            <w:r>
              <w:t>"</w:t>
            </w:r>
            <w:proofErr w:type="spellStart"/>
            <w:proofErr w:type="gramStart"/>
            <w:r w:rsidR="00577356" w:rsidRPr="004F4407">
              <w:t>admin:admin</w:t>
            </w:r>
            <w:proofErr w:type="spellEnd"/>
            <w:proofErr w:type="gramEnd"/>
            <w:r>
              <w:t>"</w:t>
            </w:r>
          </w:p>
        </w:tc>
      </w:tr>
      <w:tr w:rsidR="00565622" w:rsidRPr="004F4407" w14:paraId="4F8108DA" w14:textId="77777777" w:rsidTr="00565622">
        <w:trPr>
          <w:jc w:val="center"/>
        </w:trPr>
        <w:tc>
          <w:tcPr>
            <w:tcW w:w="1985" w:type="dxa"/>
            <w:vMerge/>
            <w:shd w:val="clear" w:color="auto" w:fill="auto"/>
          </w:tcPr>
          <w:p w14:paraId="2B9F234D" w14:textId="77777777" w:rsidR="005552D7" w:rsidRPr="004F4407" w:rsidRDefault="005552D7" w:rsidP="00386FFB">
            <w:pPr>
              <w:pStyle w:val="TAL"/>
              <w:keepNext w:val="0"/>
              <w:keepLines w:val="0"/>
            </w:pPr>
          </w:p>
        </w:tc>
        <w:tc>
          <w:tcPr>
            <w:tcW w:w="2411" w:type="dxa"/>
            <w:shd w:val="clear" w:color="auto" w:fill="auto"/>
          </w:tcPr>
          <w:p w14:paraId="1319F9FF" w14:textId="77777777" w:rsidR="005552D7" w:rsidRPr="004F4407" w:rsidRDefault="005552D7" w:rsidP="00386FFB">
            <w:pPr>
              <w:pStyle w:val="TAL"/>
              <w:keepNext w:val="0"/>
              <w:keepLines w:val="0"/>
            </w:pPr>
            <w:r w:rsidRPr="0032615D">
              <w:t>PX</w:t>
            </w:r>
            <w:r w:rsidRPr="004F4407">
              <w:t>_</w:t>
            </w:r>
            <w:r w:rsidRPr="0032615D">
              <w:t>XML</w:t>
            </w:r>
            <w:r w:rsidRPr="004F4407">
              <w:t>_NAMESPACE</w:t>
            </w:r>
          </w:p>
        </w:tc>
        <w:tc>
          <w:tcPr>
            <w:tcW w:w="2177" w:type="dxa"/>
            <w:shd w:val="clear" w:color="auto" w:fill="auto"/>
          </w:tcPr>
          <w:p w14:paraId="669867E1" w14:textId="5AF8846D" w:rsidR="005552D7" w:rsidRPr="004F4407" w:rsidRDefault="005552D7" w:rsidP="00386FFB">
            <w:pPr>
              <w:pStyle w:val="TAL"/>
              <w:keepNext w:val="0"/>
              <w:keepLines w:val="0"/>
            </w:pPr>
            <w:r w:rsidRPr="0032615D">
              <w:t>XML</w:t>
            </w:r>
            <w:r w:rsidR="00565622" w:rsidRPr="004F4407">
              <w:t xml:space="preserve"> </w:t>
            </w:r>
            <w:r w:rsidRPr="004F4407">
              <w:t>Namespace</w:t>
            </w:r>
          </w:p>
        </w:tc>
        <w:tc>
          <w:tcPr>
            <w:tcW w:w="3203" w:type="dxa"/>
            <w:shd w:val="clear" w:color="auto" w:fill="auto"/>
          </w:tcPr>
          <w:p w14:paraId="7FD5FE13" w14:textId="77777777" w:rsidR="005552D7" w:rsidRPr="004F4407" w:rsidRDefault="005552D7" w:rsidP="00386FFB">
            <w:pPr>
              <w:pStyle w:val="TAL"/>
              <w:keepNext w:val="0"/>
              <w:keepLines w:val="0"/>
            </w:pPr>
            <w:r w:rsidRPr="004F4407">
              <w:t>"m2m=""</w:t>
            </w:r>
            <w:r w:rsidRPr="0032615D">
              <w:t>http</w:t>
            </w:r>
            <w:r w:rsidRPr="004F4407">
              <w:t>://www.onem2m.org/</w:t>
            </w:r>
            <w:r w:rsidRPr="0032615D">
              <w:t>xml</w:t>
            </w:r>
            <w:r w:rsidRPr="004F4407">
              <w:t>/protocols"""</w:t>
            </w:r>
          </w:p>
        </w:tc>
      </w:tr>
      <w:tr w:rsidR="00565622" w:rsidRPr="004F4407" w14:paraId="58B5A486" w14:textId="77777777" w:rsidTr="00565622">
        <w:trPr>
          <w:jc w:val="center"/>
        </w:trPr>
        <w:tc>
          <w:tcPr>
            <w:tcW w:w="1985" w:type="dxa"/>
            <w:vMerge/>
            <w:shd w:val="clear" w:color="auto" w:fill="auto"/>
          </w:tcPr>
          <w:p w14:paraId="243D670B" w14:textId="77777777" w:rsidR="005552D7" w:rsidRPr="004F4407" w:rsidRDefault="005552D7" w:rsidP="00386FFB">
            <w:pPr>
              <w:pStyle w:val="TAL"/>
              <w:keepNext w:val="0"/>
              <w:keepLines w:val="0"/>
            </w:pPr>
          </w:p>
        </w:tc>
        <w:tc>
          <w:tcPr>
            <w:tcW w:w="2411" w:type="dxa"/>
            <w:shd w:val="clear" w:color="auto" w:fill="auto"/>
          </w:tcPr>
          <w:p w14:paraId="62A6CE49" w14:textId="77777777" w:rsidR="005552D7" w:rsidRPr="004F4407" w:rsidRDefault="005552D7" w:rsidP="00386FFB">
            <w:pPr>
              <w:pStyle w:val="TAL"/>
              <w:keepNext w:val="0"/>
              <w:keepLines w:val="0"/>
            </w:pPr>
            <w:r w:rsidRPr="0032615D">
              <w:t>PX</w:t>
            </w:r>
            <w:r w:rsidRPr="004F4407">
              <w:t>_ACOR</w:t>
            </w:r>
          </w:p>
        </w:tc>
        <w:tc>
          <w:tcPr>
            <w:tcW w:w="2177" w:type="dxa"/>
            <w:shd w:val="clear" w:color="auto" w:fill="auto"/>
          </w:tcPr>
          <w:p w14:paraId="3444B6B0" w14:textId="77777777" w:rsidR="005552D7" w:rsidRPr="004F4407" w:rsidRDefault="005552D7" w:rsidP="00386FFB">
            <w:pPr>
              <w:pStyle w:val="TAL"/>
              <w:keepNext w:val="0"/>
              <w:keepLines w:val="0"/>
            </w:pPr>
            <w:proofErr w:type="spellStart"/>
            <w:r w:rsidRPr="004F4407">
              <w:t>AccessControlOriginators</w:t>
            </w:r>
            <w:proofErr w:type="spellEnd"/>
          </w:p>
        </w:tc>
        <w:tc>
          <w:tcPr>
            <w:tcW w:w="3203" w:type="dxa"/>
            <w:shd w:val="clear" w:color="auto" w:fill="auto"/>
          </w:tcPr>
          <w:p w14:paraId="4B21548E" w14:textId="77777777" w:rsidR="005552D7" w:rsidRPr="004F4407" w:rsidRDefault="005552D7" w:rsidP="00386FFB">
            <w:pPr>
              <w:pStyle w:val="TAL"/>
              <w:keepNext w:val="0"/>
              <w:keepLines w:val="0"/>
            </w:pPr>
            <w:r w:rsidRPr="004F4407">
              <w:t>{"all"}</w:t>
            </w:r>
          </w:p>
        </w:tc>
      </w:tr>
      <w:tr w:rsidR="00565622" w:rsidRPr="004F4407" w14:paraId="60BD3E79" w14:textId="77777777" w:rsidTr="00565622">
        <w:trPr>
          <w:jc w:val="center"/>
        </w:trPr>
        <w:tc>
          <w:tcPr>
            <w:tcW w:w="1985" w:type="dxa"/>
            <w:vMerge/>
            <w:shd w:val="clear" w:color="auto" w:fill="auto"/>
          </w:tcPr>
          <w:p w14:paraId="61F8F9A7" w14:textId="77777777" w:rsidR="005552D7" w:rsidRPr="004F4407" w:rsidRDefault="005552D7" w:rsidP="00386FFB">
            <w:pPr>
              <w:pStyle w:val="TAL"/>
              <w:keepNext w:val="0"/>
              <w:keepLines w:val="0"/>
            </w:pPr>
          </w:p>
        </w:tc>
        <w:tc>
          <w:tcPr>
            <w:tcW w:w="2411" w:type="dxa"/>
            <w:shd w:val="clear" w:color="auto" w:fill="auto"/>
          </w:tcPr>
          <w:p w14:paraId="278E640B" w14:textId="78769FE7" w:rsidR="005552D7" w:rsidRPr="004F4407" w:rsidRDefault="005552D7" w:rsidP="00386FFB">
            <w:pPr>
              <w:pStyle w:val="TAL"/>
              <w:keepNext w:val="0"/>
              <w:keepLines w:val="0"/>
            </w:pPr>
            <w:r w:rsidRPr="0032615D">
              <w:t>PX</w:t>
            </w:r>
            <w:r w:rsidRPr="004F4407">
              <w:t>_TCONFIG_</w:t>
            </w:r>
            <w:r w:rsidRPr="0032615D">
              <w:t>IUT</w:t>
            </w:r>
          </w:p>
        </w:tc>
        <w:tc>
          <w:tcPr>
            <w:tcW w:w="2177" w:type="dxa"/>
            <w:shd w:val="clear" w:color="auto" w:fill="auto"/>
          </w:tcPr>
          <w:p w14:paraId="1CA0D4D0" w14:textId="5C30B843" w:rsidR="005552D7" w:rsidRPr="004F4407" w:rsidRDefault="005552D7" w:rsidP="00386FFB">
            <w:pPr>
              <w:pStyle w:val="TAL"/>
              <w:keepNext w:val="0"/>
              <w:keepLines w:val="0"/>
            </w:pPr>
            <w:r w:rsidRPr="004F4407">
              <w:t>Time</w:t>
            </w:r>
            <w:r w:rsidR="00565622" w:rsidRPr="004F4407">
              <w:t xml:space="preserve"> </w:t>
            </w:r>
            <w:r w:rsidRPr="004F4407">
              <w:t>to</w:t>
            </w:r>
            <w:r w:rsidR="00565622" w:rsidRPr="004F4407">
              <w:t xml:space="preserve"> </w:t>
            </w:r>
            <w:r w:rsidRPr="004F4407">
              <w:t>configure</w:t>
            </w:r>
            <w:r w:rsidR="00565622" w:rsidRPr="004F4407">
              <w:t xml:space="preserve"> </w:t>
            </w:r>
            <w:r w:rsidRPr="0032615D">
              <w:t>IUT</w:t>
            </w:r>
            <w:r w:rsidR="00565622" w:rsidRPr="004F4407">
              <w:t xml:space="preserve"> </w:t>
            </w:r>
            <w:r w:rsidRPr="004F4407">
              <w:t>after</w:t>
            </w:r>
            <w:r w:rsidR="00565622" w:rsidRPr="004F4407">
              <w:t xml:space="preserve"> </w:t>
            </w:r>
            <w:r w:rsidRPr="004F4407">
              <w:t>a</w:t>
            </w:r>
            <w:r w:rsidR="00565622" w:rsidRPr="004F4407">
              <w:t xml:space="preserve"> </w:t>
            </w:r>
            <w:r w:rsidRPr="004F4407">
              <w:t>requested</w:t>
            </w:r>
            <w:r w:rsidR="00565622" w:rsidRPr="004F4407">
              <w:t xml:space="preserve"> </w:t>
            </w:r>
            <w:r w:rsidRPr="004F4407">
              <w:t>action</w:t>
            </w:r>
          </w:p>
        </w:tc>
        <w:tc>
          <w:tcPr>
            <w:tcW w:w="3203" w:type="dxa"/>
            <w:shd w:val="clear" w:color="auto" w:fill="auto"/>
          </w:tcPr>
          <w:p w14:paraId="6110E8BB" w14:textId="6FC4E58A" w:rsidR="005552D7" w:rsidRPr="004F4407" w:rsidRDefault="005552D7" w:rsidP="00386FFB">
            <w:pPr>
              <w:pStyle w:val="TAL"/>
              <w:keepNext w:val="0"/>
              <w:keepLines w:val="0"/>
            </w:pPr>
            <w:r w:rsidRPr="004F4407">
              <w:t>10.0</w:t>
            </w:r>
          </w:p>
        </w:tc>
      </w:tr>
      <w:tr w:rsidR="00565622" w:rsidRPr="004F4407" w14:paraId="1B4D040A" w14:textId="77777777" w:rsidTr="00565622">
        <w:trPr>
          <w:jc w:val="center"/>
        </w:trPr>
        <w:tc>
          <w:tcPr>
            <w:tcW w:w="1985" w:type="dxa"/>
            <w:vMerge w:val="restart"/>
            <w:shd w:val="clear" w:color="auto" w:fill="auto"/>
          </w:tcPr>
          <w:p w14:paraId="4B7599D2" w14:textId="77777777" w:rsidR="00CC0490" w:rsidRPr="004F4407" w:rsidRDefault="00CC0490" w:rsidP="009F5486">
            <w:pPr>
              <w:pStyle w:val="TAL"/>
              <w:keepNext w:val="0"/>
            </w:pPr>
            <w:proofErr w:type="spellStart"/>
            <w:r w:rsidRPr="004F4407">
              <w:t>TesterParameters</w:t>
            </w:r>
            <w:proofErr w:type="spellEnd"/>
          </w:p>
        </w:tc>
        <w:tc>
          <w:tcPr>
            <w:tcW w:w="2411" w:type="dxa"/>
            <w:shd w:val="clear" w:color="auto" w:fill="auto"/>
          </w:tcPr>
          <w:p w14:paraId="799AF1C4" w14:textId="61D6982D" w:rsidR="00CC0490" w:rsidRPr="004F4407" w:rsidRDefault="00CC0490" w:rsidP="009F5486">
            <w:pPr>
              <w:pStyle w:val="TAL"/>
              <w:keepNext w:val="0"/>
            </w:pPr>
            <w:r w:rsidRPr="0032615D">
              <w:t>PX</w:t>
            </w:r>
            <w:r w:rsidRPr="004F4407">
              <w:t>_</w:t>
            </w:r>
            <w:r w:rsidR="00F2304C" w:rsidRPr="0032615D">
              <w:t>TS</w:t>
            </w:r>
            <w:r w:rsidR="00F2304C" w:rsidRPr="004F4407">
              <w:t>_</w:t>
            </w:r>
            <w:r w:rsidRPr="004F4407">
              <w:t>AE1</w:t>
            </w:r>
          </w:p>
        </w:tc>
        <w:tc>
          <w:tcPr>
            <w:tcW w:w="2177" w:type="dxa"/>
            <w:shd w:val="clear" w:color="auto" w:fill="auto"/>
          </w:tcPr>
          <w:p w14:paraId="4839DC4C" w14:textId="248C4451" w:rsidR="00CC0490" w:rsidRPr="004F4407" w:rsidRDefault="00E92334" w:rsidP="009F5486">
            <w:pPr>
              <w:pStyle w:val="TAL"/>
              <w:keepNext w:val="0"/>
            </w:pPr>
            <w:r w:rsidRPr="004F4407">
              <w:t>AE1</w:t>
            </w:r>
            <w:r w:rsidR="00565622" w:rsidRPr="004F4407">
              <w:t xml:space="preserve"> </w:t>
            </w:r>
            <w:r w:rsidRPr="004F4407">
              <w:t>component</w:t>
            </w:r>
            <w:r w:rsidR="00565622" w:rsidRPr="004F4407">
              <w:t xml:space="preserve"> </w:t>
            </w:r>
            <w:r w:rsidR="00F2304C" w:rsidRPr="004F4407">
              <w:t>settings</w:t>
            </w:r>
          </w:p>
        </w:tc>
        <w:tc>
          <w:tcPr>
            <w:tcW w:w="3203" w:type="dxa"/>
            <w:shd w:val="clear" w:color="auto" w:fill="auto"/>
          </w:tcPr>
          <w:p w14:paraId="0E35A37E" w14:textId="6DB1DBF2" w:rsidR="00041DDD" w:rsidRPr="004F4407" w:rsidRDefault="00DB2BB9" w:rsidP="009F5486">
            <w:pPr>
              <w:pStyle w:val="TAL"/>
              <w:keepNext w:val="0"/>
            </w:pPr>
            <w:proofErr w:type="spellStart"/>
            <w:r w:rsidRPr="004F4407">
              <w:t>aeIdStem</w:t>
            </w:r>
            <w:proofErr w:type="spellEnd"/>
            <w:r w:rsidR="00565622" w:rsidRPr="004F4407">
              <w:t xml:space="preserve"> </w:t>
            </w:r>
            <w:r w:rsidR="00041DDD" w:rsidRPr="004F4407">
              <w:t>=</w:t>
            </w:r>
            <w:r w:rsidR="00565622" w:rsidRPr="004F4407">
              <w:t xml:space="preserve"> </w:t>
            </w:r>
            <w:r w:rsidR="007921DF">
              <w:t>""</w:t>
            </w:r>
          </w:p>
          <w:p w14:paraId="7B682910" w14:textId="0E62B74E" w:rsidR="00E26E67" w:rsidRPr="004F4407" w:rsidRDefault="00E26E67" w:rsidP="009F5486">
            <w:pPr>
              <w:pStyle w:val="TAL"/>
              <w:keepNext w:val="0"/>
            </w:pPr>
            <w:proofErr w:type="spellStart"/>
            <w:r w:rsidRPr="004F4407">
              <w:t>appId</w:t>
            </w:r>
            <w:proofErr w:type="spellEnd"/>
            <w:r w:rsidR="00565622" w:rsidRPr="004F4407">
              <w:t xml:space="preserve"> </w:t>
            </w:r>
            <w:r w:rsidRPr="004F4407">
              <w:t>=</w:t>
            </w:r>
            <w:r w:rsidR="00565622" w:rsidRPr="004F4407">
              <w:t xml:space="preserve"> </w:t>
            </w:r>
            <w:r w:rsidR="007921DF">
              <w:t>"</w:t>
            </w:r>
            <w:r w:rsidRPr="004F4407">
              <w:t>NMyApp1Id</w:t>
            </w:r>
            <w:r w:rsidR="007921DF">
              <w:t>"</w:t>
            </w:r>
          </w:p>
          <w:p w14:paraId="50F8CED1" w14:textId="2E82A13B" w:rsidR="00CC0490" w:rsidRPr="004F4407" w:rsidRDefault="0016730F" w:rsidP="009F5486">
            <w:pPr>
              <w:pStyle w:val="TAL"/>
              <w:keepNext w:val="0"/>
            </w:pPr>
            <w:proofErr w:type="spellStart"/>
            <w:r w:rsidRPr="004F4407">
              <w:t>mcaPort</w:t>
            </w:r>
            <w:proofErr w:type="spellEnd"/>
            <w:r w:rsidR="00565622" w:rsidRPr="004F4407">
              <w:t xml:space="preserve"> </w:t>
            </w:r>
            <w:r w:rsidRPr="004F4407">
              <w:t>and</w:t>
            </w:r>
            <w:r w:rsidR="00565622" w:rsidRPr="004F4407">
              <w:t xml:space="preserve"> </w:t>
            </w:r>
            <w:proofErr w:type="spellStart"/>
            <w:r w:rsidRPr="004F4407">
              <w:t>mcaPortIn</w:t>
            </w:r>
            <w:proofErr w:type="spellEnd"/>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001543AD" w:rsidRPr="004F4407">
              <w:t>per</w:t>
            </w:r>
            <w:r w:rsidR="00565622" w:rsidRPr="004F4407">
              <w:t xml:space="preserve"> </w:t>
            </w:r>
            <w:r w:rsidR="001543AD" w:rsidRPr="004F4407">
              <w:t>port</w:t>
            </w:r>
            <w:r w:rsidR="00565622" w:rsidRPr="004F4407">
              <w:t xml:space="preserve"> </w:t>
            </w:r>
            <w:r w:rsidR="001543AD" w:rsidRPr="004F4407">
              <w:t>the</w:t>
            </w:r>
            <w:r w:rsidR="00565622" w:rsidRPr="004F4407">
              <w:t xml:space="preserve"> </w:t>
            </w:r>
            <w:r w:rsidR="001543AD" w:rsidRPr="004F4407">
              <w:t>following</w:t>
            </w:r>
            <w:r w:rsidR="00565622" w:rsidRPr="004F4407">
              <w:t xml:space="preserve"> </w:t>
            </w:r>
            <w:r w:rsidR="001543AD" w:rsidRPr="004F4407">
              <w:t>info</w:t>
            </w:r>
            <w:r w:rsidRPr="004F4407">
              <w:t>:</w:t>
            </w:r>
          </w:p>
          <w:p w14:paraId="4B40A93F" w14:textId="26F0AF06" w:rsidR="0016730F" w:rsidRPr="004F4407" w:rsidRDefault="004C5606" w:rsidP="002E1900">
            <w:pPr>
              <w:pStyle w:val="TAL"/>
              <w:keepNext w:val="0"/>
              <w:numPr>
                <w:ilvl w:val="0"/>
                <w:numId w:val="9"/>
              </w:numPr>
            </w:pPr>
            <w:r w:rsidRPr="004F4407">
              <w:t>Binding:</w:t>
            </w:r>
          </w:p>
          <w:p w14:paraId="7A773019" w14:textId="2038F769" w:rsidR="004E7EBB" w:rsidRPr="004F4407" w:rsidRDefault="00565622" w:rsidP="004E7EBB">
            <w:pPr>
              <w:pStyle w:val="TAL"/>
              <w:keepNext w:val="0"/>
              <w:ind w:left="760"/>
            </w:pPr>
            <w:r w:rsidRPr="004F4407">
              <w:t xml:space="preserve"> </w:t>
            </w:r>
            <w:r w:rsidR="004E7EBB" w:rsidRPr="004F4407">
              <w:t>-</w:t>
            </w:r>
            <w:r w:rsidRPr="004F4407">
              <w:t xml:space="preserve"> </w:t>
            </w:r>
            <w:proofErr w:type="spellStart"/>
            <w:r w:rsidR="00957655" w:rsidRPr="004F4407">
              <w:t>bindingProtocol</w:t>
            </w:r>
            <w:proofErr w:type="spellEnd"/>
          </w:p>
          <w:p w14:paraId="70CD2342" w14:textId="57EE1288" w:rsidR="00957655" w:rsidRPr="004F4407" w:rsidRDefault="00565622" w:rsidP="004E7EBB">
            <w:pPr>
              <w:pStyle w:val="TAL"/>
              <w:keepNext w:val="0"/>
              <w:ind w:left="760"/>
            </w:pPr>
            <w:r w:rsidRPr="004F4407">
              <w:t xml:space="preserve"> </w:t>
            </w:r>
            <w:r w:rsidR="00957655" w:rsidRPr="004F4407">
              <w:t>-</w:t>
            </w:r>
            <w:r w:rsidRPr="004F4407">
              <w:t xml:space="preserve"> </w:t>
            </w:r>
            <w:proofErr w:type="spellStart"/>
            <w:r w:rsidR="00957655" w:rsidRPr="004F4407">
              <w:t>bindingDesc</w:t>
            </w:r>
            <w:proofErr w:type="spellEnd"/>
            <w:r w:rsidR="00957655" w:rsidRPr="004F4407">
              <w:t>:</w:t>
            </w:r>
          </w:p>
          <w:p w14:paraId="72C082B1" w14:textId="1FEFF5C2" w:rsidR="00957655" w:rsidRPr="004F4407" w:rsidRDefault="00957655" w:rsidP="004E7EBB">
            <w:pPr>
              <w:pStyle w:val="TAL"/>
              <w:keepNext w:val="0"/>
              <w:ind w:left="760"/>
            </w:pPr>
            <w:r w:rsidRPr="004F4407">
              <w:tab/>
            </w:r>
            <w:r w:rsidRPr="004F4407">
              <w:tab/>
              <w:t>-</w:t>
            </w:r>
            <w:r w:rsidR="00565622" w:rsidRPr="004F4407">
              <w:t xml:space="preserve"> </w:t>
            </w:r>
            <w:proofErr w:type="spellStart"/>
            <w:r w:rsidRPr="004F4407">
              <w:t>tsAddress</w:t>
            </w:r>
            <w:proofErr w:type="spellEnd"/>
          </w:p>
          <w:p w14:paraId="5E89D744" w14:textId="3792FA62" w:rsidR="008D6431" w:rsidRPr="004F4407" w:rsidRDefault="00957655" w:rsidP="004E7EBB">
            <w:pPr>
              <w:pStyle w:val="TAL"/>
              <w:keepNext w:val="0"/>
              <w:ind w:left="760"/>
            </w:pPr>
            <w:r w:rsidRPr="004F4407">
              <w:tab/>
            </w:r>
            <w:r w:rsidRPr="004F4407">
              <w:tab/>
              <w:t>-</w:t>
            </w:r>
            <w:r w:rsidR="00565622" w:rsidRPr="004F4407">
              <w:t xml:space="preserve"> </w:t>
            </w:r>
            <w:proofErr w:type="spellStart"/>
            <w:r w:rsidR="008D6431" w:rsidRPr="004F4407">
              <w:t>localPort</w:t>
            </w:r>
            <w:proofErr w:type="spellEnd"/>
          </w:p>
          <w:p w14:paraId="1A595B1C" w14:textId="368962EC" w:rsidR="008D6431" w:rsidRPr="004F4407" w:rsidRDefault="008D6431" w:rsidP="004E7EBB">
            <w:pPr>
              <w:pStyle w:val="TAL"/>
              <w:keepNext w:val="0"/>
              <w:ind w:left="760"/>
            </w:pPr>
            <w:r w:rsidRPr="004F4407">
              <w:tab/>
            </w:r>
            <w:r w:rsidRPr="004F4407">
              <w:tab/>
              <w:t>-</w:t>
            </w:r>
            <w:r w:rsidR="00565622" w:rsidRPr="004F4407">
              <w:t xml:space="preserve"> </w:t>
            </w:r>
            <w:proofErr w:type="spellStart"/>
            <w:r w:rsidRPr="004F4407">
              <w:t>sutAddress</w:t>
            </w:r>
            <w:proofErr w:type="spellEnd"/>
          </w:p>
          <w:p w14:paraId="1CCAD044" w14:textId="7D5150E1" w:rsidR="0059159A" w:rsidRPr="004F4407" w:rsidRDefault="008D6431" w:rsidP="004E7EBB">
            <w:pPr>
              <w:pStyle w:val="TAL"/>
              <w:keepNext w:val="0"/>
              <w:ind w:left="760"/>
            </w:pPr>
            <w:r w:rsidRPr="004F4407">
              <w:tab/>
            </w:r>
            <w:r w:rsidRPr="004F4407">
              <w:tab/>
              <w:t>-</w:t>
            </w:r>
            <w:r w:rsidR="00565622" w:rsidRPr="004F4407">
              <w:t xml:space="preserve"> </w:t>
            </w:r>
            <w:proofErr w:type="spellStart"/>
            <w:r w:rsidR="0059159A" w:rsidRPr="004F4407">
              <w:t>remotePort</w:t>
            </w:r>
            <w:proofErr w:type="spellEnd"/>
          </w:p>
          <w:p w14:paraId="6EC51F41" w14:textId="1120753F" w:rsidR="004C5606" w:rsidRPr="004F4407" w:rsidRDefault="0059159A" w:rsidP="00386FFB">
            <w:pPr>
              <w:pStyle w:val="TAL"/>
              <w:keepNext w:val="0"/>
              <w:numPr>
                <w:ilvl w:val="0"/>
                <w:numId w:val="9"/>
              </w:numPr>
            </w:pPr>
            <w:r w:rsidRPr="004F4407">
              <w:t>Serialization</w:t>
            </w:r>
          </w:p>
        </w:tc>
      </w:tr>
      <w:tr w:rsidR="00565622" w:rsidRPr="004F4407" w14:paraId="6248F1FD" w14:textId="77777777" w:rsidTr="00565622">
        <w:trPr>
          <w:jc w:val="center"/>
        </w:trPr>
        <w:tc>
          <w:tcPr>
            <w:tcW w:w="1985" w:type="dxa"/>
            <w:vMerge/>
            <w:shd w:val="clear" w:color="auto" w:fill="auto"/>
          </w:tcPr>
          <w:p w14:paraId="74A0BE2F" w14:textId="77777777" w:rsidR="00CC0490" w:rsidRPr="004F4407" w:rsidRDefault="00CC0490" w:rsidP="009F5486">
            <w:pPr>
              <w:pStyle w:val="TAL"/>
              <w:keepNext w:val="0"/>
            </w:pPr>
          </w:p>
        </w:tc>
        <w:tc>
          <w:tcPr>
            <w:tcW w:w="2411" w:type="dxa"/>
            <w:shd w:val="clear" w:color="auto" w:fill="auto"/>
          </w:tcPr>
          <w:p w14:paraId="55AD0703" w14:textId="4377786A" w:rsidR="00CC0490" w:rsidRPr="004F4407" w:rsidRDefault="00CC0490" w:rsidP="009F5486">
            <w:pPr>
              <w:pStyle w:val="TAL"/>
              <w:keepNext w:val="0"/>
            </w:pPr>
            <w:r w:rsidRPr="0032615D">
              <w:t>PX</w:t>
            </w:r>
            <w:r w:rsidRPr="004F4407">
              <w:t>_</w:t>
            </w:r>
            <w:r w:rsidR="00F2304C" w:rsidRPr="0032615D">
              <w:t>TS</w:t>
            </w:r>
            <w:r w:rsidR="00F2304C" w:rsidRPr="004F4407">
              <w:t>_</w:t>
            </w:r>
            <w:r w:rsidRPr="004F4407">
              <w:t>AE2</w:t>
            </w:r>
          </w:p>
        </w:tc>
        <w:tc>
          <w:tcPr>
            <w:tcW w:w="2177" w:type="dxa"/>
            <w:shd w:val="clear" w:color="auto" w:fill="auto"/>
          </w:tcPr>
          <w:p w14:paraId="69F2D454" w14:textId="28183FD9" w:rsidR="00CC0490" w:rsidRPr="004F4407" w:rsidRDefault="00E92334" w:rsidP="009F5486">
            <w:pPr>
              <w:pStyle w:val="TAL"/>
              <w:keepNext w:val="0"/>
            </w:pPr>
            <w:r w:rsidRPr="004F4407">
              <w:t>AE2</w:t>
            </w:r>
            <w:r w:rsidR="00565622" w:rsidRPr="004F4407">
              <w:t xml:space="preserve"> </w:t>
            </w:r>
            <w:r w:rsidRPr="004F4407">
              <w:t>component</w:t>
            </w:r>
            <w:r w:rsidR="00565622" w:rsidRPr="004F4407">
              <w:t xml:space="preserve"> </w:t>
            </w:r>
            <w:r w:rsidR="001543AD" w:rsidRPr="004F4407">
              <w:t>settings</w:t>
            </w:r>
          </w:p>
        </w:tc>
        <w:tc>
          <w:tcPr>
            <w:tcW w:w="3203" w:type="dxa"/>
            <w:shd w:val="clear" w:color="auto" w:fill="auto"/>
          </w:tcPr>
          <w:p w14:paraId="4AC56CE7" w14:textId="726B4F33" w:rsidR="00E26E67" w:rsidRPr="004F4407" w:rsidRDefault="00E26E67" w:rsidP="00E26E67">
            <w:pPr>
              <w:pStyle w:val="TAL"/>
              <w:keepNext w:val="0"/>
            </w:pPr>
            <w:proofErr w:type="spellStart"/>
            <w:r w:rsidRPr="004F4407">
              <w:t>aeIdStem</w:t>
            </w:r>
            <w:proofErr w:type="spellEnd"/>
            <w:r w:rsidR="00565622" w:rsidRPr="004F4407">
              <w:t xml:space="preserve"> </w:t>
            </w:r>
            <w:r w:rsidRPr="004F4407">
              <w:t>=</w:t>
            </w:r>
            <w:r w:rsidR="00565622" w:rsidRPr="004F4407">
              <w:t xml:space="preserve"> </w:t>
            </w:r>
            <w:r w:rsidR="007921DF">
              <w:t>""</w:t>
            </w:r>
          </w:p>
          <w:p w14:paraId="12EFC67E" w14:textId="7EC6CBF2" w:rsidR="00E26E67" w:rsidRPr="004F4407" w:rsidRDefault="00E26E67" w:rsidP="00E26E67">
            <w:pPr>
              <w:pStyle w:val="TAL"/>
              <w:keepNext w:val="0"/>
            </w:pPr>
            <w:proofErr w:type="spellStart"/>
            <w:r w:rsidRPr="004F4407">
              <w:lastRenderedPageBreak/>
              <w:t>appId</w:t>
            </w:r>
            <w:proofErr w:type="spellEnd"/>
            <w:r w:rsidR="00565622" w:rsidRPr="004F4407">
              <w:t xml:space="preserve"> </w:t>
            </w:r>
            <w:r w:rsidRPr="004F4407">
              <w:t>=</w:t>
            </w:r>
            <w:r w:rsidR="00565622" w:rsidRPr="004F4407">
              <w:t xml:space="preserve"> </w:t>
            </w:r>
            <w:r w:rsidR="007921DF">
              <w:t>"</w:t>
            </w:r>
            <w:r w:rsidRPr="004F4407">
              <w:t>NMyApp2Id</w:t>
            </w:r>
            <w:r w:rsidR="007921DF">
              <w:t>"</w:t>
            </w:r>
          </w:p>
          <w:p w14:paraId="41023496" w14:textId="31E74E15" w:rsidR="001543AD" w:rsidRPr="004F4407" w:rsidRDefault="001543AD" w:rsidP="001543AD">
            <w:pPr>
              <w:pStyle w:val="TAL"/>
              <w:keepNext w:val="0"/>
            </w:pPr>
            <w:proofErr w:type="spellStart"/>
            <w:r w:rsidRPr="004F4407">
              <w:t>mcaPort</w:t>
            </w:r>
            <w:proofErr w:type="spellEnd"/>
            <w:r w:rsidR="00565622" w:rsidRPr="004F4407">
              <w:t xml:space="preserve"> </w:t>
            </w:r>
            <w:r w:rsidRPr="004F4407">
              <w:t>and</w:t>
            </w:r>
            <w:r w:rsidR="00565622" w:rsidRPr="004F4407">
              <w:t xml:space="preserve"> </w:t>
            </w:r>
            <w:proofErr w:type="spellStart"/>
            <w:r w:rsidRPr="004F4407">
              <w:t>mcaPortIn</w:t>
            </w:r>
            <w:proofErr w:type="spellEnd"/>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Pr="004F4407">
              <w:t>per</w:t>
            </w:r>
            <w:r w:rsidR="00565622" w:rsidRPr="004F4407">
              <w:t xml:space="preserve"> </w:t>
            </w:r>
            <w:r w:rsidRPr="004F4407">
              <w:t>port</w:t>
            </w:r>
            <w:r w:rsidR="00565622" w:rsidRPr="004F4407">
              <w:t xml:space="preserve"> </w:t>
            </w:r>
            <w:r w:rsidRPr="004F4407">
              <w:t>the</w:t>
            </w:r>
            <w:r w:rsidR="00565622" w:rsidRPr="004F4407">
              <w:t xml:space="preserve"> </w:t>
            </w:r>
            <w:r w:rsidRPr="004F4407">
              <w:t>following</w:t>
            </w:r>
            <w:r w:rsidR="00565622" w:rsidRPr="004F4407">
              <w:t xml:space="preserve"> </w:t>
            </w:r>
            <w:r w:rsidRPr="004F4407">
              <w:t>info:</w:t>
            </w:r>
          </w:p>
          <w:p w14:paraId="0CA83B7B" w14:textId="77777777" w:rsidR="001543AD" w:rsidRPr="004F4407" w:rsidRDefault="001543AD" w:rsidP="002E1900">
            <w:pPr>
              <w:pStyle w:val="TAL"/>
              <w:keepNext w:val="0"/>
              <w:numPr>
                <w:ilvl w:val="0"/>
                <w:numId w:val="9"/>
              </w:numPr>
            </w:pPr>
            <w:r w:rsidRPr="004F4407">
              <w:t>Binding:</w:t>
            </w:r>
          </w:p>
          <w:p w14:paraId="2CFEA11F" w14:textId="2864E7D5" w:rsidR="001543AD" w:rsidRPr="004F4407" w:rsidRDefault="00565622" w:rsidP="001543AD">
            <w:pPr>
              <w:pStyle w:val="TAL"/>
              <w:keepNext w:val="0"/>
              <w:ind w:left="760"/>
            </w:pPr>
            <w:r w:rsidRPr="004F4407">
              <w:t xml:space="preserve"> </w:t>
            </w:r>
            <w:r w:rsidR="001543AD" w:rsidRPr="004F4407">
              <w:t>-</w:t>
            </w:r>
            <w:r w:rsidRPr="004F4407">
              <w:t xml:space="preserve"> </w:t>
            </w:r>
            <w:proofErr w:type="spellStart"/>
            <w:r w:rsidR="001543AD" w:rsidRPr="004F4407">
              <w:t>bindingProtocol</w:t>
            </w:r>
            <w:proofErr w:type="spellEnd"/>
          </w:p>
          <w:p w14:paraId="3F77E805" w14:textId="533DC34F" w:rsidR="001543AD" w:rsidRPr="004F4407" w:rsidRDefault="00565622" w:rsidP="001543AD">
            <w:pPr>
              <w:pStyle w:val="TAL"/>
              <w:keepNext w:val="0"/>
              <w:ind w:left="760"/>
            </w:pPr>
            <w:r w:rsidRPr="004F4407">
              <w:t xml:space="preserve"> </w:t>
            </w:r>
            <w:r w:rsidR="001543AD" w:rsidRPr="004F4407">
              <w:t>-</w:t>
            </w:r>
            <w:r w:rsidRPr="004F4407">
              <w:t xml:space="preserve"> </w:t>
            </w:r>
            <w:proofErr w:type="spellStart"/>
            <w:r w:rsidR="001543AD" w:rsidRPr="004F4407">
              <w:t>bindingDesc</w:t>
            </w:r>
            <w:proofErr w:type="spellEnd"/>
            <w:r w:rsidR="001543AD" w:rsidRPr="004F4407">
              <w:t>:</w:t>
            </w:r>
          </w:p>
          <w:p w14:paraId="760CE5C6" w14:textId="12324254"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tsAddress</w:t>
            </w:r>
            <w:proofErr w:type="spellEnd"/>
          </w:p>
          <w:p w14:paraId="67D7D497" w14:textId="5881C0C3"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localPort</w:t>
            </w:r>
            <w:proofErr w:type="spellEnd"/>
          </w:p>
          <w:p w14:paraId="5E0381D7" w14:textId="4028957B"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sutAddress</w:t>
            </w:r>
            <w:proofErr w:type="spellEnd"/>
          </w:p>
          <w:p w14:paraId="4798FEE7" w14:textId="17FB4EA9"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remotePort</w:t>
            </w:r>
            <w:proofErr w:type="spellEnd"/>
          </w:p>
          <w:p w14:paraId="23C89D58" w14:textId="45315897" w:rsidR="00CC0490" w:rsidRPr="004F4407" w:rsidRDefault="001543AD" w:rsidP="00386FFB">
            <w:pPr>
              <w:pStyle w:val="TAL"/>
              <w:keepNext w:val="0"/>
              <w:numPr>
                <w:ilvl w:val="0"/>
                <w:numId w:val="9"/>
              </w:numPr>
            </w:pPr>
            <w:r w:rsidRPr="004F4407">
              <w:t>Serialization</w:t>
            </w:r>
          </w:p>
        </w:tc>
      </w:tr>
      <w:tr w:rsidR="00565622" w:rsidRPr="004F4407" w14:paraId="7D8DE99E" w14:textId="77777777" w:rsidTr="00565622">
        <w:trPr>
          <w:jc w:val="center"/>
        </w:trPr>
        <w:tc>
          <w:tcPr>
            <w:tcW w:w="1985" w:type="dxa"/>
            <w:vMerge/>
            <w:shd w:val="clear" w:color="auto" w:fill="auto"/>
          </w:tcPr>
          <w:p w14:paraId="23785985" w14:textId="77777777" w:rsidR="00CC0490" w:rsidRPr="004F4407" w:rsidRDefault="00CC0490" w:rsidP="009F5486">
            <w:pPr>
              <w:pStyle w:val="TAL"/>
              <w:keepNext w:val="0"/>
            </w:pPr>
          </w:p>
        </w:tc>
        <w:tc>
          <w:tcPr>
            <w:tcW w:w="2411" w:type="dxa"/>
            <w:shd w:val="clear" w:color="auto" w:fill="auto"/>
          </w:tcPr>
          <w:p w14:paraId="5B0EF84A" w14:textId="2E8B215C" w:rsidR="00CC0490" w:rsidRPr="004F4407" w:rsidRDefault="00CC0490" w:rsidP="009F5486">
            <w:pPr>
              <w:pStyle w:val="TAL"/>
              <w:keepNext w:val="0"/>
            </w:pPr>
            <w:r w:rsidRPr="0032615D">
              <w:t>PX</w:t>
            </w:r>
            <w:r w:rsidRPr="004F4407">
              <w:t>_</w:t>
            </w:r>
            <w:r w:rsidR="00267470" w:rsidRPr="0032615D">
              <w:t>TS</w:t>
            </w:r>
            <w:r w:rsidR="00267470" w:rsidRPr="004F4407">
              <w:t>_</w:t>
            </w:r>
            <w:r w:rsidRPr="004F4407">
              <w:t>CSE1</w:t>
            </w:r>
          </w:p>
        </w:tc>
        <w:tc>
          <w:tcPr>
            <w:tcW w:w="2177" w:type="dxa"/>
            <w:shd w:val="clear" w:color="auto" w:fill="auto"/>
          </w:tcPr>
          <w:p w14:paraId="685818D4" w14:textId="37EE04CE" w:rsidR="00CC0490" w:rsidRPr="004F4407" w:rsidRDefault="00E92334" w:rsidP="009F5486">
            <w:pPr>
              <w:pStyle w:val="TAL"/>
              <w:keepNext w:val="0"/>
            </w:pPr>
            <w:r w:rsidRPr="004F4407">
              <w:t>CSE1</w:t>
            </w:r>
            <w:r w:rsidR="00565622" w:rsidRPr="004F4407">
              <w:t xml:space="preserve"> </w:t>
            </w:r>
            <w:r w:rsidRPr="004F4407">
              <w:t>component</w:t>
            </w:r>
            <w:r w:rsidR="00565622" w:rsidRPr="004F4407">
              <w:t xml:space="preserve"> </w:t>
            </w:r>
            <w:r w:rsidR="00267470" w:rsidRPr="004F4407">
              <w:t>settings</w:t>
            </w:r>
          </w:p>
        </w:tc>
        <w:tc>
          <w:tcPr>
            <w:tcW w:w="3203" w:type="dxa"/>
            <w:shd w:val="clear" w:color="auto" w:fill="auto"/>
          </w:tcPr>
          <w:p w14:paraId="3E9EB908" w14:textId="3FC88D3A" w:rsidR="00E26E67" w:rsidRPr="004F4407" w:rsidRDefault="00E26E67" w:rsidP="00267470">
            <w:pPr>
              <w:pStyle w:val="TAL"/>
              <w:keepNext w:val="0"/>
            </w:pPr>
            <w:proofErr w:type="spellStart"/>
            <w:r w:rsidRPr="004F4407">
              <w:t>cseName</w:t>
            </w:r>
            <w:proofErr w:type="spellEnd"/>
            <w:r w:rsidR="00565622" w:rsidRPr="004F4407">
              <w:t xml:space="preserve"> </w:t>
            </w:r>
            <w:r w:rsidRPr="004F4407">
              <w:t>=</w:t>
            </w:r>
            <w:r w:rsidR="00565622" w:rsidRPr="004F4407">
              <w:t xml:space="preserve"> </w:t>
            </w:r>
            <w:r w:rsidR="007921DF">
              <w:t>"</w:t>
            </w:r>
            <w:r w:rsidR="00765229" w:rsidRPr="004F4407">
              <w:t>CSE1_</w:t>
            </w:r>
            <w:r w:rsidR="00765229" w:rsidRPr="0032615D">
              <w:t>NAME</w:t>
            </w:r>
            <w:r w:rsidR="007921DF">
              <w:t>"</w:t>
            </w:r>
          </w:p>
          <w:p w14:paraId="16F406CF" w14:textId="473A8CBC" w:rsidR="00E26E67" w:rsidRPr="004F4407" w:rsidRDefault="00E26E67" w:rsidP="00267470">
            <w:pPr>
              <w:pStyle w:val="TAL"/>
              <w:keepNext w:val="0"/>
            </w:pPr>
            <w:proofErr w:type="spellStart"/>
            <w:r w:rsidRPr="004F4407">
              <w:t>cseId</w:t>
            </w:r>
            <w:proofErr w:type="spellEnd"/>
            <w:r w:rsidR="00565622" w:rsidRPr="004F4407">
              <w:t xml:space="preserve"> </w:t>
            </w:r>
            <w:r w:rsidRPr="004F4407">
              <w:t>=</w:t>
            </w:r>
            <w:r w:rsidR="00565622" w:rsidRPr="004F4407">
              <w:t xml:space="preserve"> </w:t>
            </w:r>
            <w:r w:rsidR="007921DF">
              <w:t>"</w:t>
            </w:r>
            <w:r w:rsidR="00765229" w:rsidRPr="004F4407">
              <w:t>/CSE1_ID</w:t>
            </w:r>
            <w:r w:rsidR="007921DF">
              <w:t>"</w:t>
            </w:r>
          </w:p>
          <w:p w14:paraId="6A7EECD6" w14:textId="55CDC9D4" w:rsidR="00E26E67" w:rsidRPr="004F4407" w:rsidRDefault="00E26E67" w:rsidP="00267470">
            <w:pPr>
              <w:pStyle w:val="TAL"/>
              <w:keepNext w:val="0"/>
            </w:pPr>
            <w:proofErr w:type="spellStart"/>
            <w:r w:rsidRPr="004F4407">
              <w:t>cseResourceId</w:t>
            </w:r>
            <w:proofErr w:type="spellEnd"/>
            <w:r w:rsidR="00565622" w:rsidRPr="004F4407">
              <w:t xml:space="preserve"> </w:t>
            </w:r>
            <w:r w:rsidRPr="004F4407">
              <w:t>=</w:t>
            </w:r>
            <w:r w:rsidR="00565622" w:rsidRPr="004F4407">
              <w:t xml:space="preserve"> </w:t>
            </w:r>
            <w:r w:rsidR="007921DF">
              <w:t>"</w:t>
            </w:r>
            <w:r w:rsidR="00765229" w:rsidRPr="004F4407">
              <w:t>CSE1_RESOURCE_ID</w:t>
            </w:r>
            <w:r w:rsidR="007921DF">
              <w:t>"</w:t>
            </w:r>
          </w:p>
          <w:p w14:paraId="36C108D6" w14:textId="6059CB36" w:rsidR="00E26E67" w:rsidRPr="004F4407" w:rsidRDefault="00E26E67" w:rsidP="00267470">
            <w:pPr>
              <w:pStyle w:val="TAL"/>
              <w:keepNext w:val="0"/>
            </w:pPr>
            <w:proofErr w:type="spellStart"/>
            <w:r w:rsidRPr="004F4407">
              <w:t>spId</w:t>
            </w:r>
            <w:proofErr w:type="spellEnd"/>
            <w:r w:rsidR="00565622" w:rsidRPr="004F4407">
              <w:t xml:space="preserve"> </w:t>
            </w:r>
            <w:r w:rsidRPr="004F4407">
              <w:t>=</w:t>
            </w:r>
            <w:r w:rsidR="00565622" w:rsidRPr="004F4407">
              <w:t xml:space="preserve"> </w:t>
            </w:r>
            <w:r w:rsidR="007921DF">
              <w:t>"</w:t>
            </w:r>
            <w:r w:rsidR="00765229" w:rsidRPr="004F4407">
              <w:t>//onem2m.org</w:t>
            </w:r>
            <w:r w:rsidR="007921DF">
              <w:t>"</w:t>
            </w:r>
          </w:p>
          <w:p w14:paraId="7D534CC7" w14:textId="0A6BD891" w:rsidR="00765229" w:rsidRPr="004F4407" w:rsidRDefault="00765229" w:rsidP="00267470">
            <w:pPr>
              <w:pStyle w:val="TAL"/>
              <w:keepNext w:val="0"/>
            </w:pPr>
            <w:proofErr w:type="spellStart"/>
            <w:r w:rsidRPr="004F4407">
              <w:t>supportedResourceType</w:t>
            </w:r>
            <w:proofErr w:type="spellEnd"/>
            <w:r w:rsidR="00565622" w:rsidRPr="004F4407">
              <w:t xml:space="preserve"> </w:t>
            </w:r>
            <w:r w:rsidRPr="004F4407">
              <w:t>=</w:t>
            </w:r>
            <w:r w:rsidR="00565622" w:rsidRPr="004F4407">
              <w:t xml:space="preserve"> </w:t>
            </w:r>
            <w:r w:rsidRPr="004F4407">
              <w:t>{int1,</w:t>
            </w:r>
            <w:r w:rsidR="00565622" w:rsidRPr="004F4407">
              <w:t xml:space="preserve"> </w:t>
            </w:r>
            <w:r w:rsidRPr="004F4407">
              <w:t>int2,</w:t>
            </w:r>
            <w:r w:rsidR="00565622" w:rsidRPr="004F4407">
              <w:t xml:space="preserve"> </w:t>
            </w:r>
            <w:r w:rsidRPr="004F4407">
              <w:t>int3,</w:t>
            </w:r>
            <w:r w:rsidR="00565622" w:rsidRPr="004F4407">
              <w:t xml:space="preserve"> </w:t>
            </w:r>
            <w:r w:rsidRPr="004F4407">
              <w:t>int16}</w:t>
            </w:r>
          </w:p>
          <w:p w14:paraId="02A29B34" w14:textId="062E6746" w:rsidR="00267470" w:rsidRPr="004F4407" w:rsidRDefault="00267470" w:rsidP="00267470">
            <w:pPr>
              <w:pStyle w:val="TAL"/>
              <w:keepNext w:val="0"/>
            </w:pPr>
            <w:proofErr w:type="spellStart"/>
            <w:r w:rsidRPr="004F4407">
              <w:t>mcaPort</w:t>
            </w:r>
            <w:proofErr w:type="spellEnd"/>
            <w:r w:rsidRPr="004F4407">
              <w:t>,</w:t>
            </w:r>
            <w:r w:rsidR="00565622" w:rsidRPr="004F4407">
              <w:t xml:space="preserve"> </w:t>
            </w:r>
            <w:proofErr w:type="spellStart"/>
            <w:r w:rsidRPr="004F4407">
              <w:t>mcaPortIn</w:t>
            </w:r>
            <w:proofErr w:type="spellEnd"/>
            <w:r w:rsidRPr="004F4407">
              <w:t>,</w:t>
            </w:r>
            <w:r w:rsidR="00565622" w:rsidRPr="004F4407">
              <w:t xml:space="preserve"> </w:t>
            </w:r>
            <w:proofErr w:type="spellStart"/>
            <w:r w:rsidRPr="004F4407">
              <w:t>mccPort</w:t>
            </w:r>
            <w:proofErr w:type="spellEnd"/>
            <w:r w:rsidR="00565622" w:rsidRPr="004F4407">
              <w:t xml:space="preserve"> </w:t>
            </w:r>
            <w:r w:rsidRPr="004F4407">
              <w:t>and</w:t>
            </w:r>
            <w:r w:rsidR="00565622" w:rsidRPr="004F4407">
              <w:t xml:space="preserve"> </w:t>
            </w:r>
            <w:proofErr w:type="spellStart"/>
            <w:r w:rsidRPr="004F4407">
              <w:t>mccPortIn</w:t>
            </w:r>
            <w:proofErr w:type="spellEnd"/>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Pr="004F4407">
              <w:t>per</w:t>
            </w:r>
            <w:r w:rsidR="00565622" w:rsidRPr="004F4407">
              <w:t xml:space="preserve"> </w:t>
            </w:r>
            <w:r w:rsidRPr="004F4407">
              <w:t>port</w:t>
            </w:r>
            <w:r w:rsidR="00565622" w:rsidRPr="004F4407">
              <w:t xml:space="preserve"> </w:t>
            </w:r>
            <w:r w:rsidRPr="004F4407">
              <w:t>the</w:t>
            </w:r>
            <w:r w:rsidR="00565622" w:rsidRPr="004F4407">
              <w:t xml:space="preserve"> </w:t>
            </w:r>
            <w:r w:rsidRPr="004F4407">
              <w:t>following</w:t>
            </w:r>
            <w:r w:rsidR="00565622" w:rsidRPr="004F4407">
              <w:t xml:space="preserve"> </w:t>
            </w:r>
            <w:r w:rsidRPr="004F4407">
              <w:t>info:</w:t>
            </w:r>
          </w:p>
          <w:p w14:paraId="3328C71C" w14:textId="77777777" w:rsidR="00267470" w:rsidRPr="004F4407" w:rsidRDefault="00267470" w:rsidP="002E1900">
            <w:pPr>
              <w:pStyle w:val="TAL"/>
              <w:keepNext w:val="0"/>
              <w:numPr>
                <w:ilvl w:val="0"/>
                <w:numId w:val="9"/>
              </w:numPr>
            </w:pPr>
            <w:r w:rsidRPr="004F4407">
              <w:t>Binding:</w:t>
            </w:r>
          </w:p>
          <w:p w14:paraId="3E6B5B9F" w14:textId="603B919E" w:rsidR="00267470" w:rsidRPr="004F4407" w:rsidRDefault="00565622" w:rsidP="00267470">
            <w:pPr>
              <w:pStyle w:val="TAL"/>
              <w:keepNext w:val="0"/>
              <w:ind w:left="760"/>
            </w:pPr>
            <w:r w:rsidRPr="004F4407">
              <w:t xml:space="preserve"> </w:t>
            </w:r>
            <w:r w:rsidR="00267470" w:rsidRPr="004F4407">
              <w:t>-</w:t>
            </w:r>
            <w:r w:rsidRPr="004F4407">
              <w:t xml:space="preserve"> </w:t>
            </w:r>
            <w:proofErr w:type="spellStart"/>
            <w:r w:rsidR="00267470" w:rsidRPr="004F4407">
              <w:t>bindingProtocol</w:t>
            </w:r>
            <w:proofErr w:type="spellEnd"/>
          </w:p>
          <w:p w14:paraId="37A6BED0" w14:textId="71B198A9" w:rsidR="00267470" w:rsidRPr="004F4407" w:rsidRDefault="00565622" w:rsidP="00267470">
            <w:pPr>
              <w:pStyle w:val="TAL"/>
              <w:keepNext w:val="0"/>
              <w:ind w:left="760"/>
            </w:pPr>
            <w:r w:rsidRPr="004F4407">
              <w:t xml:space="preserve"> </w:t>
            </w:r>
            <w:r w:rsidR="00267470" w:rsidRPr="004F4407">
              <w:t>-</w:t>
            </w:r>
            <w:r w:rsidRPr="004F4407">
              <w:t xml:space="preserve"> </w:t>
            </w:r>
            <w:proofErr w:type="spellStart"/>
            <w:r w:rsidR="00267470" w:rsidRPr="004F4407">
              <w:t>bindingDesc</w:t>
            </w:r>
            <w:proofErr w:type="spellEnd"/>
            <w:r w:rsidR="00267470" w:rsidRPr="004F4407">
              <w:t>:</w:t>
            </w:r>
          </w:p>
          <w:p w14:paraId="12F2FDD8" w14:textId="70697127"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tsAddress</w:t>
            </w:r>
            <w:proofErr w:type="spellEnd"/>
          </w:p>
          <w:p w14:paraId="0F00F780" w14:textId="26CFE41F"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localPort</w:t>
            </w:r>
            <w:proofErr w:type="spellEnd"/>
          </w:p>
          <w:p w14:paraId="3323AD89" w14:textId="15F42ABD"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sutAddress</w:t>
            </w:r>
            <w:proofErr w:type="spellEnd"/>
          </w:p>
          <w:p w14:paraId="7AC537E8" w14:textId="65DC1527"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remotePort</w:t>
            </w:r>
            <w:proofErr w:type="spellEnd"/>
          </w:p>
          <w:p w14:paraId="16BD7714" w14:textId="2186A33E" w:rsidR="00CC0490" w:rsidRPr="004F4407" w:rsidRDefault="00267470" w:rsidP="00386FFB">
            <w:pPr>
              <w:pStyle w:val="TAL"/>
              <w:keepNext w:val="0"/>
              <w:numPr>
                <w:ilvl w:val="0"/>
                <w:numId w:val="9"/>
              </w:numPr>
            </w:pPr>
            <w:r w:rsidRPr="004F4407">
              <w:t>Serialization</w:t>
            </w:r>
          </w:p>
        </w:tc>
      </w:tr>
      <w:tr w:rsidR="00565622" w:rsidRPr="004F4407" w14:paraId="27D59F89" w14:textId="77777777" w:rsidTr="00565622">
        <w:trPr>
          <w:jc w:val="center"/>
        </w:trPr>
        <w:tc>
          <w:tcPr>
            <w:tcW w:w="1985" w:type="dxa"/>
            <w:shd w:val="clear" w:color="auto" w:fill="auto"/>
          </w:tcPr>
          <w:p w14:paraId="1D13D5B0" w14:textId="77777777" w:rsidR="001C254B" w:rsidRPr="004F4407" w:rsidRDefault="001C254B" w:rsidP="00DA57DD">
            <w:pPr>
              <w:pStyle w:val="TAL"/>
            </w:pPr>
          </w:p>
        </w:tc>
        <w:tc>
          <w:tcPr>
            <w:tcW w:w="2411" w:type="dxa"/>
            <w:shd w:val="clear" w:color="auto" w:fill="auto"/>
          </w:tcPr>
          <w:p w14:paraId="1CF99130" w14:textId="043D2844" w:rsidR="001C254B" w:rsidRPr="004F4407" w:rsidDel="001C254B" w:rsidRDefault="001C254B" w:rsidP="00DA57DD">
            <w:pPr>
              <w:pStyle w:val="TAL"/>
            </w:pPr>
            <w:r w:rsidRPr="0032615D">
              <w:t>PX</w:t>
            </w:r>
            <w:r w:rsidRPr="004F4407">
              <w:t>_</w:t>
            </w:r>
            <w:r w:rsidRPr="0032615D">
              <w:t>TS</w:t>
            </w:r>
            <w:r w:rsidRPr="004F4407">
              <w:t>_</w:t>
            </w:r>
            <w:r w:rsidRPr="0032615D">
              <w:t>UT</w:t>
            </w:r>
          </w:p>
        </w:tc>
        <w:tc>
          <w:tcPr>
            <w:tcW w:w="2177" w:type="dxa"/>
            <w:shd w:val="clear" w:color="auto" w:fill="auto"/>
          </w:tcPr>
          <w:p w14:paraId="2D43A685" w14:textId="594ED15A" w:rsidR="001C254B" w:rsidRPr="004F4407" w:rsidDel="001C254B" w:rsidRDefault="001C254B" w:rsidP="00BE543E">
            <w:pPr>
              <w:pStyle w:val="TAL"/>
            </w:pPr>
            <w:proofErr w:type="spellStart"/>
            <w:r w:rsidRPr="004F4407">
              <w:t>UpperTester</w:t>
            </w:r>
            <w:proofErr w:type="spellEnd"/>
            <w:r w:rsidR="00565622" w:rsidRPr="004F4407">
              <w:t xml:space="preserve"> </w:t>
            </w:r>
            <w:r w:rsidRPr="004F4407">
              <w:t>settings</w:t>
            </w:r>
          </w:p>
        </w:tc>
        <w:tc>
          <w:tcPr>
            <w:tcW w:w="3203" w:type="dxa"/>
            <w:shd w:val="clear" w:color="auto" w:fill="auto"/>
          </w:tcPr>
          <w:p w14:paraId="17580C1E" w14:textId="2AEF4131" w:rsidR="001C254B" w:rsidRPr="004F4407" w:rsidDel="001C254B" w:rsidRDefault="005A7F74" w:rsidP="00DA57DD">
            <w:pPr>
              <w:pStyle w:val="TAL"/>
            </w:pPr>
            <w:proofErr w:type="spellStart"/>
            <w:r w:rsidRPr="004F4407">
              <w:t>url</w:t>
            </w:r>
            <w:proofErr w:type="spellEnd"/>
            <w:r w:rsidR="00565622" w:rsidRPr="004F4407">
              <w:t xml:space="preserve"> </w:t>
            </w:r>
            <w:r w:rsidRPr="004F4407">
              <w:t>=</w:t>
            </w:r>
            <w:r w:rsidR="00565622" w:rsidRPr="004F4407">
              <w:t xml:space="preserve"> </w:t>
            </w:r>
            <w:r w:rsidR="007921DF">
              <w:t>"</w:t>
            </w:r>
            <w:r w:rsidRPr="0032615D">
              <w:t>http</w:t>
            </w:r>
            <w:r w:rsidRPr="004F4407">
              <w:t>://127.0.0.1:43000/</w:t>
            </w:r>
            <w:r w:rsidR="007921DF">
              <w:t>"</w:t>
            </w:r>
          </w:p>
        </w:tc>
      </w:tr>
      <w:tr w:rsidR="00565622" w:rsidRPr="004F4407" w14:paraId="6FF65A12" w14:textId="77777777" w:rsidTr="00565622">
        <w:trPr>
          <w:jc w:val="center"/>
        </w:trPr>
        <w:tc>
          <w:tcPr>
            <w:tcW w:w="1985" w:type="dxa"/>
            <w:vMerge w:val="restart"/>
            <w:shd w:val="clear" w:color="auto" w:fill="auto"/>
          </w:tcPr>
          <w:p w14:paraId="3621B227" w14:textId="77777777" w:rsidR="007C57D7" w:rsidRPr="004F4407" w:rsidRDefault="007C57D7" w:rsidP="00DA57DD">
            <w:pPr>
              <w:pStyle w:val="TAL"/>
            </w:pPr>
            <w:proofErr w:type="spellStart"/>
            <w:r w:rsidRPr="004F4407">
              <w:t>ExecutionParameters</w:t>
            </w:r>
            <w:proofErr w:type="spellEnd"/>
          </w:p>
        </w:tc>
        <w:tc>
          <w:tcPr>
            <w:tcW w:w="2411" w:type="dxa"/>
            <w:shd w:val="clear" w:color="auto" w:fill="auto"/>
          </w:tcPr>
          <w:p w14:paraId="45BC5CE8" w14:textId="77777777" w:rsidR="007C57D7" w:rsidRPr="004F4407" w:rsidRDefault="007C57D7" w:rsidP="00DA57DD">
            <w:pPr>
              <w:pStyle w:val="TAL"/>
            </w:pPr>
            <w:r w:rsidRPr="0032615D">
              <w:t>PX</w:t>
            </w:r>
            <w:r w:rsidRPr="004F4407">
              <w:t>_RESOURCES_TO_BE_DELETED</w:t>
            </w:r>
          </w:p>
        </w:tc>
        <w:tc>
          <w:tcPr>
            <w:tcW w:w="2177" w:type="dxa"/>
            <w:shd w:val="clear" w:color="auto" w:fill="auto"/>
          </w:tcPr>
          <w:p w14:paraId="664508D8" w14:textId="76CEDA57" w:rsidR="007C57D7" w:rsidRPr="004F4407" w:rsidRDefault="007C57D7" w:rsidP="00BE543E">
            <w:pPr>
              <w:pStyle w:val="TAL"/>
            </w:pPr>
            <w:r w:rsidRPr="004F4407">
              <w:t>(For</w:t>
            </w:r>
            <w:r w:rsidR="00565622" w:rsidRPr="004F4407">
              <w:t xml:space="preserve"> </w:t>
            </w:r>
            <w:r w:rsidRPr="004F4407">
              <w:t>debugging</w:t>
            </w:r>
            <w:r w:rsidR="00565622" w:rsidRPr="004F4407">
              <w:t xml:space="preserve"> </w:t>
            </w:r>
            <w:r w:rsidRPr="004F4407">
              <w:t>purposes)</w:t>
            </w:r>
          </w:p>
        </w:tc>
        <w:tc>
          <w:tcPr>
            <w:tcW w:w="3203" w:type="dxa"/>
            <w:shd w:val="clear" w:color="auto" w:fill="auto"/>
          </w:tcPr>
          <w:p w14:paraId="01713B23" w14:textId="02B4600A" w:rsidR="007C57D7" w:rsidRPr="004F4407" w:rsidRDefault="007C57D7" w:rsidP="00DA57DD">
            <w:pPr>
              <w:pStyle w:val="TAL"/>
            </w:pPr>
            <w:r w:rsidRPr="004F4407">
              <w:t>{</w:t>
            </w:r>
            <w:r w:rsidR="007921DF">
              <w:t>"</w:t>
            </w:r>
            <w:proofErr w:type="spellStart"/>
            <w:r w:rsidRPr="004F4407">
              <w:t>MyAe</w:t>
            </w:r>
            <w:proofErr w:type="spellEnd"/>
            <w:r w:rsidR="007921DF">
              <w:t>"</w:t>
            </w:r>
            <w:r w:rsidR="003B18C6" w:rsidRPr="004F4407">
              <w:t>,</w:t>
            </w:r>
            <w:r w:rsidR="00565622" w:rsidRPr="004F4407">
              <w:t xml:space="preserve"> </w:t>
            </w:r>
            <w:r w:rsidR="007921DF">
              <w:t>"</w:t>
            </w:r>
            <w:proofErr w:type="spellStart"/>
            <w:r w:rsidR="003B18C6" w:rsidRPr="004F4407">
              <w:t>MyAccessControlPolicyResource</w:t>
            </w:r>
            <w:proofErr w:type="spellEnd"/>
            <w:r w:rsidR="007921DF">
              <w:t>"</w:t>
            </w:r>
            <w:r w:rsidR="003B18C6" w:rsidRPr="004F4407">
              <w:t>,</w:t>
            </w:r>
            <w:r w:rsidR="00565622" w:rsidRPr="004F4407">
              <w:t xml:space="preserve"> </w:t>
            </w:r>
            <w:r w:rsidR="007921DF">
              <w:t>"</w:t>
            </w:r>
            <w:proofErr w:type="spellStart"/>
            <w:r w:rsidR="003B18C6" w:rsidRPr="004F4407">
              <w:t>SubscriptionVerificationAcp</w:t>
            </w:r>
            <w:proofErr w:type="spellEnd"/>
            <w:r w:rsidR="007921DF">
              <w:t>"</w:t>
            </w:r>
            <w:r w:rsidR="003B18C6" w:rsidRPr="004F4407">
              <w:t>,</w:t>
            </w:r>
            <w:r w:rsidR="00565622" w:rsidRPr="004F4407">
              <w:t xml:space="preserve"> </w:t>
            </w:r>
            <w:r w:rsidR="007921DF">
              <w:t>"</w:t>
            </w:r>
            <w:proofErr w:type="spellStart"/>
            <w:r w:rsidR="003B18C6" w:rsidRPr="004F4407">
              <w:t>MyAcp</w:t>
            </w:r>
            <w:proofErr w:type="spellEnd"/>
            <w:r w:rsidR="007921DF">
              <w:t>"</w:t>
            </w:r>
            <w:r w:rsidR="003B18C6" w:rsidRPr="004F4407">
              <w:t>,</w:t>
            </w:r>
            <w:r w:rsidR="00565622" w:rsidRPr="004F4407">
              <w:t xml:space="preserve"> </w:t>
            </w:r>
            <w:r w:rsidR="007921DF">
              <w:t>"</w:t>
            </w:r>
            <w:proofErr w:type="spellStart"/>
            <w:r w:rsidR="003B18C6" w:rsidRPr="004F4407">
              <w:t>MyRemoteCSEResource</w:t>
            </w:r>
            <w:proofErr w:type="spellEnd"/>
            <w:r w:rsidR="007921DF">
              <w:t>"</w:t>
            </w:r>
            <w:r w:rsidRPr="004F4407">
              <w:t>}</w:t>
            </w:r>
          </w:p>
        </w:tc>
      </w:tr>
      <w:tr w:rsidR="00565622" w:rsidRPr="004F4407" w14:paraId="1563A6B0" w14:textId="77777777" w:rsidTr="00565622">
        <w:trPr>
          <w:jc w:val="center"/>
        </w:trPr>
        <w:tc>
          <w:tcPr>
            <w:tcW w:w="1985" w:type="dxa"/>
            <w:vMerge/>
            <w:shd w:val="clear" w:color="auto" w:fill="auto"/>
          </w:tcPr>
          <w:p w14:paraId="58EA52C2" w14:textId="77777777" w:rsidR="007C57D7" w:rsidRPr="004F4407" w:rsidRDefault="007C57D7" w:rsidP="00DA57DD">
            <w:pPr>
              <w:pStyle w:val="TAL"/>
            </w:pPr>
          </w:p>
        </w:tc>
        <w:tc>
          <w:tcPr>
            <w:tcW w:w="2411" w:type="dxa"/>
            <w:shd w:val="clear" w:color="auto" w:fill="auto"/>
          </w:tcPr>
          <w:p w14:paraId="3075C959" w14:textId="77777777" w:rsidR="007C57D7" w:rsidRPr="004F4407" w:rsidRDefault="007C57D7" w:rsidP="00DA57DD">
            <w:pPr>
              <w:pStyle w:val="TAL"/>
            </w:pPr>
            <w:r w:rsidRPr="0032615D">
              <w:t>PX</w:t>
            </w:r>
            <w:r w:rsidRPr="004F4407">
              <w:t>_RUN_POSTAMBLE</w:t>
            </w:r>
          </w:p>
        </w:tc>
        <w:tc>
          <w:tcPr>
            <w:tcW w:w="2177" w:type="dxa"/>
            <w:shd w:val="clear" w:color="auto" w:fill="auto"/>
          </w:tcPr>
          <w:p w14:paraId="31BA3240" w14:textId="5A8937F8" w:rsidR="007C57D7" w:rsidRPr="004F4407" w:rsidRDefault="007C57D7" w:rsidP="00DA57DD">
            <w:pPr>
              <w:pStyle w:val="TAL"/>
            </w:pPr>
            <w:r w:rsidRPr="004F4407">
              <w:t>(For</w:t>
            </w:r>
            <w:r w:rsidR="00565622" w:rsidRPr="004F4407">
              <w:t xml:space="preserve"> </w:t>
            </w:r>
            <w:r w:rsidRPr="004F4407">
              <w:t>debugging</w:t>
            </w:r>
            <w:r w:rsidR="00565622" w:rsidRPr="004F4407">
              <w:t xml:space="preserve"> </w:t>
            </w:r>
            <w:r w:rsidRPr="004F4407">
              <w:t>purposes)</w:t>
            </w:r>
          </w:p>
        </w:tc>
        <w:tc>
          <w:tcPr>
            <w:tcW w:w="3203" w:type="dxa"/>
            <w:shd w:val="clear" w:color="auto" w:fill="auto"/>
          </w:tcPr>
          <w:p w14:paraId="4F268FB3" w14:textId="77777777" w:rsidR="007C57D7" w:rsidRPr="004F4407" w:rsidRDefault="007C57D7" w:rsidP="00DA57DD">
            <w:pPr>
              <w:pStyle w:val="TAL"/>
            </w:pPr>
            <w:r w:rsidRPr="004F4407">
              <w:t>true</w:t>
            </w:r>
          </w:p>
        </w:tc>
      </w:tr>
    </w:tbl>
    <w:p w14:paraId="2AFE6D8E" w14:textId="77777777" w:rsidR="00CC0490" w:rsidRPr="004F4407" w:rsidRDefault="00CC0490" w:rsidP="00386FFB"/>
    <w:p w14:paraId="7DBD9C3A" w14:textId="77777777" w:rsidR="006A7443" w:rsidRPr="004F4407" w:rsidRDefault="006A7443" w:rsidP="006A7443">
      <w:pPr>
        <w:pStyle w:val="Heading1"/>
      </w:pPr>
      <w:bookmarkStart w:id="59" w:name="_Toc13748891"/>
      <w:r w:rsidRPr="004F4407">
        <w:lastRenderedPageBreak/>
        <w:t>8</w:t>
      </w:r>
      <w:r w:rsidRPr="004F4407">
        <w:tab/>
      </w:r>
      <w:r w:rsidRPr="0032615D">
        <w:t>TTCN</w:t>
      </w:r>
      <w:r w:rsidRPr="004F4407">
        <w:t>-3 Verifications</w:t>
      </w:r>
      <w:bookmarkEnd w:id="59"/>
    </w:p>
    <w:p w14:paraId="6E1F4D63" w14:textId="6A3FC9C0" w:rsidR="006A7443" w:rsidRPr="004F4407" w:rsidRDefault="006A7443" w:rsidP="006A7443">
      <w:pPr>
        <w:keepNext/>
        <w:keepLines/>
      </w:pPr>
      <w:r w:rsidRPr="004F4407">
        <w:t xml:space="preserve">The principles for Verifying the </w:t>
      </w:r>
      <w:r w:rsidRPr="0032615D">
        <w:t>TTCN</w:t>
      </w:r>
      <w:r w:rsidRPr="004F4407">
        <w:t xml:space="preserve">-3 test code are given in </w:t>
      </w:r>
      <w:r w:rsidR="009F5486" w:rsidRPr="004F4407">
        <w:t xml:space="preserve">oneM2M </w:t>
      </w:r>
      <w:r w:rsidRPr="0032615D">
        <w:t>TS</w:t>
      </w:r>
      <w:r w:rsidRPr="004F4407">
        <w:t>-0015</w:t>
      </w:r>
      <w:r w:rsidR="00384556">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w:t>
      </w:r>
    </w:p>
    <w:p w14:paraId="41E8B398" w14:textId="13318373" w:rsidR="007C57D7" w:rsidRPr="004F4407" w:rsidRDefault="007C57D7" w:rsidP="006A7443">
      <w:pPr>
        <w:keepNext/>
        <w:keepLines/>
      </w:pPr>
      <w:r w:rsidRPr="004F4407">
        <w:t>All test cas</w:t>
      </w:r>
      <w:r w:rsidR="00F66BC7" w:rsidRPr="004F4407">
        <w:t>es provided with th</w:t>
      </w:r>
      <w:r w:rsidR="0022206E" w:rsidRPr="004F4407">
        <w:t>e present</w:t>
      </w:r>
      <w:r w:rsidR="00F66BC7" w:rsidRPr="004F4407">
        <w:t xml:space="preserve"> document in </w:t>
      </w:r>
      <w:r w:rsidR="0022206E" w:rsidRPr="004F4407">
        <w:t>a</w:t>
      </w:r>
      <w:r w:rsidRPr="004F4407">
        <w:t xml:space="preserve">nnex A which correspond to at least one of the product profiles defined in </w:t>
      </w:r>
      <w:r w:rsidR="009F5486" w:rsidRPr="004F4407">
        <w:t xml:space="preserve">oneM2M </w:t>
      </w:r>
      <w:r w:rsidR="00F66BC7" w:rsidRPr="0032615D">
        <w:t>TS</w:t>
      </w:r>
      <w:r w:rsidR="00F66BC7" w:rsidRPr="004F4407">
        <w:t xml:space="preserve">-0025 </w:t>
      </w:r>
      <w:r w:rsidR="00384556" w:rsidRPr="0032615D">
        <w:t>[</w:t>
      </w:r>
      <w:r w:rsidR="00384556" w:rsidRPr="0032615D">
        <w:fldChar w:fldCharType="begin"/>
      </w:r>
      <w:r w:rsidR="00384556" w:rsidRPr="0032615D">
        <w:instrText xml:space="preserve">REF REF_ONEM2MTS_0025 \h </w:instrText>
      </w:r>
      <w:r w:rsidR="00384556" w:rsidRPr="0032615D">
        <w:fldChar w:fldCharType="separate"/>
      </w:r>
      <w:r w:rsidR="00384556" w:rsidRPr="0032615D">
        <w:t>i.</w:t>
      </w:r>
      <w:r w:rsidR="00384556" w:rsidRPr="0032615D">
        <w:rPr>
          <w:noProof/>
        </w:rPr>
        <w:t>3</w:t>
      </w:r>
      <w:r w:rsidR="00384556" w:rsidRPr="0032615D">
        <w:fldChar w:fldCharType="end"/>
      </w:r>
      <w:r w:rsidR="00384556" w:rsidRPr="0032615D">
        <w:t>]</w:t>
      </w:r>
      <w:r w:rsidR="00F66BC7" w:rsidRPr="004F4407">
        <w:t xml:space="preserve"> </w:t>
      </w:r>
      <w:r w:rsidRPr="004F4407">
        <w:t xml:space="preserve">have been verified </w:t>
      </w:r>
      <w:r w:rsidR="00F66BC7" w:rsidRPr="004F4407">
        <w:t xml:space="preserve">at the time of publication of </w:t>
      </w:r>
      <w:r w:rsidR="00CE6F23" w:rsidRPr="004F4407">
        <w:t xml:space="preserve">the present </w:t>
      </w:r>
      <w:r w:rsidR="00F66BC7" w:rsidRPr="004F4407">
        <w:t xml:space="preserve">document which corresponds with the </w:t>
      </w:r>
      <w:r w:rsidR="00F66BC7" w:rsidRPr="0032615D">
        <w:t>TTCN</w:t>
      </w:r>
      <w:r w:rsidR="00F66BC7" w:rsidRPr="004F4407">
        <w:t xml:space="preserve">-3 code </w:t>
      </w:r>
      <w:proofErr w:type="spellStart"/>
      <w:r w:rsidR="00F66BC7" w:rsidRPr="004F4407">
        <w:t>gitlab</w:t>
      </w:r>
      <w:proofErr w:type="spellEnd"/>
      <w:r w:rsidR="00F66BC7" w:rsidRPr="004F4407">
        <w:t xml:space="preserve"> tag provided in </w:t>
      </w:r>
      <w:r w:rsidR="001F4D0C" w:rsidRPr="004F4407">
        <w:t>a</w:t>
      </w:r>
      <w:r w:rsidR="00F66BC7" w:rsidRPr="004F4407">
        <w:t>nnex A.</w:t>
      </w:r>
    </w:p>
    <w:p w14:paraId="450CB10E" w14:textId="58926A2B" w:rsidR="00BE543E" w:rsidRPr="004F4407" w:rsidRDefault="00DA57DD" w:rsidP="00BE543E">
      <w:pPr>
        <w:pStyle w:val="Heading8"/>
        <w:rPr>
          <w:lang w:eastAsia="en-GB"/>
        </w:rPr>
      </w:pPr>
      <w:r w:rsidRPr="004F4407">
        <w:lastRenderedPageBreak/>
        <w:br w:type="page"/>
      </w:r>
      <w:bookmarkStart w:id="60" w:name="_Toc13748892"/>
      <w:r w:rsidR="000C6C0F" w:rsidRPr="004F4407">
        <w:lastRenderedPageBreak/>
        <w:t>Annex A</w:t>
      </w:r>
      <w:r w:rsidR="00147924" w:rsidRPr="004F4407">
        <w:t xml:space="preserve"> (</w:t>
      </w:r>
      <w:r w:rsidR="003C33CB" w:rsidRPr="004F4407">
        <w:t>n</w:t>
      </w:r>
      <w:r w:rsidR="00147924" w:rsidRPr="004F4407">
        <w:t>ormative)</w:t>
      </w:r>
      <w:r w:rsidR="00070988" w:rsidRPr="004F4407">
        <w:t>:</w:t>
      </w:r>
      <w:r w:rsidR="003C33CB" w:rsidRPr="004F4407">
        <w:br/>
      </w:r>
      <w:r w:rsidR="000C6C0F" w:rsidRPr="0032615D">
        <w:rPr>
          <w:lang w:eastAsia="en-GB"/>
        </w:rPr>
        <w:t>TTCN</w:t>
      </w:r>
      <w:r w:rsidR="000C6C0F" w:rsidRPr="004F4407">
        <w:rPr>
          <w:lang w:eastAsia="en-GB"/>
        </w:rPr>
        <w:t>-3 library modules</w:t>
      </w:r>
      <w:bookmarkEnd w:id="60"/>
    </w:p>
    <w:p w14:paraId="27039D63" w14:textId="4B82FE6A" w:rsidR="000C6C0F" w:rsidRPr="004F4407" w:rsidRDefault="000C6C0F" w:rsidP="00386FFB">
      <w:pPr>
        <w:pStyle w:val="Heading1"/>
      </w:pPr>
      <w:bookmarkStart w:id="61" w:name="_Toc13748893"/>
      <w:r w:rsidRPr="004F4407">
        <w:lastRenderedPageBreak/>
        <w:t>A.1</w:t>
      </w:r>
      <w:r w:rsidRPr="004F4407">
        <w:tab/>
      </w:r>
      <w:r w:rsidRPr="004F4407">
        <w:rPr>
          <w:lang w:eastAsia="en-GB"/>
        </w:rPr>
        <w:t xml:space="preserve">Electronic annex, zip file with </w:t>
      </w:r>
      <w:r w:rsidRPr="0032615D">
        <w:rPr>
          <w:lang w:eastAsia="en-GB"/>
        </w:rPr>
        <w:t>TTCN</w:t>
      </w:r>
      <w:r w:rsidRPr="004F4407">
        <w:rPr>
          <w:lang w:eastAsia="en-GB"/>
        </w:rPr>
        <w:t>-3 code</w:t>
      </w:r>
      <w:bookmarkEnd w:id="61"/>
    </w:p>
    <w:p w14:paraId="4349B99A" w14:textId="0EA657C3" w:rsidR="00AA1793" w:rsidRPr="004F4407" w:rsidRDefault="00AA1793" w:rsidP="00AA1793">
      <w:pPr>
        <w:rPr>
          <w:lang w:eastAsia="en-GB"/>
        </w:rPr>
      </w:pPr>
      <w:r w:rsidRPr="004F4407">
        <w:rPr>
          <w:lang w:eastAsia="en-GB"/>
        </w:rPr>
        <w:t xml:space="preserve">This </w:t>
      </w:r>
      <w:r w:rsidRPr="0032615D">
        <w:rPr>
          <w:lang w:eastAsia="en-GB"/>
        </w:rPr>
        <w:t>ATS</w:t>
      </w:r>
      <w:r w:rsidRPr="004F4407">
        <w:rPr>
          <w:lang w:eastAsia="en-GB"/>
        </w:rPr>
        <w:t xml:space="preserve"> has been produced using the Testing and Test Control Notation (</w:t>
      </w:r>
      <w:r w:rsidRPr="0032615D">
        <w:rPr>
          <w:lang w:eastAsia="en-GB"/>
        </w:rPr>
        <w:t>TTCN</w:t>
      </w:r>
      <w:r w:rsidRPr="004F4407">
        <w:rPr>
          <w:lang w:eastAsia="en-GB"/>
        </w:rPr>
        <w:t xml:space="preserve">) according to </w:t>
      </w:r>
      <w:r w:rsidRPr="0032615D">
        <w:rPr>
          <w:lang w:eastAsia="en-GB"/>
        </w:rPr>
        <w:t>ETSI ES 201 873-1 [</w:t>
      </w:r>
      <w:r w:rsidRPr="0032615D">
        <w:rPr>
          <w:lang w:eastAsia="en-GB"/>
        </w:rPr>
        <w:fldChar w:fldCharType="begin"/>
      </w:r>
      <w:r w:rsidRPr="0032615D">
        <w:rPr>
          <w:lang w:eastAsia="en-GB"/>
        </w:rPr>
        <w:instrText xml:space="preserve">REF REF_ES201873_1 \h </w:instrText>
      </w:r>
      <w:r w:rsidRPr="0032615D">
        <w:rPr>
          <w:lang w:eastAsia="en-GB"/>
        </w:rPr>
      </w:r>
      <w:r w:rsidRPr="0032615D">
        <w:rPr>
          <w:lang w:eastAsia="en-GB"/>
        </w:rPr>
        <w:fldChar w:fldCharType="separate"/>
      </w:r>
      <w:r w:rsidR="00802AA2" w:rsidRPr="0032615D">
        <w:t>6</w:t>
      </w:r>
      <w:r w:rsidRPr="0032615D">
        <w:rPr>
          <w:lang w:eastAsia="en-GB"/>
        </w:rPr>
        <w:fldChar w:fldCharType="end"/>
      </w:r>
      <w:r w:rsidRPr="0032615D">
        <w:rPr>
          <w:lang w:eastAsia="en-GB"/>
        </w:rPr>
        <w:t>]</w:t>
      </w:r>
      <w:r w:rsidRPr="004F4407">
        <w:rPr>
          <w:lang w:eastAsia="en-GB"/>
        </w:rPr>
        <w:t>.</w:t>
      </w:r>
    </w:p>
    <w:p w14:paraId="7E621824" w14:textId="77777777" w:rsidR="00AA1793" w:rsidRPr="004F4407" w:rsidRDefault="00AA1793" w:rsidP="00AA1793">
      <w:pPr>
        <w:rPr>
          <w:lang w:eastAsia="en-GB"/>
        </w:rPr>
      </w:pPr>
      <w:r w:rsidRPr="004F4407">
        <w:rPr>
          <w:lang w:eastAsia="en-GB"/>
        </w:rPr>
        <w:t xml:space="preserve">This test suite has been compiled error-free using two different commercial </w:t>
      </w:r>
      <w:r w:rsidRPr="0032615D">
        <w:rPr>
          <w:lang w:eastAsia="en-GB"/>
        </w:rPr>
        <w:t>TTCN</w:t>
      </w:r>
      <w:r w:rsidRPr="004F4407">
        <w:rPr>
          <w:lang w:eastAsia="en-GB"/>
        </w:rPr>
        <w:t>-3 compilers.</w:t>
      </w:r>
    </w:p>
    <w:p w14:paraId="228CAAB3" w14:textId="77777777" w:rsidR="00722707" w:rsidRPr="00540429" w:rsidRDefault="00722707" w:rsidP="00722707">
      <w:r w:rsidRPr="00540429">
        <w:t xml:space="preserve">The TTCN-3 library modules, which form parts of the present document, are contained in the following </w:t>
      </w:r>
      <w:proofErr w:type="spellStart"/>
      <w:r w:rsidRPr="00540429">
        <w:t>gitLab</w:t>
      </w:r>
      <w:proofErr w:type="spellEnd"/>
      <w:r w:rsidRPr="00540429">
        <w:t xml:space="preserve"> tag:</w:t>
      </w:r>
    </w:p>
    <w:p w14:paraId="097D661A" w14:textId="77777777" w:rsidR="00722707" w:rsidRPr="00540429" w:rsidRDefault="00000000" w:rsidP="00722707">
      <w:pPr>
        <w:ind w:left="737"/>
      </w:pPr>
      <w:hyperlink r:id="rId30" w:history="1">
        <w:r w:rsidR="00722707" w:rsidRPr="00346470">
          <w:rPr>
            <w:rStyle w:val="Hyperlink"/>
          </w:rPr>
          <w:t>https://git.onem2m.org/TST/ATS/tags/TS-0019-baseline-v2_7_0</w:t>
        </w:r>
      </w:hyperlink>
      <w:r w:rsidR="00722707">
        <w:rPr>
          <w:rStyle w:val="Hyperlink"/>
        </w:rPr>
        <w:t xml:space="preserve"> </w:t>
      </w:r>
      <w:r w:rsidR="00722707" w:rsidRPr="00540429">
        <w:t xml:space="preserve"> </w:t>
      </w:r>
    </w:p>
    <w:p w14:paraId="22B47F2C" w14:textId="5E06A2CC" w:rsidR="00BE543E" w:rsidRPr="004F4407" w:rsidRDefault="00BE543E">
      <w:pPr>
        <w:overflowPunct/>
        <w:autoSpaceDE/>
        <w:autoSpaceDN/>
        <w:adjustRightInd/>
        <w:spacing w:after="0"/>
        <w:textAlignment w:val="auto"/>
        <w:rPr>
          <w:highlight w:val="cyan"/>
        </w:rPr>
      </w:pPr>
      <w:r w:rsidRPr="004F4407">
        <w:rPr>
          <w:highlight w:val="cyan"/>
        </w:rPr>
        <w:br w:type="page"/>
      </w:r>
    </w:p>
    <w:p w14:paraId="0DF2C15C" w14:textId="225A5A0C" w:rsidR="00BE543E" w:rsidRPr="004F4407" w:rsidRDefault="00BE543E" w:rsidP="00BE543E">
      <w:pPr>
        <w:pStyle w:val="Heading8"/>
      </w:pPr>
      <w:bookmarkStart w:id="62" w:name="_Toc13748894"/>
      <w:r w:rsidRPr="004F4407">
        <w:lastRenderedPageBreak/>
        <w:t>Annex</w:t>
      </w:r>
      <w:r w:rsidR="00F6184E" w:rsidRPr="004F4407">
        <w:t xml:space="preserve"> B</w:t>
      </w:r>
      <w:r w:rsidRPr="004F4407">
        <w:t xml:space="preserve"> (informative):</w:t>
      </w:r>
      <w:r w:rsidRPr="004F4407">
        <w:br/>
        <w:t>Bibliography</w:t>
      </w:r>
      <w:bookmarkEnd w:id="62"/>
    </w:p>
    <w:p w14:paraId="7D291769" w14:textId="17B909A4" w:rsidR="00BE543E" w:rsidRPr="004F4407" w:rsidRDefault="00BE543E" w:rsidP="00BE543E">
      <w:r w:rsidRPr="00384556">
        <w:t>ISO/IEC 9646-6</w:t>
      </w:r>
      <w:r w:rsidRPr="004F4407">
        <w:t xml:space="preserve"> (1994): </w:t>
      </w:r>
      <w:r w:rsidR="007921DF">
        <w:t>"</w:t>
      </w:r>
      <w:r w:rsidRPr="004F4407">
        <w:t>Information technology - Open Systems Interconnection - Conformance testing methodology and framework - Part 6: Protocol profile test specification</w:t>
      </w:r>
      <w:r w:rsidR="007921DF">
        <w:t>"</w:t>
      </w:r>
      <w:r w:rsidRPr="004F4407">
        <w:t>.</w:t>
      </w:r>
    </w:p>
    <w:p w14:paraId="05B2DC0C" w14:textId="6178DE2C" w:rsidR="00BE543E" w:rsidRPr="004F4407" w:rsidRDefault="00BE543E" w:rsidP="00BE543E">
      <w:r w:rsidRPr="004F4407">
        <w:t xml:space="preserve">oneM2M </w:t>
      </w:r>
      <w:r w:rsidRPr="0032615D">
        <w:t>TS</w:t>
      </w:r>
      <w:r w:rsidRPr="004F4407">
        <w:t xml:space="preserve">-0017: </w:t>
      </w:r>
      <w:r w:rsidR="007921DF">
        <w:t>"</w:t>
      </w:r>
      <w:r w:rsidRPr="004F4407">
        <w:t>Implementation Conformance Statement</w:t>
      </w:r>
      <w:r w:rsidR="007921DF">
        <w:t>"</w:t>
      </w:r>
      <w:r w:rsidRPr="004F4407">
        <w:t>.</w:t>
      </w:r>
    </w:p>
    <w:p w14:paraId="1E7508B5" w14:textId="484AC47C" w:rsidR="00BE543E" w:rsidRPr="004F4407" w:rsidRDefault="00BE543E" w:rsidP="00BE543E">
      <w:r w:rsidRPr="004F4407">
        <w:t xml:space="preserve">oneM2M </w:t>
      </w:r>
      <w:r w:rsidRPr="0032615D">
        <w:t>TS</w:t>
      </w:r>
      <w:r w:rsidRPr="004F4407">
        <w:t xml:space="preserve">-0031: </w:t>
      </w:r>
      <w:r w:rsidR="007921DF">
        <w:t>"</w:t>
      </w:r>
      <w:r w:rsidRPr="004F4407">
        <w:t>Feature catalogue</w:t>
      </w:r>
      <w:r w:rsidR="007921DF">
        <w:t>"</w:t>
      </w:r>
      <w:r w:rsidRPr="004F4407">
        <w:t>.</w:t>
      </w:r>
    </w:p>
    <w:p w14:paraId="7E4CFB84" w14:textId="77777777" w:rsidR="00147924" w:rsidRPr="004F4407" w:rsidRDefault="007C57D7" w:rsidP="00D102DB">
      <w:pPr>
        <w:pStyle w:val="Heading1"/>
      </w:pPr>
      <w:r w:rsidRPr="004F4407">
        <w:lastRenderedPageBreak/>
        <w:br w:type="page"/>
      </w:r>
      <w:bookmarkStart w:id="63" w:name="_Toc13748895"/>
      <w:r w:rsidRPr="004F4407">
        <w:lastRenderedPageBreak/>
        <w:t>History</w:t>
      </w:r>
      <w:bookmarkEnd w:id="63"/>
    </w:p>
    <w:tbl>
      <w:tblPr>
        <w:tblW w:w="9639" w:type="dxa"/>
        <w:jc w:val="center"/>
        <w:tblLayout w:type="fixed"/>
        <w:tblCellMar>
          <w:left w:w="28" w:type="dxa"/>
          <w:right w:w="28" w:type="dxa"/>
        </w:tblCellMar>
        <w:tblLook w:val="04A0" w:firstRow="1" w:lastRow="0" w:firstColumn="1" w:lastColumn="0" w:noHBand="0" w:noVBand="1"/>
      </w:tblPr>
      <w:tblGrid>
        <w:gridCol w:w="1247"/>
        <w:gridCol w:w="1588"/>
        <w:gridCol w:w="6804"/>
      </w:tblGrid>
      <w:tr w:rsidR="00BD5BBA" w:rsidRPr="004F4407" w14:paraId="306018B4" w14:textId="77777777" w:rsidTr="00BD5BBA">
        <w:trPr>
          <w:cantSplit/>
          <w:jc w:val="center"/>
        </w:trPr>
        <w:tc>
          <w:tcPr>
            <w:tcW w:w="9639" w:type="dxa"/>
            <w:gridSpan w:val="3"/>
            <w:tcBorders>
              <w:top w:val="single" w:sz="6" w:space="0" w:color="auto"/>
              <w:left w:val="single" w:sz="6" w:space="0" w:color="auto"/>
              <w:bottom w:val="single" w:sz="6" w:space="0" w:color="auto"/>
              <w:right w:val="single" w:sz="6" w:space="0" w:color="auto"/>
            </w:tcBorders>
            <w:hideMark/>
          </w:tcPr>
          <w:p w14:paraId="58EDA858" w14:textId="77777777" w:rsidR="00BD5BBA" w:rsidRPr="004F4407" w:rsidRDefault="00BD5BBA" w:rsidP="00D050B3">
            <w:pPr>
              <w:keepNext/>
              <w:spacing w:before="60" w:after="60"/>
              <w:jc w:val="center"/>
              <w:rPr>
                <w:b/>
                <w:sz w:val="24"/>
              </w:rPr>
            </w:pPr>
            <w:r w:rsidRPr="004F4407">
              <w:rPr>
                <w:b/>
                <w:sz w:val="24"/>
              </w:rPr>
              <w:t>Publication history</w:t>
            </w:r>
          </w:p>
        </w:tc>
      </w:tr>
      <w:tr w:rsidR="00BD5BBA" w:rsidRPr="004F4407" w14:paraId="311D6783"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hideMark/>
          </w:tcPr>
          <w:p w14:paraId="71A077F8" w14:textId="19AC5A0A" w:rsidR="00BD5BBA" w:rsidRPr="004F4407" w:rsidRDefault="00BD5BBA" w:rsidP="00D050B3">
            <w:pPr>
              <w:pStyle w:val="FP"/>
              <w:keepNext/>
              <w:spacing w:before="80" w:after="80"/>
              <w:ind w:left="57"/>
            </w:pPr>
            <w:r w:rsidRPr="004F4407">
              <w:t>V</w:t>
            </w:r>
            <w:r w:rsidR="00795B37" w:rsidRPr="004F4407">
              <w:t>2</w:t>
            </w:r>
            <w:r w:rsidRPr="004F4407">
              <w:t>.0.</w:t>
            </w:r>
            <w:r w:rsidR="00C52119" w:rsidRPr="004F4407">
              <w:t>0</w:t>
            </w:r>
          </w:p>
        </w:tc>
        <w:tc>
          <w:tcPr>
            <w:tcW w:w="1588" w:type="dxa"/>
            <w:tcBorders>
              <w:top w:val="single" w:sz="6" w:space="0" w:color="auto"/>
              <w:left w:val="single" w:sz="6" w:space="0" w:color="auto"/>
              <w:bottom w:val="single" w:sz="6" w:space="0" w:color="auto"/>
              <w:right w:val="single" w:sz="6" w:space="0" w:color="auto"/>
            </w:tcBorders>
            <w:hideMark/>
          </w:tcPr>
          <w:p w14:paraId="34276958" w14:textId="22F34142" w:rsidR="00BD5BBA" w:rsidRPr="004F4407" w:rsidRDefault="00795B37" w:rsidP="00D050B3">
            <w:pPr>
              <w:pStyle w:val="FP"/>
              <w:keepNext/>
              <w:spacing w:before="80" w:after="80"/>
              <w:ind w:left="57"/>
            </w:pPr>
            <w:r w:rsidRPr="004F4407">
              <w:t>2018-07</w:t>
            </w:r>
            <w:r w:rsidR="00BD5BBA" w:rsidRPr="004F4407">
              <w:t>-</w:t>
            </w:r>
            <w:r w:rsidRPr="004F4407">
              <w:t>27</w:t>
            </w:r>
          </w:p>
        </w:tc>
        <w:tc>
          <w:tcPr>
            <w:tcW w:w="6804" w:type="dxa"/>
            <w:tcBorders>
              <w:top w:val="single" w:sz="6" w:space="0" w:color="auto"/>
              <w:left w:val="nil"/>
              <w:bottom w:val="single" w:sz="6" w:space="0" w:color="auto"/>
              <w:right w:val="single" w:sz="6" w:space="0" w:color="auto"/>
            </w:tcBorders>
            <w:hideMark/>
          </w:tcPr>
          <w:p w14:paraId="67011F5F" w14:textId="1108380B" w:rsidR="00BD5BBA" w:rsidRPr="004F4407" w:rsidRDefault="00795B37" w:rsidP="00D050B3">
            <w:pPr>
              <w:pStyle w:val="FP"/>
              <w:keepNext/>
              <w:tabs>
                <w:tab w:val="left" w:pos="3118"/>
              </w:tabs>
              <w:spacing w:before="80" w:after="80"/>
              <w:ind w:left="57"/>
            </w:pPr>
            <w:r w:rsidRPr="004F4407">
              <w:t xml:space="preserve">Base document from </w:t>
            </w:r>
            <w:r w:rsidRPr="0032615D">
              <w:t>TS</w:t>
            </w:r>
            <w:r w:rsidRPr="004F4407">
              <w:t>-0019 v1.0.0</w:t>
            </w:r>
          </w:p>
        </w:tc>
      </w:tr>
      <w:tr w:rsidR="00955BD7" w:rsidRPr="004F4407" w14:paraId="353C77EA"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5018EAED" w14:textId="075C5B83" w:rsidR="00955BD7" w:rsidRPr="004F4407" w:rsidRDefault="00955BD7" w:rsidP="00955BD7">
            <w:pPr>
              <w:pStyle w:val="FP"/>
              <w:keepNext/>
              <w:spacing w:before="80" w:after="80"/>
              <w:ind w:left="57"/>
            </w:pPr>
            <w:r w:rsidRPr="004F4407">
              <w:t>V2.1.0</w:t>
            </w:r>
          </w:p>
        </w:tc>
        <w:tc>
          <w:tcPr>
            <w:tcW w:w="1588" w:type="dxa"/>
            <w:tcBorders>
              <w:top w:val="single" w:sz="6" w:space="0" w:color="auto"/>
              <w:left w:val="single" w:sz="6" w:space="0" w:color="auto"/>
              <w:bottom w:val="single" w:sz="6" w:space="0" w:color="auto"/>
              <w:right w:val="single" w:sz="6" w:space="0" w:color="auto"/>
            </w:tcBorders>
          </w:tcPr>
          <w:p w14:paraId="66F953DF" w14:textId="7D2F56A6" w:rsidR="00955BD7" w:rsidRPr="004F4407" w:rsidRDefault="00955BD7" w:rsidP="00955BD7">
            <w:pPr>
              <w:pStyle w:val="FP"/>
              <w:keepNext/>
              <w:spacing w:before="80" w:after="80"/>
              <w:ind w:left="57"/>
            </w:pPr>
            <w:r w:rsidRPr="004F4407">
              <w:t>2018-11-20</w:t>
            </w:r>
          </w:p>
        </w:tc>
        <w:tc>
          <w:tcPr>
            <w:tcW w:w="6804" w:type="dxa"/>
            <w:tcBorders>
              <w:top w:val="single" w:sz="6" w:space="0" w:color="auto"/>
              <w:left w:val="nil"/>
              <w:bottom w:val="single" w:sz="6" w:space="0" w:color="auto"/>
              <w:right w:val="single" w:sz="6" w:space="0" w:color="auto"/>
            </w:tcBorders>
          </w:tcPr>
          <w:p w14:paraId="1C1C2900" w14:textId="77777777" w:rsidR="00955BD7" w:rsidRPr="004F4407" w:rsidRDefault="00955BD7" w:rsidP="00955BD7">
            <w:pPr>
              <w:pStyle w:val="FP"/>
              <w:keepNext/>
              <w:tabs>
                <w:tab w:val="left" w:pos="3118"/>
              </w:tabs>
              <w:spacing w:before="80" w:after="80"/>
              <w:ind w:left="57"/>
            </w:pPr>
            <w:r w:rsidRPr="004F4407">
              <w:t>Integrated approved contributions:</w:t>
            </w:r>
          </w:p>
          <w:p w14:paraId="061380AF" w14:textId="7F5DA0DD" w:rsidR="00955BD7" w:rsidRPr="004F4407" w:rsidRDefault="00955BD7" w:rsidP="00955BD7">
            <w:pPr>
              <w:pStyle w:val="FP"/>
              <w:keepNext/>
              <w:tabs>
                <w:tab w:val="left" w:pos="3118"/>
              </w:tabs>
              <w:spacing w:before="80" w:after="80"/>
              <w:ind w:left="57"/>
            </w:pPr>
            <w:r w:rsidRPr="004F4407">
              <w:t>TST-2018-0147-</w:t>
            </w:r>
            <w:r w:rsidRPr="0032615D">
              <w:t>TS</w:t>
            </w:r>
            <w:r w:rsidRPr="004F4407">
              <w:t>-0019_Test_strategy_and_test_component_details_R2</w:t>
            </w:r>
          </w:p>
        </w:tc>
      </w:tr>
      <w:tr w:rsidR="00955BD7" w:rsidRPr="004F4407" w14:paraId="07C94D90"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6BD12AA4" w14:textId="63092132" w:rsidR="00955BD7" w:rsidRPr="004F4407" w:rsidRDefault="006938FD" w:rsidP="00955BD7">
            <w:pPr>
              <w:pStyle w:val="FP"/>
              <w:keepNext/>
              <w:spacing w:before="80" w:after="80"/>
              <w:ind w:left="57"/>
            </w:pPr>
            <w:r w:rsidRPr="004F4407">
              <w:t>V2.2.0</w:t>
            </w:r>
          </w:p>
        </w:tc>
        <w:tc>
          <w:tcPr>
            <w:tcW w:w="1588" w:type="dxa"/>
            <w:tcBorders>
              <w:top w:val="single" w:sz="6" w:space="0" w:color="auto"/>
              <w:left w:val="single" w:sz="6" w:space="0" w:color="auto"/>
              <w:bottom w:val="single" w:sz="6" w:space="0" w:color="auto"/>
              <w:right w:val="single" w:sz="6" w:space="0" w:color="auto"/>
            </w:tcBorders>
          </w:tcPr>
          <w:p w14:paraId="525DBF3A" w14:textId="4EE03A25" w:rsidR="00955BD7" w:rsidRPr="004F4407" w:rsidRDefault="006938FD" w:rsidP="00955BD7">
            <w:pPr>
              <w:pStyle w:val="FP"/>
              <w:keepNext/>
              <w:spacing w:before="80" w:after="80"/>
              <w:ind w:left="57"/>
            </w:pPr>
            <w:r w:rsidRPr="004F4407">
              <w:t>2019-04-24</w:t>
            </w:r>
          </w:p>
        </w:tc>
        <w:tc>
          <w:tcPr>
            <w:tcW w:w="6804" w:type="dxa"/>
            <w:tcBorders>
              <w:top w:val="single" w:sz="6" w:space="0" w:color="auto"/>
              <w:left w:val="nil"/>
              <w:bottom w:val="single" w:sz="6" w:space="0" w:color="auto"/>
              <w:right w:val="single" w:sz="6" w:space="0" w:color="auto"/>
            </w:tcBorders>
          </w:tcPr>
          <w:p w14:paraId="08DBAD6A" w14:textId="77777777" w:rsidR="00BB0B51" w:rsidRPr="004F4407" w:rsidRDefault="00BB0B51" w:rsidP="00BB0B51">
            <w:pPr>
              <w:pStyle w:val="FP"/>
              <w:keepNext/>
              <w:tabs>
                <w:tab w:val="left" w:pos="3118"/>
              </w:tabs>
              <w:spacing w:before="80" w:after="80"/>
              <w:ind w:left="57"/>
            </w:pPr>
            <w:r w:rsidRPr="004F4407">
              <w:t>Integrated approved contributions:</w:t>
            </w:r>
          </w:p>
          <w:p w14:paraId="717DF267" w14:textId="30F46E4A" w:rsidR="00955BD7" w:rsidRPr="004F4407" w:rsidRDefault="00BB0B51" w:rsidP="00955BD7">
            <w:pPr>
              <w:pStyle w:val="FP"/>
              <w:keepNext/>
              <w:tabs>
                <w:tab w:val="left" w:pos="3261"/>
                <w:tab w:val="left" w:pos="4395"/>
              </w:tabs>
              <w:spacing w:before="80" w:after="80"/>
              <w:ind w:left="57"/>
            </w:pPr>
            <w:r w:rsidRPr="004F4407">
              <w:t>TDE-2019-0050</w:t>
            </w:r>
            <w:r w:rsidR="005A1B3F" w:rsidRPr="004F4407">
              <w:t>-</w:t>
            </w:r>
            <w:r w:rsidR="005A1B3F" w:rsidRPr="0032615D">
              <w:t>TS</w:t>
            </w:r>
            <w:r w:rsidR="005A1B3F" w:rsidRPr="004F4407">
              <w:t>-0019_Test_strategy_and_pixits_R2</w:t>
            </w:r>
          </w:p>
        </w:tc>
      </w:tr>
      <w:tr w:rsidR="00372A84" w:rsidRPr="004F4407" w14:paraId="150DB0F8" w14:textId="77777777" w:rsidTr="00D050B3">
        <w:trPr>
          <w:cantSplit/>
          <w:jc w:val="center"/>
        </w:trPr>
        <w:tc>
          <w:tcPr>
            <w:tcW w:w="1247" w:type="dxa"/>
            <w:tcBorders>
              <w:top w:val="single" w:sz="6" w:space="0" w:color="auto"/>
              <w:left w:val="single" w:sz="6" w:space="0" w:color="auto"/>
              <w:bottom w:val="single" w:sz="6" w:space="0" w:color="auto"/>
              <w:right w:val="single" w:sz="6" w:space="0" w:color="auto"/>
            </w:tcBorders>
            <w:vAlign w:val="center"/>
          </w:tcPr>
          <w:p w14:paraId="0CC5B717" w14:textId="4C1887BF" w:rsidR="00372A84" w:rsidRPr="004F4407" w:rsidRDefault="00372A84" w:rsidP="00D050B3">
            <w:pPr>
              <w:pStyle w:val="FP"/>
              <w:spacing w:before="80" w:after="80"/>
              <w:ind w:left="57"/>
            </w:pPr>
            <w:r w:rsidRPr="004F4407">
              <w:rPr>
                <w:rFonts w:eastAsiaTheme="minorEastAsia"/>
                <w:lang w:eastAsia="zh-CN"/>
              </w:rPr>
              <w:t>V2.</w:t>
            </w:r>
            <w:r w:rsidR="00741C9A">
              <w:rPr>
                <w:rFonts w:eastAsiaTheme="minorEastAsia"/>
                <w:lang w:eastAsia="zh-CN"/>
              </w:rPr>
              <w:t>3</w:t>
            </w:r>
            <w:r w:rsidRPr="004F4407">
              <w:rPr>
                <w:rFonts w:eastAsiaTheme="minorEastAsia"/>
                <w:lang w:eastAsia="zh-CN"/>
              </w:rPr>
              <w:t>.1</w:t>
            </w:r>
          </w:p>
        </w:tc>
        <w:tc>
          <w:tcPr>
            <w:tcW w:w="1588" w:type="dxa"/>
            <w:tcBorders>
              <w:top w:val="single" w:sz="6" w:space="0" w:color="auto"/>
              <w:left w:val="single" w:sz="6" w:space="0" w:color="auto"/>
              <w:bottom w:val="single" w:sz="6" w:space="0" w:color="auto"/>
              <w:right w:val="single" w:sz="6" w:space="0" w:color="auto"/>
            </w:tcBorders>
            <w:vAlign w:val="center"/>
          </w:tcPr>
          <w:p w14:paraId="180DB6DD" w14:textId="77777777" w:rsidR="00372A84" w:rsidRPr="004F4407" w:rsidRDefault="00372A84" w:rsidP="00D050B3">
            <w:pPr>
              <w:pStyle w:val="FP"/>
              <w:spacing w:before="80" w:after="80"/>
              <w:ind w:left="57"/>
            </w:pPr>
            <w:r w:rsidRPr="004F4407">
              <w:rPr>
                <w:rFonts w:eastAsiaTheme="minorEastAsia"/>
                <w:lang w:eastAsia="zh-CN"/>
              </w:rPr>
              <w:t>July 2019</w:t>
            </w:r>
          </w:p>
        </w:tc>
        <w:tc>
          <w:tcPr>
            <w:tcW w:w="6804" w:type="dxa"/>
            <w:tcBorders>
              <w:top w:val="single" w:sz="6" w:space="0" w:color="auto"/>
              <w:left w:val="nil"/>
              <w:bottom w:val="single" w:sz="6" w:space="0" w:color="auto"/>
              <w:right w:val="single" w:sz="6" w:space="0" w:color="auto"/>
            </w:tcBorders>
          </w:tcPr>
          <w:p w14:paraId="612CF707" w14:textId="77777777" w:rsidR="00372A84" w:rsidRPr="004F4407" w:rsidRDefault="00372A84" w:rsidP="00D050B3">
            <w:pPr>
              <w:pStyle w:val="FP"/>
              <w:tabs>
                <w:tab w:val="left" w:pos="3261"/>
                <w:tab w:val="left" w:pos="4395"/>
              </w:tabs>
              <w:spacing w:before="80" w:after="80"/>
              <w:ind w:left="57"/>
            </w:pPr>
            <w:r w:rsidRPr="004F4407">
              <w:t xml:space="preserve">Partners pre-processing done by </w:t>
            </w:r>
            <w:r w:rsidRPr="004F4407">
              <w:rPr>
                <w:rFonts w:ascii="Arial" w:hAnsi="Arial"/>
                <w:b/>
                <w:i/>
                <w:color w:val="4F81BD"/>
              </w:rPr>
              <w:t>editHelp!</w:t>
            </w:r>
            <w:r w:rsidRPr="004F4407">
              <w:rPr>
                <w:rFonts w:ascii="Arial" w:hAnsi="Arial"/>
                <w:b/>
                <w:i/>
                <w:color w:val="4F81BD"/>
              </w:rPr>
              <w:br/>
            </w:r>
            <w:r w:rsidRPr="004F4407">
              <w:t xml:space="preserve">e-mail: </w:t>
            </w:r>
            <w:hyperlink r:id="rId31" w:history="1">
              <w:r w:rsidRPr="0032615D">
                <w:rPr>
                  <w:rStyle w:val="Hyperlink"/>
                </w:rPr>
                <w:t>mailto:edithelp@etsi.org</w:t>
              </w:r>
            </w:hyperlink>
          </w:p>
        </w:tc>
      </w:tr>
      <w:tr w:rsidR="00955BD7" w:rsidRPr="004F4407" w14:paraId="64441DE4"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3E984C01" w14:textId="78E407A1" w:rsidR="00955BD7" w:rsidRPr="004F4407" w:rsidRDefault="006A2BB6" w:rsidP="00955BD7">
            <w:pPr>
              <w:pStyle w:val="FP"/>
              <w:spacing w:before="80" w:after="80"/>
              <w:ind w:left="57"/>
            </w:pPr>
            <w:r>
              <w:t>V2.4.0</w:t>
            </w:r>
          </w:p>
        </w:tc>
        <w:tc>
          <w:tcPr>
            <w:tcW w:w="1588" w:type="dxa"/>
            <w:tcBorders>
              <w:top w:val="single" w:sz="6" w:space="0" w:color="auto"/>
              <w:left w:val="single" w:sz="6" w:space="0" w:color="auto"/>
              <w:bottom w:val="single" w:sz="6" w:space="0" w:color="auto"/>
              <w:right w:val="single" w:sz="6" w:space="0" w:color="auto"/>
            </w:tcBorders>
          </w:tcPr>
          <w:p w14:paraId="73A8A5B7" w14:textId="24C61B9D" w:rsidR="00955BD7" w:rsidRPr="004F4407" w:rsidRDefault="006A2BB6" w:rsidP="00955BD7">
            <w:pPr>
              <w:pStyle w:val="FP"/>
              <w:spacing w:before="80" w:after="80"/>
              <w:ind w:left="57"/>
            </w:pPr>
            <w:r>
              <w:t>Sep 2019</w:t>
            </w:r>
          </w:p>
        </w:tc>
        <w:tc>
          <w:tcPr>
            <w:tcW w:w="6804" w:type="dxa"/>
            <w:tcBorders>
              <w:top w:val="single" w:sz="6" w:space="0" w:color="auto"/>
              <w:left w:val="nil"/>
              <w:bottom w:val="single" w:sz="6" w:space="0" w:color="auto"/>
              <w:right w:val="single" w:sz="6" w:space="0" w:color="auto"/>
            </w:tcBorders>
          </w:tcPr>
          <w:p w14:paraId="31BB4BE5" w14:textId="77777777" w:rsidR="00955BD7" w:rsidRDefault="006A2BB6" w:rsidP="00955BD7">
            <w:pPr>
              <w:pStyle w:val="FP"/>
              <w:tabs>
                <w:tab w:val="left" w:pos="3261"/>
                <w:tab w:val="left" w:pos="4395"/>
              </w:tabs>
              <w:spacing w:before="80" w:after="80"/>
              <w:ind w:left="57"/>
            </w:pPr>
            <w:r>
              <w:t>Integrated approved contributions:</w:t>
            </w:r>
          </w:p>
          <w:p w14:paraId="27EA5824" w14:textId="38B25883" w:rsidR="006A2BB6" w:rsidRPr="004F4407" w:rsidRDefault="006A2BB6" w:rsidP="00955BD7">
            <w:pPr>
              <w:pStyle w:val="FP"/>
              <w:tabs>
                <w:tab w:val="left" w:pos="3261"/>
                <w:tab w:val="left" w:pos="4395"/>
              </w:tabs>
              <w:spacing w:before="80" w:after="80"/>
              <w:ind w:left="57"/>
            </w:pPr>
            <w:r w:rsidRPr="006A2BB6">
              <w:t>TDE-2019-</w:t>
            </w:r>
            <w:r>
              <w:t>0</w:t>
            </w:r>
            <w:r w:rsidRPr="006A2BB6">
              <w:t>16</w:t>
            </w:r>
            <w:r>
              <w:t>2</w:t>
            </w:r>
            <w:r w:rsidRPr="006A2BB6">
              <w:t>-T</w:t>
            </w:r>
            <w:r w:rsidR="00D51DB2">
              <w:t>TCN-3_Test_cases</w:t>
            </w:r>
          </w:p>
        </w:tc>
      </w:tr>
      <w:tr w:rsidR="008B6796" w:rsidRPr="004F4407" w14:paraId="30A4C5E6"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4683EE76" w14:textId="1473C63B" w:rsidR="008B6796" w:rsidRDefault="008B6796" w:rsidP="008B6796">
            <w:pPr>
              <w:pStyle w:val="FP"/>
              <w:spacing w:before="80" w:after="80"/>
              <w:ind w:left="57"/>
            </w:pPr>
            <w:r>
              <w:t>V2.5.0</w:t>
            </w:r>
          </w:p>
        </w:tc>
        <w:tc>
          <w:tcPr>
            <w:tcW w:w="1588" w:type="dxa"/>
            <w:tcBorders>
              <w:top w:val="single" w:sz="6" w:space="0" w:color="auto"/>
              <w:left w:val="single" w:sz="6" w:space="0" w:color="auto"/>
              <w:bottom w:val="single" w:sz="6" w:space="0" w:color="auto"/>
              <w:right w:val="single" w:sz="6" w:space="0" w:color="auto"/>
            </w:tcBorders>
          </w:tcPr>
          <w:p w14:paraId="4E600440" w14:textId="01022A9B" w:rsidR="008B6796" w:rsidRDefault="008B6796" w:rsidP="008B6796">
            <w:pPr>
              <w:pStyle w:val="FP"/>
              <w:spacing w:before="80" w:after="80"/>
              <w:ind w:left="57"/>
            </w:pPr>
            <w:r>
              <w:t>May 2020</w:t>
            </w:r>
          </w:p>
        </w:tc>
        <w:tc>
          <w:tcPr>
            <w:tcW w:w="6804" w:type="dxa"/>
            <w:tcBorders>
              <w:top w:val="single" w:sz="6" w:space="0" w:color="auto"/>
              <w:left w:val="nil"/>
              <w:bottom w:val="single" w:sz="6" w:space="0" w:color="auto"/>
              <w:right w:val="single" w:sz="6" w:space="0" w:color="auto"/>
            </w:tcBorders>
          </w:tcPr>
          <w:p w14:paraId="1C11A061" w14:textId="77777777" w:rsidR="008B6796" w:rsidRDefault="008B6796" w:rsidP="008B6796">
            <w:pPr>
              <w:pStyle w:val="FP"/>
              <w:tabs>
                <w:tab w:val="left" w:pos="3261"/>
                <w:tab w:val="left" w:pos="4395"/>
              </w:tabs>
              <w:spacing w:before="80" w:after="80"/>
              <w:ind w:left="57"/>
            </w:pPr>
            <w:r>
              <w:t>Integrated approved contributions:</w:t>
            </w:r>
          </w:p>
          <w:p w14:paraId="78919A91" w14:textId="6A025938" w:rsidR="00AD2C29" w:rsidRPr="00AD2C29" w:rsidRDefault="000A1670" w:rsidP="00AB741E">
            <w:pPr>
              <w:rPr>
                <w:rFonts w:eastAsia="SimSun"/>
              </w:rPr>
            </w:pPr>
            <w:r>
              <w:rPr>
                <w:rFonts w:eastAsia="SimSun"/>
              </w:rPr>
              <w:t>TDE-2020-0043-</w:t>
            </w:r>
            <w:hyperlink r:id="rId32" w:history="1">
              <w:r w:rsidR="00AD2C29" w:rsidRPr="00AB741E">
                <w:rPr>
                  <w:rFonts w:eastAsia="SimSun"/>
                </w:rPr>
                <w:t>TS-0019_TTCN-3_Test_cases_R2</w:t>
              </w:r>
            </w:hyperlink>
          </w:p>
          <w:p w14:paraId="548FEDDB" w14:textId="401180DD" w:rsidR="008B6796" w:rsidRPr="00AB741E" w:rsidRDefault="00000000" w:rsidP="00AB741E">
            <w:pPr>
              <w:rPr>
                <w:rFonts w:eastAsia="SimSun"/>
              </w:rPr>
            </w:pPr>
            <w:hyperlink r:id="rId33" w:history="1">
              <w:r w:rsidR="00843639" w:rsidRPr="00AB741E">
                <w:rPr>
                  <w:rFonts w:eastAsia="SimSun"/>
                </w:rPr>
                <w:t>TDE-2020-0044R01</w:t>
              </w:r>
            </w:hyperlink>
            <w:r w:rsidR="00843639" w:rsidRPr="00AB741E">
              <w:rPr>
                <w:rFonts w:eastAsia="SimSun"/>
              </w:rPr>
              <w:t>-</w:t>
            </w:r>
            <w:hyperlink r:id="rId34" w:history="1">
              <w:r w:rsidR="00AD2C29" w:rsidRPr="00AB741E">
                <w:rPr>
                  <w:rFonts w:eastAsia="SimSun"/>
                </w:rPr>
                <w:t>TS-0019_Update_Test_components_variables_R2</w:t>
              </w:r>
            </w:hyperlink>
          </w:p>
        </w:tc>
      </w:tr>
      <w:tr w:rsidR="00AB741E" w:rsidRPr="004F4407" w14:paraId="73BF69DD"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2E2AD11F" w14:textId="41FEF9A4" w:rsidR="00AB741E" w:rsidRDefault="00AB741E" w:rsidP="008B6796">
            <w:pPr>
              <w:pStyle w:val="FP"/>
              <w:spacing w:before="80" w:after="80"/>
              <w:ind w:left="57"/>
            </w:pPr>
            <w:r>
              <w:t>V2.6.0</w:t>
            </w:r>
          </w:p>
        </w:tc>
        <w:tc>
          <w:tcPr>
            <w:tcW w:w="1588" w:type="dxa"/>
            <w:tcBorders>
              <w:top w:val="single" w:sz="6" w:space="0" w:color="auto"/>
              <w:left w:val="single" w:sz="6" w:space="0" w:color="auto"/>
              <w:bottom w:val="single" w:sz="6" w:space="0" w:color="auto"/>
              <w:right w:val="single" w:sz="6" w:space="0" w:color="auto"/>
            </w:tcBorders>
          </w:tcPr>
          <w:p w14:paraId="3BA54C2F" w14:textId="35FE3510" w:rsidR="00AB741E" w:rsidRDefault="00AB741E" w:rsidP="008B6796">
            <w:pPr>
              <w:pStyle w:val="FP"/>
              <w:spacing w:before="80" w:after="80"/>
              <w:ind w:left="57"/>
            </w:pPr>
            <w:r>
              <w:t>Jan 2021</w:t>
            </w:r>
          </w:p>
        </w:tc>
        <w:tc>
          <w:tcPr>
            <w:tcW w:w="6804" w:type="dxa"/>
            <w:tcBorders>
              <w:top w:val="single" w:sz="6" w:space="0" w:color="auto"/>
              <w:left w:val="nil"/>
              <w:bottom w:val="single" w:sz="6" w:space="0" w:color="auto"/>
              <w:right w:val="single" w:sz="6" w:space="0" w:color="auto"/>
            </w:tcBorders>
          </w:tcPr>
          <w:p w14:paraId="71D65CB5" w14:textId="77777777" w:rsidR="00AB741E" w:rsidRDefault="00AB741E" w:rsidP="008B6796">
            <w:pPr>
              <w:pStyle w:val="FP"/>
              <w:tabs>
                <w:tab w:val="left" w:pos="3261"/>
                <w:tab w:val="left" w:pos="4395"/>
              </w:tabs>
              <w:spacing w:before="80" w:after="80"/>
              <w:ind w:left="57"/>
            </w:pPr>
            <w:r>
              <w:t>Integrated approved contributions:</w:t>
            </w:r>
          </w:p>
          <w:p w14:paraId="4F686A36" w14:textId="690D8A0F" w:rsidR="00AB741E" w:rsidRDefault="006E2910" w:rsidP="008B6796">
            <w:pPr>
              <w:pStyle w:val="FP"/>
              <w:tabs>
                <w:tab w:val="left" w:pos="3261"/>
                <w:tab w:val="left" w:pos="4395"/>
              </w:tabs>
              <w:spacing w:before="80" w:after="80"/>
              <w:ind w:left="57"/>
            </w:pPr>
            <w:r w:rsidRPr="00FE178B">
              <w:t>TDE-2020-0105</w:t>
            </w:r>
            <w:r>
              <w:t>-</w:t>
            </w:r>
            <w:r w:rsidRPr="00FE178B">
              <w:t>TS-0019_TTCN3_Test_cases_R2</w:t>
            </w:r>
          </w:p>
        </w:tc>
      </w:tr>
      <w:tr w:rsidR="00986654" w:rsidRPr="004F4407" w14:paraId="3D5AF685"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1A3AA1A8" w14:textId="46E1D228" w:rsidR="00986654" w:rsidRDefault="00986654" w:rsidP="00986654">
            <w:pPr>
              <w:pStyle w:val="FP"/>
              <w:spacing w:before="80" w:after="80"/>
              <w:ind w:left="57"/>
            </w:pPr>
            <w:r>
              <w:t>V2.7.0</w:t>
            </w:r>
          </w:p>
        </w:tc>
        <w:tc>
          <w:tcPr>
            <w:tcW w:w="1588" w:type="dxa"/>
            <w:tcBorders>
              <w:top w:val="single" w:sz="6" w:space="0" w:color="auto"/>
              <w:left w:val="single" w:sz="6" w:space="0" w:color="auto"/>
              <w:bottom w:val="single" w:sz="6" w:space="0" w:color="auto"/>
              <w:right w:val="single" w:sz="6" w:space="0" w:color="auto"/>
            </w:tcBorders>
          </w:tcPr>
          <w:p w14:paraId="565875C8" w14:textId="604819AD" w:rsidR="00986654" w:rsidRDefault="00986654" w:rsidP="00986654">
            <w:pPr>
              <w:pStyle w:val="FP"/>
              <w:spacing w:before="80" w:after="80"/>
              <w:ind w:left="57"/>
            </w:pPr>
            <w:r>
              <w:t>Jan 2022</w:t>
            </w:r>
          </w:p>
        </w:tc>
        <w:tc>
          <w:tcPr>
            <w:tcW w:w="6804" w:type="dxa"/>
            <w:tcBorders>
              <w:top w:val="single" w:sz="6" w:space="0" w:color="auto"/>
              <w:left w:val="nil"/>
              <w:bottom w:val="single" w:sz="6" w:space="0" w:color="auto"/>
              <w:right w:val="single" w:sz="6" w:space="0" w:color="auto"/>
            </w:tcBorders>
          </w:tcPr>
          <w:p w14:paraId="490DF72F" w14:textId="77777777" w:rsidR="00986654" w:rsidRDefault="00986654" w:rsidP="00986654">
            <w:pPr>
              <w:pStyle w:val="FP"/>
              <w:tabs>
                <w:tab w:val="left" w:pos="3261"/>
                <w:tab w:val="left" w:pos="4395"/>
              </w:tabs>
              <w:spacing w:before="80" w:after="80"/>
              <w:ind w:left="57"/>
            </w:pPr>
            <w:r>
              <w:t>Integrated approved contributions:</w:t>
            </w:r>
          </w:p>
          <w:p w14:paraId="37D0B126" w14:textId="77777777" w:rsidR="00986654" w:rsidRDefault="00986654" w:rsidP="00986654">
            <w:pPr>
              <w:pStyle w:val="FP"/>
              <w:tabs>
                <w:tab w:val="left" w:pos="3261"/>
                <w:tab w:val="left" w:pos="4395"/>
              </w:tabs>
              <w:spacing w:before="80" w:after="80"/>
              <w:ind w:left="57"/>
            </w:pPr>
            <w:r w:rsidRPr="00FE178B">
              <w:t>TDE-202</w:t>
            </w:r>
            <w:r>
              <w:t>1</w:t>
            </w:r>
            <w:r w:rsidRPr="00FE178B">
              <w:t>-0</w:t>
            </w:r>
            <w:r>
              <w:t>070-</w:t>
            </w:r>
            <w:r w:rsidRPr="00FE178B">
              <w:t>TS-0019_TTCN3_Test_cases_R2</w:t>
            </w:r>
          </w:p>
          <w:p w14:paraId="1AAB6C00" w14:textId="1B37DA69" w:rsidR="00986654" w:rsidRDefault="00986654" w:rsidP="00986654">
            <w:pPr>
              <w:pStyle w:val="FP"/>
              <w:tabs>
                <w:tab w:val="left" w:pos="3261"/>
                <w:tab w:val="left" w:pos="4395"/>
              </w:tabs>
              <w:spacing w:before="80" w:after="80"/>
              <w:ind w:left="57"/>
            </w:pPr>
            <w:r w:rsidRPr="004A16A6">
              <w:t>TDE-2022-0001</w:t>
            </w:r>
            <w:r>
              <w:t>-</w:t>
            </w:r>
            <w:r w:rsidRPr="004A16A6">
              <w:t>TS-0019_Update_Test_components_variables_R2</w:t>
            </w:r>
          </w:p>
        </w:tc>
      </w:tr>
    </w:tbl>
    <w:p w14:paraId="6D7ACA59" w14:textId="77777777" w:rsidR="00BD5BBA" w:rsidRPr="004F4407" w:rsidRDefault="00BD5BBA" w:rsidP="00147924"/>
    <w:sectPr w:rsidR="00BD5BBA" w:rsidRPr="004F4407" w:rsidSect="001F4D0C">
      <w:footerReference w:type="default" r:id="rId35"/>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4D813" w14:textId="77777777" w:rsidR="00A3530F" w:rsidRDefault="00A3530F">
      <w:r>
        <w:separator/>
      </w:r>
    </w:p>
  </w:endnote>
  <w:endnote w:type="continuationSeparator" w:id="0">
    <w:p w14:paraId="2CFEB3F5" w14:textId="77777777" w:rsidR="00A3530F" w:rsidRDefault="00A35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DBF" w14:textId="335D2981"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2023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84C56" w14:textId="77777777" w:rsidR="00A3530F" w:rsidRDefault="00A3530F">
      <w:r>
        <w:separator/>
      </w:r>
    </w:p>
  </w:footnote>
  <w:footnote w:type="continuationSeparator" w:id="0">
    <w:p w14:paraId="41F5BC35" w14:textId="77777777" w:rsidR="00A3530F" w:rsidRDefault="00A35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5AF0D01"/>
    <w:multiLevelType w:val="multilevel"/>
    <w:tmpl w:val="AFDAEB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027013"/>
    <w:multiLevelType w:val="multilevel"/>
    <w:tmpl w:val="C3F2A7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16cid:durableId="178783281">
    <w:abstractNumId w:val="5"/>
  </w:num>
  <w:num w:numId="2" w16cid:durableId="1006516249">
    <w:abstractNumId w:val="13"/>
  </w:num>
  <w:num w:numId="3" w16cid:durableId="1366446891">
    <w:abstractNumId w:val="4"/>
  </w:num>
  <w:num w:numId="4" w16cid:durableId="1319072490">
    <w:abstractNumId w:val="6"/>
  </w:num>
  <w:num w:numId="5" w16cid:durableId="589773667">
    <w:abstractNumId w:val="10"/>
  </w:num>
  <w:num w:numId="6" w16cid:durableId="1941403742">
    <w:abstractNumId w:val="2"/>
  </w:num>
  <w:num w:numId="7" w16cid:durableId="1248535467">
    <w:abstractNumId w:val="1"/>
  </w:num>
  <w:num w:numId="8" w16cid:durableId="2043554903">
    <w:abstractNumId w:val="0"/>
  </w:num>
  <w:num w:numId="9" w16cid:durableId="749501479">
    <w:abstractNumId w:val="9"/>
  </w:num>
  <w:num w:numId="10" w16cid:durableId="2022585256">
    <w:abstractNumId w:val="7"/>
  </w:num>
  <w:num w:numId="11" w16cid:durableId="1401051458">
    <w:abstractNumId w:val="12"/>
  </w:num>
  <w:num w:numId="12" w16cid:durableId="1671981979">
    <w:abstractNumId w:val="14"/>
  </w:num>
  <w:num w:numId="13" w16cid:durableId="2094931157">
    <w:abstractNumId w:val="10"/>
    <w:lvlOverride w:ilvl="0">
      <w:startOverride w:val="1"/>
    </w:lvlOverride>
  </w:num>
  <w:num w:numId="14" w16cid:durableId="349377532">
    <w:abstractNumId w:val="6"/>
    <w:lvlOverride w:ilvl="0">
      <w:startOverride w:val="1"/>
    </w:lvlOverride>
  </w:num>
  <w:num w:numId="15" w16cid:durableId="308750664">
    <w:abstractNumId w:val="3"/>
  </w:num>
  <w:num w:numId="16" w16cid:durableId="1623341093">
    <w:abstractNumId w:val="11"/>
  </w:num>
  <w:num w:numId="17" w16cid:durableId="42959334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AE8"/>
    <w:rsid w:val="00515A34"/>
    <w:rsid w:val="00523B6A"/>
    <w:rsid w:val="00526237"/>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3001"/>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407AC1"/>
    <w:pPr>
      <w:keepNext/>
      <w:keepLines/>
      <w:pageBreakBefore/>
      <w:pBdr>
        <w:top w:val="single" w:sz="12" w:space="3" w:color="auto"/>
      </w:pBdr>
      <w:overflowPunct w:val="0"/>
      <w:autoSpaceDE w:val="0"/>
      <w:autoSpaceDN w:val="0"/>
      <w:adjustRightInd w:val="0"/>
      <w:spacing w:before="240" w:after="180"/>
      <w:textAlignment w:val="baseline"/>
      <w:outlineLvl w:val="0"/>
    </w:pPr>
    <w:rPr>
      <w:rFonts w:ascii="Arial" w:hAnsi="Arial"/>
      <w:sz w:val="36"/>
      <w:lang w:eastAsia="en-US"/>
    </w:rPr>
  </w:style>
  <w:style w:type="paragraph" w:styleId="Heading2">
    <w:name w:val="heading 2"/>
    <w:basedOn w:val="Heading1"/>
    <w:next w:val="Normal"/>
    <w:link w:val="Heading2Char"/>
    <w:qFormat/>
    <w:rsid w:val="00407AC1"/>
    <w:pPr>
      <w:pageBreakBefore w:val="0"/>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02AA2"/>
    <w:pPr>
      <w:numPr>
        <w:ilvl w:val="2"/>
      </w:numPr>
      <w:spacing w:before="120"/>
      <w:outlineLvl w:val="2"/>
    </w:pPr>
    <w:rPr>
      <w:sz w:val="28"/>
    </w:rPr>
  </w:style>
  <w:style w:type="paragraph" w:styleId="Heading4">
    <w:name w:val="heading 4"/>
    <w:basedOn w:val="Heading3"/>
    <w:next w:val="Normal"/>
    <w:qFormat/>
    <w:rsid w:val="00802AA2"/>
    <w:pPr>
      <w:numPr>
        <w:ilvl w:val="3"/>
      </w:numPr>
      <w:outlineLvl w:val="3"/>
    </w:pPr>
    <w:rPr>
      <w:sz w:val="24"/>
    </w:rPr>
  </w:style>
  <w:style w:type="paragraph" w:styleId="Heading5">
    <w:name w:val="heading 5"/>
    <w:basedOn w:val="Heading4"/>
    <w:next w:val="Normal"/>
    <w:qFormat/>
    <w:rsid w:val="00802AA2"/>
    <w:pPr>
      <w:numPr>
        <w:ilvl w:val="4"/>
      </w:numPr>
      <w:outlineLvl w:val="4"/>
    </w:pPr>
    <w:rPr>
      <w:sz w:val="22"/>
    </w:rPr>
  </w:style>
  <w:style w:type="paragraph" w:styleId="Heading6">
    <w:name w:val="heading 6"/>
    <w:basedOn w:val="H6"/>
    <w:next w:val="Normal"/>
    <w:qFormat/>
    <w:rsid w:val="00802AA2"/>
    <w:pPr>
      <w:numPr>
        <w:ilvl w:val="5"/>
      </w:numPr>
      <w:ind w:left="1985" w:hanging="1985"/>
      <w:outlineLvl w:val="5"/>
    </w:pPr>
  </w:style>
  <w:style w:type="paragraph" w:styleId="Heading7">
    <w:name w:val="heading 7"/>
    <w:basedOn w:val="H6"/>
    <w:next w:val="Normal"/>
    <w:qFormat/>
    <w:rsid w:val="00802AA2"/>
    <w:pPr>
      <w:numPr>
        <w:ilvl w:val="6"/>
      </w:numPr>
      <w:ind w:left="1985" w:hanging="1985"/>
      <w:outlineLvl w:val="6"/>
    </w:pPr>
  </w:style>
  <w:style w:type="paragraph" w:styleId="Heading8">
    <w:name w:val="heading 8"/>
    <w:basedOn w:val="Heading1"/>
    <w:next w:val="Normal"/>
    <w:qFormat/>
    <w:rsid w:val="00802AA2"/>
    <w:pPr>
      <w:numPr>
        <w:ilvl w:val="7"/>
      </w:numPr>
      <w:outlineLvl w:val="7"/>
    </w:pPr>
  </w:style>
  <w:style w:type="paragraph" w:styleId="Heading9">
    <w:name w:val="heading 9"/>
    <w:basedOn w:val="Heading8"/>
    <w:next w:val="Normal"/>
    <w:qFormat/>
    <w:rsid w:val="00802A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07AC1"/>
    <w:rPr>
      <w:rFonts w:ascii="Arial" w:hAnsi="Arial"/>
      <w:sz w:val="36"/>
      <w:lang w:eastAsia="en-US"/>
    </w:rPr>
  </w:style>
  <w:style w:type="character" w:customStyle="1" w:styleId="Heading2Char">
    <w:name w:val="Heading 2 Char"/>
    <w:link w:val="Heading2"/>
    <w:rsid w:val="00407AC1"/>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rsid w:val="00802AA2"/>
    <w:pPr>
      <w:jc w:val="center"/>
    </w:pPr>
    <w:rPr>
      <w:i/>
    </w:rPr>
  </w:style>
  <w:style w:type="character" w:customStyle="1" w:styleId="FooterChar">
    <w:name w:val="Footer Char"/>
    <w:link w:val="Footer"/>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link w:val="TAHChar"/>
    <w:rsid w:val="00802AA2"/>
    <w:rPr>
      <w:b/>
    </w:rPr>
  </w:style>
  <w:style w:type="paragraph" w:customStyle="1" w:styleId="TAC">
    <w:name w:val="TAC"/>
    <w:basedOn w:val="TAL"/>
    <w:link w:val="TACChar"/>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link w:val="THChar"/>
    <w:rsid w:val="00802AA2"/>
  </w:style>
  <w:style w:type="paragraph" w:customStyle="1" w:styleId="FL">
    <w:name w:val="FL"/>
    <w:basedOn w:val="Normal"/>
    <w:link w:val="FLChar"/>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link w:val="TFChar"/>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 w:type="paragraph" w:customStyle="1" w:styleId="ImageCaption">
    <w:name w:val="Image Caption"/>
    <w:basedOn w:val="TF"/>
    <w:link w:val="ImageCaptionChar"/>
    <w:qFormat/>
    <w:rsid w:val="00BF4565"/>
  </w:style>
  <w:style w:type="paragraph" w:customStyle="1" w:styleId="TableCaption">
    <w:name w:val="Table Caption"/>
    <w:basedOn w:val="TH"/>
    <w:link w:val="TableCaptionChar"/>
    <w:qFormat/>
    <w:rsid w:val="00BF4565"/>
  </w:style>
  <w:style w:type="character" w:customStyle="1" w:styleId="FLChar">
    <w:name w:val="FL Char"/>
    <w:basedOn w:val="DefaultParagraphFont"/>
    <w:link w:val="FL"/>
    <w:rsid w:val="00BF4565"/>
    <w:rPr>
      <w:rFonts w:ascii="Arial" w:hAnsi="Arial"/>
      <w:b/>
      <w:lang w:eastAsia="en-US"/>
    </w:rPr>
  </w:style>
  <w:style w:type="character" w:customStyle="1" w:styleId="TFChar">
    <w:name w:val="TF Char"/>
    <w:basedOn w:val="FLChar"/>
    <w:link w:val="TF"/>
    <w:rsid w:val="00BF4565"/>
    <w:rPr>
      <w:rFonts w:ascii="Arial" w:hAnsi="Arial"/>
      <w:b/>
      <w:lang w:eastAsia="en-US"/>
    </w:rPr>
  </w:style>
  <w:style w:type="character" w:customStyle="1" w:styleId="ImageCaptionChar">
    <w:name w:val="Image Caption Char"/>
    <w:basedOn w:val="TFChar"/>
    <w:link w:val="ImageCaption"/>
    <w:rsid w:val="00BF4565"/>
    <w:rPr>
      <w:rFonts w:ascii="Arial" w:hAnsi="Arial"/>
      <w:b/>
      <w:lang w:eastAsia="en-US"/>
    </w:rPr>
  </w:style>
  <w:style w:type="paragraph" w:customStyle="1" w:styleId="Figure">
    <w:name w:val="Figure"/>
    <w:basedOn w:val="FL"/>
    <w:link w:val="FigureChar"/>
    <w:qFormat/>
    <w:rsid w:val="00547161"/>
    <w:pPr>
      <w:framePr w:wrap="around" w:vAnchor="text" w:hAnchor="text" w:xAlign="center" w:y="1"/>
    </w:pPr>
    <w:rPr>
      <w:noProof/>
      <w:lang w:eastAsia="en-GB"/>
    </w:rPr>
  </w:style>
  <w:style w:type="character" w:customStyle="1" w:styleId="THChar">
    <w:name w:val="TH Char"/>
    <w:basedOn w:val="FLChar"/>
    <w:link w:val="TH"/>
    <w:rsid w:val="00BF4565"/>
    <w:rPr>
      <w:rFonts w:ascii="Arial" w:hAnsi="Arial"/>
      <w:b/>
      <w:lang w:eastAsia="en-US"/>
    </w:rPr>
  </w:style>
  <w:style w:type="character" w:customStyle="1" w:styleId="TableCaptionChar">
    <w:name w:val="Table Caption Char"/>
    <w:basedOn w:val="THChar"/>
    <w:link w:val="TableCaption"/>
    <w:rsid w:val="00BF4565"/>
    <w:rPr>
      <w:rFonts w:ascii="Arial" w:hAnsi="Arial"/>
      <w:b/>
      <w:lang w:eastAsia="en-US"/>
    </w:rPr>
  </w:style>
  <w:style w:type="table" w:customStyle="1" w:styleId="Table">
    <w:name w:val="Table"/>
    <w:basedOn w:val="TableNormal"/>
    <w:uiPriority w:val="99"/>
    <w:rsid w:val="00F53001"/>
    <w:pPr>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rPr>
        <w:rFonts w:ascii="Times New Roman" w:hAnsi="Times New Roman"/>
        <w:b/>
        <w:sz w:val="20"/>
      </w:rPr>
    </w:tblStylePr>
  </w:style>
  <w:style w:type="character" w:customStyle="1" w:styleId="FigureChar">
    <w:name w:val="Figure Char"/>
    <w:basedOn w:val="FLChar"/>
    <w:link w:val="Figure"/>
    <w:rsid w:val="00547161"/>
    <w:rPr>
      <w:rFonts w:ascii="Arial" w:hAnsi="Arial"/>
      <w:b/>
      <w:noProof/>
      <w:lang w:eastAsia="en-US"/>
    </w:rPr>
  </w:style>
  <w:style w:type="character" w:customStyle="1" w:styleId="TACChar">
    <w:name w:val="TAC Char"/>
    <w:basedOn w:val="TALChar"/>
    <w:link w:val="TAC"/>
    <w:rsid w:val="006B246A"/>
    <w:rPr>
      <w:rFonts w:ascii="Arial" w:hAnsi="Arial"/>
      <w:sz w:val="18"/>
      <w:lang w:eastAsia="en-US"/>
    </w:rPr>
  </w:style>
  <w:style w:type="character" w:customStyle="1" w:styleId="TAHChar">
    <w:name w:val="TAH Char"/>
    <w:basedOn w:val="TACChar"/>
    <w:link w:val="TAH"/>
    <w:rsid w:val="006B246A"/>
    <w:rPr>
      <w:rFonts w:ascii="Arial" w:hAnsi="Arial"/>
      <w:b/>
      <w:sz w:val="18"/>
      <w:lang w:eastAsia="en-US"/>
    </w:rPr>
  </w:style>
  <w:style w:type="paragraph" w:customStyle="1" w:styleId="SourceCode">
    <w:name w:val="Source Code"/>
    <w:basedOn w:val="Normal"/>
    <w:qFormat/>
    <w:rsid w:val="00407AC1"/>
    <w:pPr>
      <w:wordWrap w:val="0"/>
    </w:pPr>
    <w:rPr>
      <w:rFonts w:ascii="Courier New" w:hAnsi="Courier New"/>
      <w:color w:val="A6A6A6" w:themeColor="background1" w:themeShade="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diagramLayout" Target="diagrams/layout1.xml"/><Relationship Id="rId21" Type="http://schemas.openxmlformats.org/officeDocument/2006/relationships/image" Target="media/image10.emf"/><Relationship Id="rId34" Type="http://schemas.openxmlformats.org/officeDocument/2006/relationships/hyperlink" Target="https://member.onem2m.org:443/Application/documentApp/documentinfo/?documentId=31954&amp;fromList=Y" TargetMode="External"/><Relationship Id="rId7" Type="http://schemas.openxmlformats.org/officeDocument/2006/relationships/settings" Target="settings.xml"/><Relationship Id="rId12" Type="http://schemas.openxmlformats.org/officeDocument/2006/relationships/hyperlink" Target="http://www.onem2m.org/images/files/oneM2M-Drafting-Rules.pdf" TargetMode="External"/><Relationship Id="rId17" Type="http://schemas.openxmlformats.org/officeDocument/2006/relationships/image" Target="media/image6.emf"/><Relationship Id="rId25" Type="http://schemas.openxmlformats.org/officeDocument/2006/relationships/diagramData" Target="diagrams/data1.xml"/><Relationship Id="rId33" Type="http://schemas.openxmlformats.org/officeDocument/2006/relationships/hyperlink" Target="https://member.onem2m.org:443/Application/documentApp/documentinfo/?documentId=31954&amp;fromList=Y"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hyperlink" Target="https://member.onem2m.org:443/Application/documentApp/documentinfo/?documentId=31949&amp;fromList=Y"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diagramColors" Target="diagrams/colors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emf"/><Relationship Id="rId31" Type="http://schemas.openxmlformats.org/officeDocument/2006/relationships/hyperlink" Target="mailto:edithelp@etsi.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package" Target="embeddings/Microsoft_Visio_Drawing.vsdx"/><Relationship Id="rId27" Type="http://schemas.openxmlformats.org/officeDocument/2006/relationships/diagramQuickStyle" Target="diagrams/quickStyle1.xml"/><Relationship Id="rId30" Type="http://schemas.openxmlformats.org/officeDocument/2006/relationships/hyperlink" Target="https://git.onem2m.org/TST/ATS/tags/TS-0019-baseline-v2_7_0"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5B51EC-2283-4DC0-886F-8B6AD672B256}"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en-GB"/>
        </a:p>
      </dgm:t>
    </dgm:pt>
    <dgm:pt modelId="{78FB5169-DC25-457F-9AC5-C8F8EE5CD532}">
      <dgm:prSet phldrT="[Text]">
        <dgm:style>
          <a:lnRef idx="2">
            <a:schemeClr val="dk1"/>
          </a:lnRef>
          <a:fillRef idx="1">
            <a:schemeClr val="lt1"/>
          </a:fillRef>
          <a:effectRef idx="0">
            <a:schemeClr val="dk1"/>
          </a:effectRef>
          <a:fontRef idx="minor">
            <a:schemeClr val="dk1"/>
          </a:fontRef>
        </dgm:style>
      </dgm:prSet>
      <dgm:spPr>
        <a:ln/>
      </dgm:spPr>
      <dgm:t>
        <a:bodyPr/>
        <a:lstStyle/>
        <a:p>
          <a:pPr algn="ctr"/>
          <a:r>
            <a:rPr lang="en-GB"/>
            <a:t>TTCN-3 Test Case</a:t>
          </a:r>
        </a:p>
      </dgm:t>
    </dgm:pt>
    <dgm:pt modelId="{38BA3298-CC99-4600-8D22-9BEE25F8C6F6}" type="parTrans" cxnId="{CA990C73-7644-4EBE-AC87-730CC5BBF91B}">
      <dgm:prSet/>
      <dgm:spPr/>
      <dgm:t>
        <a:bodyPr/>
        <a:lstStyle/>
        <a:p>
          <a:pPr algn="ctr"/>
          <a:endParaRPr lang="en-GB"/>
        </a:p>
      </dgm:t>
    </dgm:pt>
    <dgm:pt modelId="{4C9FDA26-236A-4505-85C9-DF916F01D571}" type="sibTrans" cxnId="{CA990C73-7644-4EBE-AC87-730CC5BBF91B}">
      <dgm:prSet/>
      <dgm:spPr/>
      <dgm:t>
        <a:bodyPr/>
        <a:lstStyle/>
        <a:p>
          <a:pPr algn="ctr"/>
          <a:endParaRPr lang="en-GB"/>
        </a:p>
      </dgm:t>
    </dgm:pt>
    <dgm:pt modelId="{288BDD5F-EDB6-416B-810F-BDE8C1356D60}">
      <dgm:prSet phldrT="[Text]">
        <dgm:style>
          <a:lnRef idx="2">
            <a:schemeClr val="dk1"/>
          </a:lnRef>
          <a:fillRef idx="1">
            <a:schemeClr val="lt1"/>
          </a:fillRef>
          <a:effectRef idx="0">
            <a:schemeClr val="dk1"/>
          </a:effectRef>
          <a:fontRef idx="minor">
            <a:schemeClr val="dk1"/>
          </a:fontRef>
        </dgm:style>
      </dgm:prSet>
      <dgm:spPr/>
      <dgm:t>
        <a:bodyPr/>
        <a:lstStyle/>
        <a:p>
          <a:pPr algn="ctr"/>
          <a:r>
            <a:rPr lang="en-GB"/>
            <a:t>MTC</a:t>
          </a:r>
        </a:p>
      </dgm:t>
    </dgm:pt>
    <dgm:pt modelId="{9057A3D3-630B-4593-B145-EDB22061A7FA}" type="parTrans" cxnId="{E84D7E9C-B0AA-4B52-8688-A756F6E47D40}">
      <dgm:prSet/>
      <dgm:spPr/>
      <dgm:t>
        <a:bodyPr/>
        <a:lstStyle/>
        <a:p>
          <a:pPr algn="ctr"/>
          <a:endParaRPr lang="en-GB"/>
        </a:p>
      </dgm:t>
    </dgm:pt>
    <dgm:pt modelId="{3386DB6C-102D-46C4-86F2-8DAA2A06875F}" type="sibTrans" cxnId="{E84D7E9C-B0AA-4B52-8688-A756F6E47D40}">
      <dgm:prSet/>
      <dgm:spPr/>
      <dgm:t>
        <a:bodyPr/>
        <a:lstStyle/>
        <a:p>
          <a:pPr algn="ctr"/>
          <a:endParaRPr lang="en-GB"/>
        </a:p>
      </dgm:t>
    </dgm:pt>
    <dgm:pt modelId="{C43FDB44-A86C-407F-97BD-3AB0F8ACE8BC}">
      <dgm:prSet phldrT="[Text]">
        <dgm:style>
          <a:lnRef idx="2">
            <a:schemeClr val="dk1"/>
          </a:lnRef>
          <a:fillRef idx="1">
            <a:schemeClr val="lt1"/>
          </a:fillRef>
          <a:effectRef idx="0">
            <a:schemeClr val="dk1"/>
          </a:effectRef>
          <a:fontRef idx="minor">
            <a:schemeClr val="dk1"/>
          </a:fontRef>
        </dgm:style>
      </dgm:prSet>
      <dgm:spPr/>
      <dgm:t>
        <a:bodyPr/>
        <a:lstStyle/>
        <a:p>
          <a:pPr algn="ctr"/>
          <a:r>
            <a:rPr lang="en-GB"/>
            <a:t>Master PTC</a:t>
          </a:r>
        </a:p>
      </dgm:t>
    </dgm:pt>
    <dgm:pt modelId="{11D1E44E-E9A5-40E4-96A4-99D0E922FD0A}" type="parTrans" cxnId="{ABA828CB-B175-4404-A89A-4A65F2A7E005}">
      <dgm:prSet/>
      <dgm:spPr/>
      <dgm:t>
        <a:bodyPr/>
        <a:lstStyle/>
        <a:p>
          <a:pPr algn="ctr"/>
          <a:endParaRPr lang="en-GB"/>
        </a:p>
      </dgm:t>
    </dgm:pt>
    <dgm:pt modelId="{9F2338D7-CCAB-41C0-98FA-D88852868135}" type="sibTrans" cxnId="{ABA828CB-B175-4404-A89A-4A65F2A7E005}">
      <dgm:prSet/>
      <dgm:spPr/>
      <dgm:t>
        <a:bodyPr/>
        <a:lstStyle/>
        <a:p>
          <a:pPr algn="ctr"/>
          <a:endParaRPr lang="en-GB"/>
        </a:p>
      </dgm:t>
    </dgm:pt>
    <dgm:pt modelId="{EE2D7EEA-C57D-4E09-8D13-4D6DDF2D6F9A}">
      <dgm:prSet phldrT="[Text]"/>
      <dgm:spPr>
        <a:ln>
          <a:solidFill>
            <a:schemeClr val="tx1"/>
          </a:solidFill>
        </a:ln>
      </dgm:spPr>
      <dgm:t>
        <a:bodyPr/>
        <a:lstStyle/>
        <a:p>
          <a:pPr algn="ctr"/>
          <a:r>
            <a:rPr lang="en-GB"/>
            <a:t>Slave PTC(s)</a:t>
          </a:r>
        </a:p>
      </dgm:t>
    </dgm:pt>
    <dgm:pt modelId="{F2098E78-674B-4335-8B4F-E227161ED808}" type="parTrans" cxnId="{618158EE-89EB-4BDA-8EC4-1A83B0FF7165}">
      <dgm:prSet/>
      <dgm:spPr/>
      <dgm:t>
        <a:bodyPr/>
        <a:lstStyle/>
        <a:p>
          <a:pPr algn="ctr"/>
          <a:endParaRPr lang="en-GB"/>
        </a:p>
      </dgm:t>
    </dgm:pt>
    <dgm:pt modelId="{4291482B-48A2-42B1-B3EE-3CB2A9CDE238}" type="sibTrans" cxnId="{618158EE-89EB-4BDA-8EC4-1A83B0FF7165}">
      <dgm:prSet/>
      <dgm:spPr/>
      <dgm:t>
        <a:bodyPr/>
        <a:lstStyle/>
        <a:p>
          <a:pPr algn="ctr"/>
          <a:endParaRPr lang="en-GB"/>
        </a:p>
      </dgm:t>
    </dgm:pt>
    <dgm:pt modelId="{EBD27136-0C13-441A-BDF9-7B1F650D4EAC}" type="pres">
      <dgm:prSet presAssocID="{E55B51EC-2283-4DC0-886F-8B6AD672B256}" presName="Name0" presStyleCnt="0">
        <dgm:presLayoutVars>
          <dgm:chMax val="3"/>
          <dgm:chPref val="1"/>
          <dgm:dir/>
          <dgm:animLvl val="lvl"/>
          <dgm:resizeHandles/>
        </dgm:presLayoutVars>
      </dgm:prSet>
      <dgm:spPr/>
    </dgm:pt>
    <dgm:pt modelId="{98109342-E5C5-42A2-848A-500A3B6227D7}" type="pres">
      <dgm:prSet presAssocID="{E55B51EC-2283-4DC0-886F-8B6AD672B256}" presName="outerBox" presStyleCnt="0"/>
      <dgm:spPr/>
    </dgm:pt>
    <dgm:pt modelId="{AB5EA9EF-A89B-4D9B-8698-B3C30C9EF984}" type="pres">
      <dgm:prSet presAssocID="{E55B51EC-2283-4DC0-886F-8B6AD672B256}" presName="outerBoxParent" presStyleLbl="node1" presStyleIdx="0" presStyleCnt="3"/>
      <dgm:spPr/>
    </dgm:pt>
    <dgm:pt modelId="{D5D8D743-CFA8-4E65-ACE4-4DD57962F5CE}" type="pres">
      <dgm:prSet presAssocID="{E55B51EC-2283-4DC0-886F-8B6AD672B256}" presName="outerBoxChildren" presStyleCnt="0"/>
      <dgm:spPr/>
    </dgm:pt>
    <dgm:pt modelId="{835149E1-35EE-4EE8-AE2A-970AA5CD33CC}" type="pres">
      <dgm:prSet presAssocID="{E55B51EC-2283-4DC0-886F-8B6AD672B256}" presName="middleBox" presStyleCnt="0"/>
      <dgm:spPr/>
    </dgm:pt>
    <dgm:pt modelId="{25DE9CF8-3818-4F56-A25D-D3F7DD81CE1C}" type="pres">
      <dgm:prSet presAssocID="{E55B51EC-2283-4DC0-886F-8B6AD672B256}" presName="middleBoxParent" presStyleLbl="node1" presStyleIdx="1" presStyleCnt="3"/>
      <dgm:spPr/>
    </dgm:pt>
    <dgm:pt modelId="{60DAA392-EE49-4613-8ED1-34BECE2756F0}" type="pres">
      <dgm:prSet presAssocID="{E55B51EC-2283-4DC0-886F-8B6AD672B256}" presName="middleBoxChildren" presStyleCnt="0"/>
      <dgm:spPr/>
    </dgm:pt>
    <dgm:pt modelId="{7DBBEF9A-A254-44AB-B94B-6835204976F2}" type="pres">
      <dgm:prSet presAssocID="{E55B51EC-2283-4DC0-886F-8B6AD672B256}" presName="centerBox" presStyleCnt="0"/>
      <dgm:spPr/>
    </dgm:pt>
    <dgm:pt modelId="{B62C8D5E-1160-48E9-A44E-73F97D274E92}" type="pres">
      <dgm:prSet presAssocID="{E55B51EC-2283-4DC0-886F-8B6AD672B256}" presName="centerBoxParent" presStyleLbl="node1" presStyleIdx="2" presStyleCnt="3"/>
      <dgm:spPr/>
    </dgm:pt>
    <dgm:pt modelId="{98A11C1B-4987-4365-9F33-BC4E0CD234DF}" type="pres">
      <dgm:prSet presAssocID="{E55B51EC-2283-4DC0-886F-8B6AD672B256}" presName="centerBoxChildren" presStyleCnt="0"/>
      <dgm:spPr/>
    </dgm:pt>
    <dgm:pt modelId="{A960CFFA-9F62-44CE-8676-8EDA547CB7C4}" type="pres">
      <dgm:prSet presAssocID="{EE2D7EEA-C57D-4E09-8D13-4D6DDF2D6F9A}" presName="cChild" presStyleLbl="fgAcc1" presStyleIdx="0" presStyleCnt="1">
        <dgm:presLayoutVars>
          <dgm:bulletEnabled val="1"/>
        </dgm:presLayoutVars>
      </dgm:prSet>
      <dgm:spPr/>
    </dgm:pt>
  </dgm:ptLst>
  <dgm:cxnLst>
    <dgm:cxn modelId="{8A535A06-02B1-4559-A40C-914D7A116AF9}" type="presOf" srcId="{E55B51EC-2283-4DC0-886F-8B6AD672B256}" destId="{EBD27136-0C13-441A-BDF9-7B1F650D4EAC}" srcOrd="0" destOrd="0" presId="urn:microsoft.com/office/officeart/2005/8/layout/target2"/>
    <dgm:cxn modelId="{5A73611B-9151-451A-9582-ED655FDFD21A}" type="presOf" srcId="{C43FDB44-A86C-407F-97BD-3AB0F8ACE8BC}" destId="{B62C8D5E-1160-48E9-A44E-73F97D274E92}" srcOrd="0" destOrd="0" presId="urn:microsoft.com/office/officeart/2005/8/layout/target2"/>
    <dgm:cxn modelId="{96C7CF25-955B-41C5-9E55-9237E4FC5FE2}" type="presOf" srcId="{EE2D7EEA-C57D-4E09-8D13-4D6DDF2D6F9A}" destId="{A960CFFA-9F62-44CE-8676-8EDA547CB7C4}" srcOrd="0" destOrd="0" presId="urn:microsoft.com/office/officeart/2005/8/layout/target2"/>
    <dgm:cxn modelId="{1740B439-48B2-4F1C-B8F2-5B49B7EE2208}" type="presOf" srcId="{78FB5169-DC25-457F-9AC5-C8F8EE5CD532}" destId="{AB5EA9EF-A89B-4D9B-8698-B3C30C9EF984}" srcOrd="0" destOrd="0" presId="urn:microsoft.com/office/officeart/2005/8/layout/target2"/>
    <dgm:cxn modelId="{CA990C73-7644-4EBE-AC87-730CC5BBF91B}" srcId="{E55B51EC-2283-4DC0-886F-8B6AD672B256}" destId="{78FB5169-DC25-457F-9AC5-C8F8EE5CD532}" srcOrd="0" destOrd="0" parTransId="{38BA3298-CC99-4600-8D22-9BEE25F8C6F6}" sibTransId="{4C9FDA26-236A-4505-85C9-DF916F01D571}"/>
    <dgm:cxn modelId="{AC58917D-97C4-447A-8105-6A05CDE26522}" type="presOf" srcId="{288BDD5F-EDB6-416B-810F-BDE8C1356D60}" destId="{25DE9CF8-3818-4F56-A25D-D3F7DD81CE1C}" srcOrd="0" destOrd="0" presId="urn:microsoft.com/office/officeart/2005/8/layout/target2"/>
    <dgm:cxn modelId="{E84D7E9C-B0AA-4B52-8688-A756F6E47D40}" srcId="{E55B51EC-2283-4DC0-886F-8B6AD672B256}" destId="{288BDD5F-EDB6-416B-810F-BDE8C1356D60}" srcOrd="1" destOrd="0" parTransId="{9057A3D3-630B-4593-B145-EDB22061A7FA}" sibTransId="{3386DB6C-102D-46C4-86F2-8DAA2A06875F}"/>
    <dgm:cxn modelId="{ABA828CB-B175-4404-A89A-4A65F2A7E005}" srcId="{E55B51EC-2283-4DC0-886F-8B6AD672B256}" destId="{C43FDB44-A86C-407F-97BD-3AB0F8ACE8BC}" srcOrd="2" destOrd="0" parTransId="{11D1E44E-E9A5-40E4-96A4-99D0E922FD0A}" sibTransId="{9F2338D7-CCAB-41C0-98FA-D88852868135}"/>
    <dgm:cxn modelId="{618158EE-89EB-4BDA-8EC4-1A83B0FF7165}" srcId="{C43FDB44-A86C-407F-97BD-3AB0F8ACE8BC}" destId="{EE2D7EEA-C57D-4E09-8D13-4D6DDF2D6F9A}" srcOrd="0" destOrd="0" parTransId="{F2098E78-674B-4335-8B4F-E227161ED808}" sibTransId="{4291482B-48A2-42B1-B3EE-3CB2A9CDE238}"/>
    <dgm:cxn modelId="{F3AD09C0-87AC-4EA5-872C-C6B886356D1A}" type="presParOf" srcId="{EBD27136-0C13-441A-BDF9-7B1F650D4EAC}" destId="{98109342-E5C5-42A2-848A-500A3B6227D7}" srcOrd="0" destOrd="0" presId="urn:microsoft.com/office/officeart/2005/8/layout/target2"/>
    <dgm:cxn modelId="{3C5DAFE5-377E-4348-BC16-65F424A29229}" type="presParOf" srcId="{98109342-E5C5-42A2-848A-500A3B6227D7}" destId="{AB5EA9EF-A89B-4D9B-8698-B3C30C9EF984}" srcOrd="0" destOrd="0" presId="urn:microsoft.com/office/officeart/2005/8/layout/target2"/>
    <dgm:cxn modelId="{3EFFBF8F-B2F2-4E6C-84A0-CCC116772CFE}" type="presParOf" srcId="{98109342-E5C5-42A2-848A-500A3B6227D7}" destId="{D5D8D743-CFA8-4E65-ACE4-4DD57962F5CE}" srcOrd="1" destOrd="0" presId="urn:microsoft.com/office/officeart/2005/8/layout/target2"/>
    <dgm:cxn modelId="{D3F7E572-1D64-4827-8747-9D00BEEC1315}" type="presParOf" srcId="{EBD27136-0C13-441A-BDF9-7B1F650D4EAC}" destId="{835149E1-35EE-4EE8-AE2A-970AA5CD33CC}" srcOrd="1" destOrd="0" presId="urn:microsoft.com/office/officeart/2005/8/layout/target2"/>
    <dgm:cxn modelId="{F039CB49-DB30-4356-B356-B009BE60F87D}" type="presParOf" srcId="{835149E1-35EE-4EE8-AE2A-970AA5CD33CC}" destId="{25DE9CF8-3818-4F56-A25D-D3F7DD81CE1C}" srcOrd="0" destOrd="0" presId="urn:microsoft.com/office/officeart/2005/8/layout/target2"/>
    <dgm:cxn modelId="{CA36E7CD-CD82-4E9C-9092-9080F25EA2D2}" type="presParOf" srcId="{835149E1-35EE-4EE8-AE2A-970AA5CD33CC}" destId="{60DAA392-EE49-4613-8ED1-34BECE2756F0}" srcOrd="1" destOrd="0" presId="urn:microsoft.com/office/officeart/2005/8/layout/target2"/>
    <dgm:cxn modelId="{37FFBFCE-15E1-4399-98CC-5F98A0053652}" type="presParOf" srcId="{EBD27136-0C13-441A-BDF9-7B1F650D4EAC}" destId="{7DBBEF9A-A254-44AB-B94B-6835204976F2}" srcOrd="2" destOrd="0" presId="urn:microsoft.com/office/officeart/2005/8/layout/target2"/>
    <dgm:cxn modelId="{84C90198-8265-4EBD-A4F1-1645DDED586B}" type="presParOf" srcId="{7DBBEF9A-A254-44AB-B94B-6835204976F2}" destId="{B62C8D5E-1160-48E9-A44E-73F97D274E92}" srcOrd="0" destOrd="0" presId="urn:microsoft.com/office/officeart/2005/8/layout/target2"/>
    <dgm:cxn modelId="{0A041334-4D3F-435B-A19E-1B7F8C133EFB}" type="presParOf" srcId="{7DBBEF9A-A254-44AB-B94B-6835204976F2}" destId="{98A11C1B-4987-4365-9F33-BC4E0CD234DF}" srcOrd="1" destOrd="0" presId="urn:microsoft.com/office/officeart/2005/8/layout/target2"/>
    <dgm:cxn modelId="{086F2D1C-C1BF-47DF-A33C-5A0382E75C85}" type="presParOf" srcId="{98A11C1B-4987-4365-9F33-BC4E0CD234DF}" destId="{A960CFFA-9F62-44CE-8676-8EDA547CB7C4}" srcOrd="0" destOrd="0" presId="urn:microsoft.com/office/officeart/2005/8/layout/target2"/>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5EA9EF-A89B-4D9B-8698-B3C30C9EF984}">
      <dsp:nvSpPr>
        <dsp:cNvPr id="0" name=""/>
        <dsp:cNvSpPr/>
      </dsp:nvSpPr>
      <dsp:spPr>
        <a:xfrm>
          <a:off x="0" y="0"/>
          <a:ext cx="2639833" cy="1447138"/>
        </a:xfrm>
        <a:prstGeom prst="roundRect">
          <a:avLst>
            <a:gd name="adj" fmla="val 8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1123140" numCol="1" spcCol="1270" anchor="t" anchorCtr="0">
          <a:noAutofit/>
        </a:bodyPr>
        <a:lstStyle/>
        <a:p>
          <a:pPr marL="0" lvl="0" indent="0" algn="ctr" defTabSz="533400">
            <a:lnSpc>
              <a:spcPct val="90000"/>
            </a:lnSpc>
            <a:spcBef>
              <a:spcPct val="0"/>
            </a:spcBef>
            <a:spcAft>
              <a:spcPct val="35000"/>
            </a:spcAft>
            <a:buNone/>
          </a:pPr>
          <a:r>
            <a:rPr lang="en-GB" sz="1200" kern="1200"/>
            <a:t>TTCN-3 Test Case</a:t>
          </a:r>
        </a:p>
      </dsp:txBody>
      <dsp:txXfrm>
        <a:off x="36027" y="36027"/>
        <a:ext cx="2567779" cy="1375084"/>
      </dsp:txXfrm>
    </dsp:sp>
    <dsp:sp modelId="{25DE9CF8-3818-4F56-A25D-D3F7DD81CE1C}">
      <dsp:nvSpPr>
        <dsp:cNvPr id="0" name=""/>
        <dsp:cNvSpPr/>
      </dsp:nvSpPr>
      <dsp:spPr>
        <a:xfrm>
          <a:off x="65995" y="361784"/>
          <a:ext cx="2507841" cy="1012996"/>
        </a:xfrm>
        <a:prstGeom prst="roundRect">
          <a:avLst>
            <a:gd name="adj" fmla="val 10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643253" numCol="1" spcCol="1270" anchor="t" anchorCtr="0">
          <a:noAutofit/>
        </a:bodyPr>
        <a:lstStyle/>
        <a:p>
          <a:pPr marL="0" lvl="0" indent="0" algn="ctr" defTabSz="533400">
            <a:lnSpc>
              <a:spcPct val="90000"/>
            </a:lnSpc>
            <a:spcBef>
              <a:spcPct val="0"/>
            </a:spcBef>
            <a:spcAft>
              <a:spcPct val="35000"/>
            </a:spcAft>
            <a:buNone/>
          </a:pPr>
          <a:r>
            <a:rPr lang="en-GB" sz="1200" kern="1200"/>
            <a:t>MTC</a:t>
          </a:r>
        </a:p>
      </dsp:txBody>
      <dsp:txXfrm>
        <a:off x="97148" y="392937"/>
        <a:ext cx="2445535" cy="950690"/>
      </dsp:txXfrm>
    </dsp:sp>
    <dsp:sp modelId="{B62C8D5E-1160-48E9-A44E-73F97D274E92}">
      <dsp:nvSpPr>
        <dsp:cNvPr id="0" name=""/>
        <dsp:cNvSpPr/>
      </dsp:nvSpPr>
      <dsp:spPr>
        <a:xfrm>
          <a:off x="131991" y="723569"/>
          <a:ext cx="2375849" cy="578855"/>
        </a:xfrm>
        <a:prstGeom prst="roundRect">
          <a:avLst>
            <a:gd name="adj" fmla="val 10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326732" numCol="1" spcCol="1270" anchor="t" anchorCtr="0">
          <a:noAutofit/>
        </a:bodyPr>
        <a:lstStyle/>
        <a:p>
          <a:pPr marL="0" lvl="0" indent="0" algn="ctr" defTabSz="533400">
            <a:lnSpc>
              <a:spcPct val="90000"/>
            </a:lnSpc>
            <a:spcBef>
              <a:spcPct val="0"/>
            </a:spcBef>
            <a:spcAft>
              <a:spcPct val="35000"/>
            </a:spcAft>
            <a:buNone/>
          </a:pPr>
          <a:r>
            <a:rPr lang="en-GB" sz="1200" kern="1200"/>
            <a:t>Master PTC</a:t>
          </a:r>
        </a:p>
      </dsp:txBody>
      <dsp:txXfrm>
        <a:off x="149793" y="741371"/>
        <a:ext cx="2340245" cy="543251"/>
      </dsp:txXfrm>
    </dsp:sp>
    <dsp:sp modelId="{A960CFFA-9F62-44CE-8676-8EDA547CB7C4}">
      <dsp:nvSpPr>
        <dsp:cNvPr id="0" name=""/>
        <dsp:cNvSpPr/>
      </dsp:nvSpPr>
      <dsp:spPr>
        <a:xfrm>
          <a:off x="191387" y="984053"/>
          <a:ext cx="2257057" cy="260484"/>
        </a:xfrm>
        <a:prstGeom prst="roundRect">
          <a:avLst>
            <a:gd name="adj" fmla="val 10500"/>
          </a:avLst>
        </a:prstGeom>
        <a:solidFill>
          <a:schemeClr val="lt1">
            <a:alpha val="90000"/>
            <a:hueOff val="0"/>
            <a:satOff val="0"/>
            <a:lumOff val="0"/>
            <a:alphaOff val="0"/>
          </a:schemeClr>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Slave PTC(s)</a:t>
          </a:r>
        </a:p>
      </dsp:txBody>
      <dsp:txXfrm>
        <a:off x="199398" y="992064"/>
        <a:ext cx="2241035" cy="244462"/>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2F135E-20BB-4F2A-836E-2C61F95915EA}">
  <ds:schemaRefs>
    <ds:schemaRef ds:uri="http://schemas.microsoft.com/sharepoint/v3/contenttype/forms"/>
  </ds:schemaRefs>
</ds:datastoreItem>
</file>

<file path=customXml/itemProps3.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158</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oneM2M</dc:creator>
  <cp:keywords/>
  <cp:lastModifiedBy>Miguel Angel Reina Ortega</cp:lastModifiedBy>
  <cp:revision>21</cp:revision>
  <cp:lastPrinted>2019-07-09T13:00:00Z</cp:lastPrinted>
  <dcterms:created xsi:type="dcterms:W3CDTF">2022-01-26T17:31:00Z</dcterms:created>
  <dcterms:modified xsi:type="dcterms:W3CDTF">2024-02-16T09:26:00Z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